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07" w:rsidRDefault="00475D07" w:rsidP="000B2AD9">
      <w:pPr>
        <w:ind w:left="-201" w:firstLine="201"/>
        <w:jc w:val="center"/>
      </w:pPr>
    </w:p>
    <w:p w:rsidR="000B2AD9" w:rsidRDefault="00614C18" w:rsidP="000B2AD9">
      <w:pPr>
        <w:ind w:left="-201" w:firstLine="201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174625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AD9" w:rsidRPr="001C263F" w:rsidRDefault="000B2AD9" w:rsidP="000B2AD9">
      <w:pPr>
        <w:jc w:val="center"/>
        <w:rPr>
          <w:b/>
          <w:sz w:val="22"/>
          <w:szCs w:val="22"/>
        </w:rPr>
      </w:pPr>
    </w:p>
    <w:p w:rsidR="000B2AD9" w:rsidRDefault="000B2AD9" w:rsidP="000B2AD9">
      <w:pPr>
        <w:jc w:val="center"/>
        <w:rPr>
          <w:sz w:val="22"/>
          <w:szCs w:val="22"/>
        </w:rPr>
      </w:pPr>
    </w:p>
    <w:p w:rsidR="000B2AD9" w:rsidRDefault="000B2AD9" w:rsidP="000B2AD9">
      <w:pPr>
        <w:jc w:val="center"/>
        <w:rPr>
          <w:sz w:val="10"/>
          <w:szCs w:val="22"/>
        </w:rPr>
      </w:pPr>
    </w:p>
    <w:p w:rsidR="000B2AD9" w:rsidRDefault="000B2AD9" w:rsidP="000B2AD9">
      <w:pPr>
        <w:jc w:val="center"/>
        <w:rPr>
          <w:sz w:val="10"/>
          <w:szCs w:val="22"/>
        </w:rPr>
      </w:pPr>
    </w:p>
    <w:p w:rsidR="000B2AD9" w:rsidRPr="00653C53" w:rsidRDefault="000B2AD9" w:rsidP="000B2AD9">
      <w:pPr>
        <w:jc w:val="center"/>
        <w:rPr>
          <w:sz w:val="10"/>
          <w:szCs w:val="22"/>
        </w:rPr>
      </w:pPr>
    </w:p>
    <w:p w:rsidR="000B2AD9" w:rsidRPr="00EA1582" w:rsidRDefault="000B2AD9" w:rsidP="000B2AD9">
      <w:pPr>
        <w:rPr>
          <w:sz w:val="28"/>
          <w:szCs w:val="28"/>
        </w:rPr>
      </w:pPr>
    </w:p>
    <w:p w:rsidR="009B4232" w:rsidRDefault="009B4232">
      <w:pPr>
        <w:pStyle w:val="2"/>
        <w:spacing w:line="192" w:lineRule="auto"/>
        <w:rPr>
          <w:sz w:val="40"/>
        </w:rPr>
      </w:pPr>
    </w:p>
    <w:p w:rsidR="003F0431" w:rsidRDefault="000B2AD9">
      <w:pPr>
        <w:pStyle w:val="2"/>
        <w:spacing w:line="192" w:lineRule="auto"/>
        <w:rPr>
          <w:b w:val="0"/>
          <w:sz w:val="40"/>
        </w:rPr>
      </w:pPr>
      <w:r>
        <w:rPr>
          <w:sz w:val="40"/>
        </w:rPr>
        <w:t>АДМИНИСТРАЦИЯ</w:t>
      </w:r>
      <w:r w:rsidR="003F0431">
        <w:rPr>
          <w:sz w:val="40"/>
        </w:rPr>
        <w:t xml:space="preserve"> ГОРОДА НЕФТЕЮГАНСКА</w:t>
      </w:r>
    </w:p>
    <w:p w:rsidR="003F0431" w:rsidRPr="004C055C" w:rsidRDefault="00793A1A">
      <w:pPr>
        <w:pStyle w:val="7"/>
        <w:rPr>
          <w:sz w:val="48"/>
        </w:rPr>
      </w:pPr>
      <w:r>
        <w:rPr>
          <w:sz w:val="48"/>
        </w:rPr>
        <w:t xml:space="preserve">ПОСТАНОВЛЕНИЕ </w:t>
      </w:r>
    </w:p>
    <w:p w:rsidR="003F0431" w:rsidRDefault="003F0431"/>
    <w:p w:rsidR="00E71028" w:rsidRDefault="00E71028" w:rsidP="00C305A4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>14.11.2012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№ 3254</w:t>
      </w:r>
    </w:p>
    <w:p w:rsidR="00E71028" w:rsidRDefault="00E71028" w:rsidP="00C305A4">
      <w:pPr>
        <w:pStyle w:val="3"/>
        <w:jc w:val="both"/>
        <w:rPr>
          <w:b w:val="0"/>
          <w:szCs w:val="28"/>
        </w:rPr>
      </w:pPr>
    </w:p>
    <w:p w:rsidR="00E71028" w:rsidRPr="00E71028" w:rsidRDefault="00E71028" w:rsidP="00E71028">
      <w:bookmarkStart w:id="0" w:name="_GoBack"/>
      <w:bookmarkEnd w:id="0"/>
    </w:p>
    <w:p w:rsidR="00614C18" w:rsidRPr="00C305A4" w:rsidRDefault="008D2748" w:rsidP="00C305A4">
      <w:pPr>
        <w:pStyle w:val="3"/>
        <w:jc w:val="both"/>
        <w:rPr>
          <w:b w:val="0"/>
          <w:szCs w:val="28"/>
        </w:rPr>
      </w:pPr>
      <w:r w:rsidRPr="00F663F0">
        <w:rPr>
          <w:b w:val="0"/>
          <w:szCs w:val="28"/>
        </w:rPr>
        <w:t>О</w:t>
      </w:r>
      <w:r w:rsidR="00D32DCC">
        <w:rPr>
          <w:b w:val="0"/>
          <w:szCs w:val="28"/>
        </w:rPr>
        <w:t xml:space="preserve"> </w:t>
      </w:r>
      <w:r>
        <w:rPr>
          <w:b w:val="0"/>
          <w:szCs w:val="28"/>
        </w:rPr>
        <w:t>внесении</w:t>
      </w:r>
      <w:r w:rsidR="00D32DCC">
        <w:rPr>
          <w:b w:val="0"/>
          <w:szCs w:val="28"/>
        </w:rPr>
        <w:t xml:space="preserve"> </w:t>
      </w:r>
      <w:r w:rsidR="002C7ADA">
        <w:rPr>
          <w:b w:val="0"/>
          <w:szCs w:val="28"/>
        </w:rPr>
        <w:t>изменени</w:t>
      </w:r>
      <w:r w:rsidR="006509DC">
        <w:rPr>
          <w:b w:val="0"/>
          <w:szCs w:val="28"/>
        </w:rPr>
        <w:t>й</w:t>
      </w:r>
      <w:r w:rsidR="00D32DCC">
        <w:rPr>
          <w:b w:val="0"/>
          <w:szCs w:val="28"/>
        </w:rPr>
        <w:t xml:space="preserve"> </w:t>
      </w:r>
      <w:r w:rsidR="00C305A4">
        <w:rPr>
          <w:b w:val="0"/>
          <w:szCs w:val="28"/>
        </w:rPr>
        <w:t>в</w:t>
      </w:r>
      <w:r w:rsidR="00D32DCC">
        <w:rPr>
          <w:b w:val="0"/>
          <w:szCs w:val="28"/>
        </w:rPr>
        <w:t xml:space="preserve"> </w:t>
      </w:r>
      <w:r w:rsidR="00793A1A">
        <w:rPr>
          <w:b w:val="0"/>
          <w:szCs w:val="28"/>
        </w:rPr>
        <w:t>постановление</w:t>
      </w:r>
      <w:r w:rsidR="00D32DCC">
        <w:rPr>
          <w:b w:val="0"/>
          <w:szCs w:val="28"/>
        </w:rPr>
        <w:t xml:space="preserve"> </w:t>
      </w:r>
      <w:r w:rsidR="00915381">
        <w:rPr>
          <w:b w:val="0"/>
          <w:szCs w:val="28"/>
        </w:rPr>
        <w:t xml:space="preserve">администрации </w:t>
      </w:r>
      <w:r>
        <w:rPr>
          <w:b w:val="0"/>
          <w:szCs w:val="28"/>
        </w:rPr>
        <w:t>города</w:t>
      </w:r>
      <w:r w:rsidR="00D32DC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от </w:t>
      </w:r>
      <w:r w:rsidR="00793A1A">
        <w:rPr>
          <w:b w:val="0"/>
          <w:szCs w:val="28"/>
        </w:rPr>
        <w:t>08.08.2011</w:t>
      </w:r>
      <w:r>
        <w:rPr>
          <w:b w:val="0"/>
          <w:szCs w:val="28"/>
        </w:rPr>
        <w:t xml:space="preserve"> №</w:t>
      </w:r>
      <w:r w:rsidR="00793A1A">
        <w:rPr>
          <w:b w:val="0"/>
          <w:szCs w:val="28"/>
        </w:rPr>
        <w:t>2126</w:t>
      </w:r>
      <w:r w:rsidR="00614C18" w:rsidRPr="00C305A4">
        <w:rPr>
          <w:b w:val="0"/>
          <w:szCs w:val="28"/>
        </w:rPr>
        <w:t>(с изменениями на 16.09.2011 № 2536)</w:t>
      </w:r>
    </w:p>
    <w:p w:rsidR="006509DC" w:rsidRDefault="006509DC" w:rsidP="006509DC">
      <w:pPr>
        <w:tabs>
          <w:tab w:val="left" w:pos="80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509DC" w:rsidRDefault="006509DC" w:rsidP="006509DC">
      <w:pPr>
        <w:tabs>
          <w:tab w:val="left" w:pos="80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A1A" w:rsidRDefault="006509DC" w:rsidP="00A01328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</w:r>
      <w:r w:rsidR="00793A1A">
        <w:rPr>
          <w:rFonts w:ascii="Times New Roman CYR" w:hAnsi="Times New Roman CYR" w:cs="Times New Roman CYR"/>
          <w:sz w:val="28"/>
          <w:szCs w:val="28"/>
        </w:rPr>
        <w:t xml:space="preserve">В целях реализации отдельных положений </w:t>
      </w:r>
      <w:hyperlink r:id="rId7" w:history="1">
        <w:r w:rsidR="00793A1A" w:rsidRPr="00793A1A">
          <w:rPr>
            <w:rFonts w:ascii="Times New Roman CYR" w:hAnsi="Times New Roman CYR" w:cs="Times New Roman CYR"/>
            <w:sz w:val="28"/>
            <w:szCs w:val="28"/>
          </w:rPr>
          <w:t>Закона</w:t>
        </w:r>
      </w:hyperlink>
      <w:r w:rsidR="00793A1A">
        <w:rPr>
          <w:rFonts w:ascii="Times New Roman CYR" w:hAnsi="Times New Roman CYR" w:cs="Times New Roman CYR"/>
          <w:sz w:val="28"/>
          <w:szCs w:val="28"/>
        </w:rPr>
        <w:t xml:space="preserve"> Ханты-Мансийского автономного округа - Югры от 03.05.2000 № 26-оз «О регулировании отдельных земельных отношений в Ханты-Мансийском автономном округе – Югре», </w:t>
      </w:r>
      <w:hyperlink r:id="rId8" w:history="1">
        <w:r w:rsidR="00793A1A" w:rsidRPr="00793A1A">
          <w:rPr>
            <w:rFonts w:ascii="Times New Roman CYR" w:hAnsi="Times New Roman CYR" w:cs="Times New Roman CYR"/>
            <w:sz w:val="28"/>
            <w:szCs w:val="28"/>
          </w:rPr>
          <w:t>Закона</w:t>
        </w:r>
      </w:hyperlink>
      <w:r w:rsidR="00793A1A">
        <w:rPr>
          <w:rFonts w:ascii="Times New Roman CYR" w:hAnsi="Times New Roman CYR" w:cs="Times New Roman CYR"/>
          <w:sz w:val="28"/>
          <w:szCs w:val="28"/>
        </w:rPr>
        <w:t xml:space="preserve"> Ханты-Мансийского автономного округа - Югры от 06.07.2005 № 57-оз «О регулировании отдельных жилищных отношений в Ханты-Мансийском автономном округе – Югре», </w:t>
      </w:r>
      <w:hyperlink r:id="rId9" w:history="1">
        <w:r w:rsidR="00793A1A" w:rsidRPr="00793A1A">
          <w:rPr>
            <w:rFonts w:ascii="Times New Roman CYR" w:hAnsi="Times New Roman CYR" w:cs="Times New Roman CYR"/>
            <w:sz w:val="28"/>
            <w:szCs w:val="28"/>
          </w:rPr>
          <w:t>постановления</w:t>
        </w:r>
      </w:hyperlink>
      <w:r w:rsidR="00793A1A">
        <w:rPr>
          <w:rFonts w:ascii="Times New Roman CYR" w:hAnsi="Times New Roman CYR" w:cs="Times New Roman CYR"/>
          <w:sz w:val="28"/>
          <w:szCs w:val="28"/>
        </w:rPr>
        <w:t xml:space="preserve"> Правительства Ханты-Мансийского автономного округа - Югры от 18.06.2011 № 219-п  «О порядке реализации прав граждан на бесплатное предоставление в собственность земельных участков для строительства индивидуальных жилых домов на территории Ханты-Мансийс</w:t>
      </w:r>
      <w:r w:rsidR="009C7F59">
        <w:rPr>
          <w:rFonts w:ascii="Times New Roman CYR" w:hAnsi="Times New Roman CYR" w:cs="Times New Roman CYR"/>
          <w:sz w:val="28"/>
          <w:szCs w:val="28"/>
        </w:rPr>
        <w:t>кого автономного округа – Югры»</w:t>
      </w:r>
      <w:r w:rsidR="00793A1A">
        <w:rPr>
          <w:rFonts w:ascii="Times New Roman CYR" w:hAnsi="Times New Roman CYR" w:cs="Times New Roman CYR"/>
          <w:sz w:val="28"/>
          <w:szCs w:val="28"/>
        </w:rPr>
        <w:t xml:space="preserve"> постановляю:</w:t>
      </w:r>
    </w:p>
    <w:p w:rsidR="008A0B93" w:rsidRDefault="006509DC" w:rsidP="00A01328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ab/>
      </w:r>
      <w:r w:rsidR="00793A1A">
        <w:rPr>
          <w:sz w:val="28"/>
        </w:rPr>
        <w:t>1</w:t>
      </w:r>
      <w:r w:rsidR="008D2748">
        <w:rPr>
          <w:sz w:val="28"/>
        </w:rPr>
        <w:t>.</w:t>
      </w:r>
      <w:r w:rsidR="00D0539A">
        <w:rPr>
          <w:sz w:val="28"/>
        </w:rPr>
        <w:t>Внести изменени</w:t>
      </w:r>
      <w:r>
        <w:rPr>
          <w:sz w:val="28"/>
        </w:rPr>
        <w:t>я</w:t>
      </w:r>
      <w:r w:rsidR="001D18D5">
        <w:rPr>
          <w:sz w:val="28"/>
        </w:rPr>
        <w:t xml:space="preserve"> в </w:t>
      </w:r>
      <w:r w:rsidR="00793A1A">
        <w:rPr>
          <w:sz w:val="28"/>
        </w:rPr>
        <w:t>постановление</w:t>
      </w:r>
      <w:r w:rsidR="001D18D5">
        <w:rPr>
          <w:sz w:val="28"/>
        </w:rPr>
        <w:t xml:space="preserve"> администрации г</w:t>
      </w:r>
      <w:r w:rsidR="009B4232" w:rsidRPr="009B4232">
        <w:rPr>
          <w:sz w:val="28"/>
        </w:rPr>
        <w:t>орода</w:t>
      </w:r>
      <w:r w:rsidR="00D32DCC">
        <w:rPr>
          <w:sz w:val="28"/>
        </w:rPr>
        <w:t xml:space="preserve"> </w:t>
      </w:r>
      <w:r w:rsidR="00072F4A">
        <w:rPr>
          <w:sz w:val="28"/>
        </w:rPr>
        <w:t xml:space="preserve">от </w:t>
      </w:r>
      <w:r w:rsidR="00793A1A">
        <w:rPr>
          <w:sz w:val="28"/>
        </w:rPr>
        <w:t>08.08.2011</w:t>
      </w:r>
      <w:r w:rsidR="00072F4A">
        <w:rPr>
          <w:sz w:val="28"/>
        </w:rPr>
        <w:t xml:space="preserve"> № </w:t>
      </w:r>
      <w:r w:rsidR="00793A1A">
        <w:rPr>
          <w:sz w:val="28"/>
        </w:rPr>
        <w:t>2126</w:t>
      </w:r>
      <w:r w:rsidR="00072F4A">
        <w:rPr>
          <w:sz w:val="28"/>
        </w:rPr>
        <w:t xml:space="preserve"> «</w:t>
      </w:r>
      <w:r w:rsidR="00793A1A" w:rsidRPr="00A21505">
        <w:rPr>
          <w:sz w:val="28"/>
          <w:szCs w:val="28"/>
        </w:rPr>
        <w:t>О порядке бесплатного предоставления земельных участков, государственная собственность на которые не разграничена или находящихся в муниципальной собственности, в собственность граждан, отнес</w:t>
      </w:r>
      <w:r w:rsidR="00475D07">
        <w:rPr>
          <w:sz w:val="28"/>
          <w:szCs w:val="28"/>
        </w:rPr>
        <w:t>ё</w:t>
      </w:r>
      <w:r w:rsidR="00793A1A" w:rsidRPr="00A21505">
        <w:rPr>
          <w:sz w:val="28"/>
          <w:szCs w:val="28"/>
        </w:rPr>
        <w:t xml:space="preserve">нных к категориям, указанным в пунктах 1, 2 статьи 7.4 Закона Ханты-Мансийского автономного округа – Югры </w:t>
      </w:r>
      <w:r w:rsidR="00793A1A">
        <w:rPr>
          <w:sz w:val="28"/>
          <w:szCs w:val="28"/>
        </w:rPr>
        <w:t xml:space="preserve">от 06.07.2005 № 57-оз                                             </w:t>
      </w:r>
      <w:r w:rsidR="00793A1A" w:rsidRPr="00A21505">
        <w:rPr>
          <w:sz w:val="28"/>
          <w:szCs w:val="28"/>
        </w:rPr>
        <w:t>«О регулировании отдельных жилищных отношений в Ханты-Мансийском автономном округе – Югре», для строительства индивидуальных жилых домов</w:t>
      </w:r>
      <w:r w:rsidR="00793A1A">
        <w:rPr>
          <w:sz w:val="28"/>
          <w:szCs w:val="28"/>
        </w:rPr>
        <w:t xml:space="preserve"> на территории города Нефтеюганска»</w:t>
      </w:r>
      <w:r w:rsidR="00614C18">
        <w:rPr>
          <w:sz w:val="28"/>
          <w:szCs w:val="28"/>
        </w:rPr>
        <w:t xml:space="preserve"> (с изменениями на 16.09.2011 № 2</w:t>
      </w:r>
      <w:r w:rsidR="00A01328">
        <w:rPr>
          <w:sz w:val="28"/>
          <w:szCs w:val="28"/>
        </w:rPr>
        <w:t>536</w:t>
      </w:r>
      <w:r w:rsidR="00614C18">
        <w:rPr>
          <w:sz w:val="28"/>
          <w:szCs w:val="28"/>
        </w:rPr>
        <w:t>)</w:t>
      </w:r>
      <w:r w:rsidR="00793A1A">
        <w:rPr>
          <w:sz w:val="28"/>
          <w:szCs w:val="28"/>
        </w:rPr>
        <w:t xml:space="preserve">, а именно: </w:t>
      </w:r>
    </w:p>
    <w:p w:rsidR="00C305A4" w:rsidRDefault="006509DC" w:rsidP="004C055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614C18">
        <w:rPr>
          <w:sz w:val="28"/>
          <w:szCs w:val="28"/>
        </w:rPr>
        <w:t>Подпункт 3.2.1 п</w:t>
      </w:r>
      <w:r w:rsidR="001D18D5">
        <w:rPr>
          <w:sz w:val="28"/>
          <w:szCs w:val="28"/>
        </w:rPr>
        <w:t>ункт</w:t>
      </w:r>
      <w:r w:rsidR="00614C18">
        <w:rPr>
          <w:sz w:val="28"/>
          <w:szCs w:val="28"/>
        </w:rPr>
        <w:t>а</w:t>
      </w:r>
      <w:r w:rsidR="00793A1A">
        <w:rPr>
          <w:sz w:val="28"/>
          <w:szCs w:val="28"/>
        </w:rPr>
        <w:t>3</w:t>
      </w:r>
      <w:r w:rsidR="004928C3">
        <w:rPr>
          <w:sz w:val="28"/>
          <w:szCs w:val="28"/>
        </w:rPr>
        <w:t xml:space="preserve">постановления </w:t>
      </w:r>
      <w:r w:rsidR="00C305A4">
        <w:rPr>
          <w:sz w:val="28"/>
          <w:szCs w:val="28"/>
        </w:rPr>
        <w:t>исключить.</w:t>
      </w:r>
    </w:p>
    <w:p w:rsidR="00C305A4" w:rsidRDefault="00C305A4" w:rsidP="004C055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1.2.Подпункт 3.2.2 пункта 3 постановления исключить.</w:t>
      </w:r>
    </w:p>
    <w:p w:rsidR="00A01328" w:rsidRDefault="006509DC" w:rsidP="004C055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509DC">
        <w:rPr>
          <w:sz w:val="28"/>
          <w:szCs w:val="28"/>
        </w:rPr>
        <w:tab/>
        <w:t>1.</w:t>
      </w:r>
      <w:r w:rsidR="00C305A4">
        <w:rPr>
          <w:sz w:val="28"/>
          <w:szCs w:val="28"/>
        </w:rPr>
        <w:t>3</w:t>
      </w:r>
      <w:r w:rsidRPr="006509DC">
        <w:rPr>
          <w:sz w:val="28"/>
          <w:szCs w:val="28"/>
        </w:rPr>
        <w:t>.Абзац 1 пункта 4 постановления изложить в следующей редакции:</w:t>
      </w:r>
    </w:p>
    <w:p w:rsidR="006509DC" w:rsidRDefault="006509DC" w:rsidP="00A0132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9DC">
        <w:rPr>
          <w:sz w:val="28"/>
          <w:szCs w:val="28"/>
        </w:rPr>
        <w:t>«4.Департаменту имущественных и земельных отношений адми</w:t>
      </w:r>
      <w:r w:rsidR="00D32DCC">
        <w:rPr>
          <w:sz w:val="28"/>
          <w:szCs w:val="28"/>
        </w:rPr>
        <w:t xml:space="preserve">нистрации города (Усков </w:t>
      </w:r>
      <w:r w:rsidRPr="006509DC">
        <w:rPr>
          <w:sz w:val="28"/>
          <w:szCs w:val="28"/>
        </w:rPr>
        <w:t>М.В.) совместно с департаментом градостроительства администрации города (</w:t>
      </w:r>
      <w:r w:rsidR="00C305A4">
        <w:rPr>
          <w:sz w:val="28"/>
          <w:szCs w:val="28"/>
        </w:rPr>
        <w:t>Байгушкин А.В):»</w:t>
      </w:r>
      <w:r w:rsidRPr="006509DC">
        <w:rPr>
          <w:sz w:val="28"/>
          <w:szCs w:val="28"/>
        </w:rPr>
        <w:t>.</w:t>
      </w:r>
    </w:p>
    <w:p w:rsidR="00C305A4" w:rsidRPr="00133D09" w:rsidRDefault="00C305A4" w:rsidP="004C055C">
      <w:pPr>
        <w:pStyle w:val="21"/>
        <w:tabs>
          <w:tab w:val="left" w:pos="567"/>
        </w:tabs>
        <w:ind w:right="28" w:firstLine="709"/>
        <w:jc w:val="both"/>
        <w:rPr>
          <w:szCs w:val="28"/>
        </w:rPr>
      </w:pPr>
      <w:r>
        <w:rPr>
          <w:rFonts w:ascii="Times New Roman CYR" w:hAnsi="Times New Roman CYR"/>
        </w:rPr>
        <w:t>2.</w:t>
      </w:r>
      <w:r>
        <w:t>Директору департамента по делам администрации города</w:t>
      </w:r>
      <w:r w:rsidR="00D32DCC">
        <w:t xml:space="preserve"> </w:t>
      </w:r>
      <w:r w:rsidR="00A01328">
        <w:t>С.В.</w:t>
      </w:r>
      <w:r>
        <w:t>Мочалову направить постановление главе города В.А.Бурчевскому для обнародования (</w:t>
      </w:r>
      <w:r w:rsidRPr="00A8248D">
        <w:t>опубликов</w:t>
      </w:r>
      <w:r>
        <w:t xml:space="preserve">ания) и размещения </w:t>
      </w:r>
      <w:r w:rsidRPr="00A8248D">
        <w:t xml:space="preserve">на официальном сайте </w:t>
      </w:r>
      <w:r w:rsidR="00A01328">
        <w:t>органов местного самоуправления</w:t>
      </w:r>
      <w:r w:rsidRPr="00A8248D">
        <w:t xml:space="preserve"> города в сети Интернет.</w:t>
      </w:r>
    </w:p>
    <w:p w:rsidR="00C305A4" w:rsidRDefault="00C305A4" w:rsidP="004C055C">
      <w:pPr>
        <w:pStyle w:val="21"/>
        <w:tabs>
          <w:tab w:val="left" w:pos="567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lastRenderedPageBreak/>
        <w:tab/>
        <w:t xml:space="preserve">3.Контроль за выполнением постановления возложить на заместителя главы администрации города </w:t>
      </w:r>
      <w:r w:rsidR="00475D07">
        <w:rPr>
          <w:rFonts w:ascii="Times New Roman CYR" w:hAnsi="Times New Roman CYR"/>
        </w:rPr>
        <w:t>Ю.А.Власова.</w:t>
      </w:r>
    </w:p>
    <w:p w:rsidR="00687562" w:rsidRDefault="008D424D" w:rsidP="009675A2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2767965</wp:posOffset>
            </wp:positionH>
            <wp:positionV relativeFrom="paragraph">
              <wp:posOffset>118110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79EC" w:rsidRDefault="003879EC" w:rsidP="009675A2">
      <w:pPr>
        <w:pStyle w:val="21"/>
        <w:jc w:val="both"/>
        <w:rPr>
          <w:rFonts w:ascii="Times New Roman CYR" w:hAnsi="Times New Roman CYR"/>
        </w:rPr>
      </w:pPr>
    </w:p>
    <w:p w:rsidR="001D18D5" w:rsidRDefault="001D18D5" w:rsidP="009675A2">
      <w:pPr>
        <w:pStyle w:val="21"/>
        <w:jc w:val="both"/>
        <w:rPr>
          <w:rFonts w:ascii="Times New Roman CYR" w:hAnsi="Times New Roman CYR"/>
        </w:rPr>
      </w:pPr>
    </w:p>
    <w:p w:rsidR="00475D07" w:rsidRDefault="00475D07" w:rsidP="009675A2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Исполняющий обязанности </w:t>
      </w:r>
    </w:p>
    <w:p w:rsidR="009B51A3" w:rsidRDefault="00D32DCC" w:rsidP="009B51A3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</w:t>
      </w:r>
      <w:r w:rsidR="00687562">
        <w:rPr>
          <w:rFonts w:ascii="Times New Roman CYR" w:hAnsi="Times New Roman CYR"/>
        </w:rPr>
        <w:t>лав</w:t>
      </w:r>
      <w:r w:rsidR="00475D07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 xml:space="preserve"> </w:t>
      </w:r>
      <w:r w:rsidR="00044C7B">
        <w:rPr>
          <w:rFonts w:ascii="Times New Roman CYR" w:hAnsi="Times New Roman CYR"/>
        </w:rPr>
        <w:t xml:space="preserve">администрации </w:t>
      </w:r>
      <w:r w:rsidR="00CF7CD8">
        <w:rPr>
          <w:rFonts w:ascii="Times New Roman CYR" w:hAnsi="Times New Roman CYR"/>
        </w:rPr>
        <w:t>г</w:t>
      </w:r>
      <w:r w:rsidR="00044C7B">
        <w:rPr>
          <w:rFonts w:ascii="Times New Roman CYR" w:hAnsi="Times New Roman CYR"/>
        </w:rPr>
        <w:t>орода</w:t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475D07">
        <w:rPr>
          <w:rFonts w:ascii="Times New Roman CYR" w:hAnsi="Times New Roman CYR"/>
        </w:rPr>
        <w:t>С.П.Сивков</w:t>
      </w:r>
    </w:p>
    <w:p w:rsidR="00F635DC" w:rsidRDefault="00F635DC">
      <w:pPr>
        <w:pStyle w:val="21"/>
        <w:jc w:val="both"/>
        <w:rPr>
          <w:rFonts w:ascii="Times New Roman CYR" w:hAnsi="Times New Roman CYR"/>
        </w:rPr>
      </w:pPr>
    </w:p>
    <w:p w:rsidR="00FD4034" w:rsidRDefault="00FD4034">
      <w:pPr>
        <w:pStyle w:val="21"/>
        <w:jc w:val="both"/>
        <w:rPr>
          <w:rFonts w:ascii="Times New Roman CYR" w:hAnsi="Times New Roman CYR"/>
        </w:rPr>
      </w:pPr>
    </w:p>
    <w:p w:rsidR="001D18D5" w:rsidRDefault="001D18D5">
      <w:pPr>
        <w:pStyle w:val="21"/>
        <w:jc w:val="both"/>
        <w:rPr>
          <w:rFonts w:ascii="Times New Roman CYR" w:hAnsi="Times New Roman CYR"/>
        </w:rPr>
      </w:pPr>
    </w:p>
    <w:p w:rsidR="006509DC" w:rsidRDefault="006509DC">
      <w:pPr>
        <w:pStyle w:val="21"/>
        <w:jc w:val="both"/>
        <w:rPr>
          <w:rFonts w:ascii="Times New Roman CYR" w:hAnsi="Times New Roman CYR"/>
        </w:rPr>
      </w:pPr>
    </w:p>
    <w:p w:rsidR="006509DC" w:rsidRDefault="006509DC">
      <w:pPr>
        <w:pStyle w:val="21"/>
        <w:jc w:val="both"/>
        <w:rPr>
          <w:rFonts w:ascii="Times New Roman CYR" w:hAnsi="Times New Roman CYR"/>
        </w:rPr>
      </w:pPr>
    </w:p>
    <w:p w:rsidR="006509DC" w:rsidRDefault="006509DC">
      <w:pPr>
        <w:pStyle w:val="21"/>
        <w:jc w:val="both"/>
        <w:rPr>
          <w:rFonts w:ascii="Times New Roman CYR" w:hAnsi="Times New Roman CYR"/>
        </w:rPr>
      </w:pPr>
    </w:p>
    <w:p w:rsidR="006509DC" w:rsidRDefault="006509DC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8536DF" w:rsidRDefault="008536DF">
      <w:pPr>
        <w:pStyle w:val="21"/>
        <w:jc w:val="both"/>
        <w:rPr>
          <w:rFonts w:ascii="Times New Roman CYR" w:hAnsi="Times New Roman CYR"/>
        </w:rPr>
      </w:pPr>
    </w:p>
    <w:p w:rsidR="002204D9" w:rsidRDefault="006509DC" w:rsidP="001962D1">
      <w:pPr>
        <w:pStyle w:val="21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Е.Е.Василенко</w:t>
      </w:r>
    </w:p>
    <w:p w:rsidR="004D7D89" w:rsidRDefault="006509DC" w:rsidP="00782286">
      <w:pPr>
        <w:pStyle w:val="21"/>
        <w:jc w:val="both"/>
      </w:pPr>
      <w:r>
        <w:rPr>
          <w:rFonts w:ascii="Times New Roman CYR" w:hAnsi="Times New Roman CYR"/>
          <w:szCs w:val="28"/>
        </w:rPr>
        <w:t>23 78 38</w:t>
      </w:r>
    </w:p>
    <w:p w:rsidR="008536DF" w:rsidRDefault="008536DF" w:rsidP="00E71028">
      <w:pPr>
        <w:pStyle w:val="a5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sectPr w:rsidR="008536DF" w:rsidSect="00FD4034">
      <w:headerReference w:type="default" r:id="rId11"/>
      <w:pgSz w:w="11907" w:h="16840" w:code="9"/>
      <w:pgMar w:top="851" w:right="680" w:bottom="540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DE0" w:rsidRDefault="00993DE0">
      <w:r>
        <w:separator/>
      </w:r>
    </w:p>
  </w:endnote>
  <w:endnote w:type="continuationSeparator" w:id="1">
    <w:p w:rsidR="00993DE0" w:rsidRDefault="00993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DE0" w:rsidRDefault="00993DE0">
      <w:r>
        <w:separator/>
      </w:r>
    </w:p>
  </w:footnote>
  <w:footnote w:type="continuationSeparator" w:id="1">
    <w:p w:rsidR="00993DE0" w:rsidRDefault="00993D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71F" w:rsidRDefault="00A00755">
    <w:pPr>
      <w:pStyle w:val="a5"/>
      <w:jc w:val="center"/>
    </w:pPr>
    <w:r>
      <w:fldChar w:fldCharType="begin"/>
    </w:r>
    <w:r w:rsidR="0086093E">
      <w:instrText xml:space="preserve"> PAGE   \* MERGEFORMAT </w:instrText>
    </w:r>
    <w:r>
      <w:fldChar w:fldCharType="separate"/>
    </w:r>
    <w:r w:rsidR="00D32DCC">
      <w:rPr>
        <w:noProof/>
      </w:rPr>
      <w:t>2</w:t>
    </w:r>
    <w:r>
      <w:rPr>
        <w:noProof/>
      </w:rPr>
      <w:fldChar w:fldCharType="end"/>
    </w:r>
  </w:p>
  <w:p w:rsidR="0072271F" w:rsidRDefault="007227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readOnly" w:enforcement="1" w:cryptProviderType="rsaFull" w:cryptAlgorithmClass="hash" w:cryptAlgorithmType="typeAny" w:cryptAlgorithmSid="4" w:cryptSpinCount="50000" w:hash="Q9HXIZQJfVMAKP0DsRKovTLI6mU=" w:salt="gHIjeNVFM13JboMFc4nQ8g==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A19"/>
    <w:rsid w:val="00003D50"/>
    <w:rsid w:val="000121B9"/>
    <w:rsid w:val="00022282"/>
    <w:rsid w:val="000222AF"/>
    <w:rsid w:val="00022D78"/>
    <w:rsid w:val="00042CDC"/>
    <w:rsid w:val="00044C7B"/>
    <w:rsid w:val="00046A9B"/>
    <w:rsid w:val="000479B1"/>
    <w:rsid w:val="00060009"/>
    <w:rsid w:val="000641D7"/>
    <w:rsid w:val="0006564B"/>
    <w:rsid w:val="00066648"/>
    <w:rsid w:val="00072F4A"/>
    <w:rsid w:val="000776F3"/>
    <w:rsid w:val="0008452A"/>
    <w:rsid w:val="00094C86"/>
    <w:rsid w:val="00097903"/>
    <w:rsid w:val="000B0C0F"/>
    <w:rsid w:val="000B2AD9"/>
    <w:rsid w:val="000C2489"/>
    <w:rsid w:val="000C2D9E"/>
    <w:rsid w:val="000D37E4"/>
    <w:rsid w:val="000F3701"/>
    <w:rsid w:val="000F6BD0"/>
    <w:rsid w:val="001000FE"/>
    <w:rsid w:val="00106D45"/>
    <w:rsid w:val="00155855"/>
    <w:rsid w:val="00155EF7"/>
    <w:rsid w:val="00156102"/>
    <w:rsid w:val="00193A4A"/>
    <w:rsid w:val="00193C09"/>
    <w:rsid w:val="001962D1"/>
    <w:rsid w:val="00197971"/>
    <w:rsid w:val="001A6A42"/>
    <w:rsid w:val="001C23D8"/>
    <w:rsid w:val="001C4004"/>
    <w:rsid w:val="001D18D5"/>
    <w:rsid w:val="001D4A81"/>
    <w:rsid w:val="001E2D2D"/>
    <w:rsid w:val="001F2A31"/>
    <w:rsid w:val="002015A8"/>
    <w:rsid w:val="002067DB"/>
    <w:rsid w:val="002204D9"/>
    <w:rsid w:val="00232031"/>
    <w:rsid w:val="002351E3"/>
    <w:rsid w:val="002422F5"/>
    <w:rsid w:val="002520C6"/>
    <w:rsid w:val="002617A9"/>
    <w:rsid w:val="00263A6D"/>
    <w:rsid w:val="00271394"/>
    <w:rsid w:val="00297891"/>
    <w:rsid w:val="002A3079"/>
    <w:rsid w:val="002A42C5"/>
    <w:rsid w:val="002C594C"/>
    <w:rsid w:val="002C7ADA"/>
    <w:rsid w:val="002D75B2"/>
    <w:rsid w:val="002E43A6"/>
    <w:rsid w:val="002E737A"/>
    <w:rsid w:val="002F222B"/>
    <w:rsid w:val="002F45CE"/>
    <w:rsid w:val="002F72BA"/>
    <w:rsid w:val="00310B9E"/>
    <w:rsid w:val="0033201F"/>
    <w:rsid w:val="00332063"/>
    <w:rsid w:val="003653DF"/>
    <w:rsid w:val="0036763E"/>
    <w:rsid w:val="003728D7"/>
    <w:rsid w:val="00374425"/>
    <w:rsid w:val="003817DC"/>
    <w:rsid w:val="003831CD"/>
    <w:rsid w:val="00383688"/>
    <w:rsid w:val="00384E86"/>
    <w:rsid w:val="00385930"/>
    <w:rsid w:val="003879EC"/>
    <w:rsid w:val="003A3E7A"/>
    <w:rsid w:val="003B2767"/>
    <w:rsid w:val="003B50BF"/>
    <w:rsid w:val="003D3FAD"/>
    <w:rsid w:val="003E0568"/>
    <w:rsid w:val="003E0E85"/>
    <w:rsid w:val="003E7228"/>
    <w:rsid w:val="003F0431"/>
    <w:rsid w:val="0041315F"/>
    <w:rsid w:val="00431C78"/>
    <w:rsid w:val="00437153"/>
    <w:rsid w:val="00470B40"/>
    <w:rsid w:val="00472844"/>
    <w:rsid w:val="004745FE"/>
    <w:rsid w:val="00475D07"/>
    <w:rsid w:val="0048254D"/>
    <w:rsid w:val="004928C3"/>
    <w:rsid w:val="004A7A2D"/>
    <w:rsid w:val="004C055C"/>
    <w:rsid w:val="004C39EE"/>
    <w:rsid w:val="004D671B"/>
    <w:rsid w:val="004D7D89"/>
    <w:rsid w:val="004F3AD5"/>
    <w:rsid w:val="004F43DC"/>
    <w:rsid w:val="00501C4C"/>
    <w:rsid w:val="00501E0D"/>
    <w:rsid w:val="00515B3A"/>
    <w:rsid w:val="00531477"/>
    <w:rsid w:val="0053445E"/>
    <w:rsid w:val="00535BB6"/>
    <w:rsid w:val="00540043"/>
    <w:rsid w:val="0056226B"/>
    <w:rsid w:val="0057699B"/>
    <w:rsid w:val="00582EFF"/>
    <w:rsid w:val="00585C48"/>
    <w:rsid w:val="00586A0E"/>
    <w:rsid w:val="005B079F"/>
    <w:rsid w:val="005B531F"/>
    <w:rsid w:val="005C2E78"/>
    <w:rsid w:val="005C5B29"/>
    <w:rsid w:val="005D28BD"/>
    <w:rsid w:val="005D45FA"/>
    <w:rsid w:val="0060004F"/>
    <w:rsid w:val="006058FB"/>
    <w:rsid w:val="00611DA8"/>
    <w:rsid w:val="00614C18"/>
    <w:rsid w:val="00615A5C"/>
    <w:rsid w:val="0062566E"/>
    <w:rsid w:val="00634756"/>
    <w:rsid w:val="00637809"/>
    <w:rsid w:val="00645E76"/>
    <w:rsid w:val="006509DC"/>
    <w:rsid w:val="00652FDC"/>
    <w:rsid w:val="00672CBA"/>
    <w:rsid w:val="006749E3"/>
    <w:rsid w:val="006815AC"/>
    <w:rsid w:val="006833F1"/>
    <w:rsid w:val="00687562"/>
    <w:rsid w:val="00690067"/>
    <w:rsid w:val="00690B46"/>
    <w:rsid w:val="006A0CF0"/>
    <w:rsid w:val="006B7DBE"/>
    <w:rsid w:val="006D2CA0"/>
    <w:rsid w:val="006F6E80"/>
    <w:rsid w:val="0070108C"/>
    <w:rsid w:val="007019E5"/>
    <w:rsid w:val="0072271F"/>
    <w:rsid w:val="00764882"/>
    <w:rsid w:val="007671D6"/>
    <w:rsid w:val="00771FC5"/>
    <w:rsid w:val="00782286"/>
    <w:rsid w:val="007920BA"/>
    <w:rsid w:val="00793A1A"/>
    <w:rsid w:val="00794324"/>
    <w:rsid w:val="0079630A"/>
    <w:rsid w:val="007A33D5"/>
    <w:rsid w:val="007B6784"/>
    <w:rsid w:val="007B7F45"/>
    <w:rsid w:val="0080000F"/>
    <w:rsid w:val="0080796B"/>
    <w:rsid w:val="0081530B"/>
    <w:rsid w:val="00824E40"/>
    <w:rsid w:val="008536DF"/>
    <w:rsid w:val="00857A1A"/>
    <w:rsid w:val="0086093E"/>
    <w:rsid w:val="00865124"/>
    <w:rsid w:val="00865CA8"/>
    <w:rsid w:val="00871C7C"/>
    <w:rsid w:val="008A0B93"/>
    <w:rsid w:val="008A5587"/>
    <w:rsid w:val="008B136A"/>
    <w:rsid w:val="008B302A"/>
    <w:rsid w:val="008B5DDA"/>
    <w:rsid w:val="008C0E7A"/>
    <w:rsid w:val="008D2748"/>
    <w:rsid w:val="008D424D"/>
    <w:rsid w:val="008D4295"/>
    <w:rsid w:val="008D6925"/>
    <w:rsid w:val="008E1ED4"/>
    <w:rsid w:val="008E3C3D"/>
    <w:rsid w:val="008F6A05"/>
    <w:rsid w:val="008F7EBB"/>
    <w:rsid w:val="009144AA"/>
    <w:rsid w:val="00915381"/>
    <w:rsid w:val="009177C7"/>
    <w:rsid w:val="00917AE8"/>
    <w:rsid w:val="009261E2"/>
    <w:rsid w:val="00937081"/>
    <w:rsid w:val="009440E2"/>
    <w:rsid w:val="00956C96"/>
    <w:rsid w:val="00957793"/>
    <w:rsid w:val="009675A2"/>
    <w:rsid w:val="0098750C"/>
    <w:rsid w:val="00993DE0"/>
    <w:rsid w:val="009B4232"/>
    <w:rsid w:val="009B51A3"/>
    <w:rsid w:val="009B5954"/>
    <w:rsid w:val="009C0143"/>
    <w:rsid w:val="009C0876"/>
    <w:rsid w:val="009C7F59"/>
    <w:rsid w:val="009E3FC9"/>
    <w:rsid w:val="009E58FA"/>
    <w:rsid w:val="00A00755"/>
    <w:rsid w:val="00A01328"/>
    <w:rsid w:val="00A1798F"/>
    <w:rsid w:val="00A365D5"/>
    <w:rsid w:val="00A4010C"/>
    <w:rsid w:val="00A46DB9"/>
    <w:rsid w:val="00A55381"/>
    <w:rsid w:val="00A56770"/>
    <w:rsid w:val="00A70055"/>
    <w:rsid w:val="00A70FB9"/>
    <w:rsid w:val="00A84577"/>
    <w:rsid w:val="00A87542"/>
    <w:rsid w:val="00A90058"/>
    <w:rsid w:val="00A90D92"/>
    <w:rsid w:val="00AA2848"/>
    <w:rsid w:val="00AA665E"/>
    <w:rsid w:val="00AC41AA"/>
    <w:rsid w:val="00AD6008"/>
    <w:rsid w:val="00B06E1C"/>
    <w:rsid w:val="00B13651"/>
    <w:rsid w:val="00B6084E"/>
    <w:rsid w:val="00B709E7"/>
    <w:rsid w:val="00B91BB5"/>
    <w:rsid w:val="00B958D6"/>
    <w:rsid w:val="00BA1D27"/>
    <w:rsid w:val="00BA4997"/>
    <w:rsid w:val="00BB0A7C"/>
    <w:rsid w:val="00BB1222"/>
    <w:rsid w:val="00BB740C"/>
    <w:rsid w:val="00BE36DF"/>
    <w:rsid w:val="00BF7BA7"/>
    <w:rsid w:val="00C13412"/>
    <w:rsid w:val="00C15127"/>
    <w:rsid w:val="00C22835"/>
    <w:rsid w:val="00C305A4"/>
    <w:rsid w:val="00C37667"/>
    <w:rsid w:val="00C4270C"/>
    <w:rsid w:val="00C51946"/>
    <w:rsid w:val="00C54AC0"/>
    <w:rsid w:val="00C556D3"/>
    <w:rsid w:val="00C55D41"/>
    <w:rsid w:val="00C64425"/>
    <w:rsid w:val="00C75BCD"/>
    <w:rsid w:val="00C95A2A"/>
    <w:rsid w:val="00CA1DB3"/>
    <w:rsid w:val="00CD4A50"/>
    <w:rsid w:val="00CF2787"/>
    <w:rsid w:val="00CF7CD8"/>
    <w:rsid w:val="00D005B5"/>
    <w:rsid w:val="00D03AD8"/>
    <w:rsid w:val="00D0539A"/>
    <w:rsid w:val="00D24BC5"/>
    <w:rsid w:val="00D31806"/>
    <w:rsid w:val="00D32DCC"/>
    <w:rsid w:val="00D6083B"/>
    <w:rsid w:val="00D64206"/>
    <w:rsid w:val="00D72405"/>
    <w:rsid w:val="00D724D2"/>
    <w:rsid w:val="00D92D90"/>
    <w:rsid w:val="00D95C89"/>
    <w:rsid w:val="00DB7E1D"/>
    <w:rsid w:val="00DC0568"/>
    <w:rsid w:val="00DC05ED"/>
    <w:rsid w:val="00DD1B4B"/>
    <w:rsid w:val="00DE3132"/>
    <w:rsid w:val="00DF0E70"/>
    <w:rsid w:val="00E04EF2"/>
    <w:rsid w:val="00E22BBA"/>
    <w:rsid w:val="00E2563E"/>
    <w:rsid w:val="00E63DB0"/>
    <w:rsid w:val="00E71028"/>
    <w:rsid w:val="00EA4954"/>
    <w:rsid w:val="00EA7D22"/>
    <w:rsid w:val="00EB2194"/>
    <w:rsid w:val="00EE7F0E"/>
    <w:rsid w:val="00F0246E"/>
    <w:rsid w:val="00F026FD"/>
    <w:rsid w:val="00F107C7"/>
    <w:rsid w:val="00F12C20"/>
    <w:rsid w:val="00F1563D"/>
    <w:rsid w:val="00F34A2E"/>
    <w:rsid w:val="00F635DC"/>
    <w:rsid w:val="00F64F39"/>
    <w:rsid w:val="00F9195E"/>
    <w:rsid w:val="00FA025F"/>
    <w:rsid w:val="00FB1552"/>
    <w:rsid w:val="00FB1BBF"/>
    <w:rsid w:val="00FB78E0"/>
    <w:rsid w:val="00FD4034"/>
    <w:rsid w:val="00FD5A19"/>
    <w:rsid w:val="00FE1D38"/>
    <w:rsid w:val="00FE22EE"/>
    <w:rsid w:val="00FE6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394"/>
  </w:style>
  <w:style w:type="paragraph" w:styleId="1">
    <w:name w:val="heading 1"/>
    <w:basedOn w:val="a"/>
    <w:next w:val="a"/>
    <w:qFormat/>
    <w:rsid w:val="00271394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271394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271394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7139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71394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271394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271394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basedOn w:val="a"/>
    <w:rsid w:val="00271394"/>
    <w:pPr>
      <w:framePr w:hSpace="181" w:vSpace="181" w:wrap="notBeside" w:vAnchor="text" w:hAnchor="text" w:y="1" w:anchorLock="1"/>
      <w:ind w:right="5387"/>
      <w:jc w:val="both"/>
    </w:pPr>
    <w:rPr>
      <w:sz w:val="28"/>
    </w:rPr>
  </w:style>
  <w:style w:type="paragraph" w:customStyle="1" w:styleId="Noeeu2">
    <w:name w:val="Noeeu2"/>
    <w:basedOn w:val="a"/>
    <w:rsid w:val="00271394"/>
    <w:pPr>
      <w:ind w:firstLine="567"/>
      <w:jc w:val="both"/>
    </w:pPr>
    <w:rPr>
      <w:sz w:val="28"/>
    </w:rPr>
  </w:style>
  <w:style w:type="paragraph" w:styleId="a3">
    <w:name w:val="Body Text"/>
    <w:basedOn w:val="a"/>
    <w:rsid w:val="00271394"/>
    <w:rPr>
      <w:i/>
    </w:rPr>
  </w:style>
  <w:style w:type="paragraph" w:styleId="a4">
    <w:name w:val="Title"/>
    <w:basedOn w:val="a"/>
    <w:qFormat/>
    <w:rsid w:val="00271394"/>
    <w:pPr>
      <w:jc w:val="center"/>
    </w:pPr>
    <w:rPr>
      <w:b/>
      <w:sz w:val="24"/>
    </w:rPr>
  </w:style>
  <w:style w:type="paragraph" w:styleId="a5">
    <w:name w:val="header"/>
    <w:basedOn w:val="a"/>
    <w:link w:val="a6"/>
    <w:uiPriority w:val="99"/>
    <w:rsid w:val="002713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71394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271394"/>
    <w:rPr>
      <w:sz w:val="28"/>
    </w:rPr>
  </w:style>
  <w:style w:type="table" w:styleId="a8">
    <w:name w:val="Table Grid"/>
    <w:basedOn w:val="a1"/>
    <w:rsid w:val="008D2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9B4232"/>
  </w:style>
  <w:style w:type="paragraph" w:customStyle="1" w:styleId="a9">
    <w:name w:val="Знак"/>
    <w:basedOn w:val="a"/>
    <w:rsid w:val="00915381"/>
    <w:pPr>
      <w:spacing w:after="160" w:line="240" w:lineRule="exact"/>
    </w:pPr>
    <w:rPr>
      <w:rFonts w:ascii="Verdana" w:hAnsi="Verdana"/>
      <w:lang w:val="en-US" w:eastAsia="en-US"/>
    </w:rPr>
  </w:style>
  <w:style w:type="character" w:styleId="aa">
    <w:name w:val="page number"/>
    <w:basedOn w:val="a0"/>
    <w:rsid w:val="004D7D89"/>
  </w:style>
  <w:style w:type="paragraph" w:customStyle="1" w:styleId="ab">
    <w:name w:val="Знак Знак Знак Знак Знак Знак Знак Знак Знак Знак Знак Знак Знак"/>
    <w:basedOn w:val="a"/>
    <w:rsid w:val="005C2E7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926;n=69632;fld=134;dst=10038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926;n=69648;fld=134;dst=10057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926;n=70195;fld=134;dst=100009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ss\&#1052;&#1086;&#1080;%20&#1076;&#1086;&#1082;&#1091;&#1084;&#1077;&#1085;&#1090;&#1099;\&#1087;&#1086;&#1089;&#1090;&#1072;&#1085;&#1086;&#1074;&#1083;&#1077;&#1085;&#1080;&#1103;\&#1055;&#1086;&#1089;&#1090;&#1072;&#1085;&#1086;&#1074;&#1083;&#1077;&#1085;&#1080;&#1103;%20&#1087;&#1088;&#1086;&#1084;.%20&#1086;&#1073;&#1098;&#1077;&#1082;&#1090;&#1099;%202006\&#1087;&#1088;&#1077;&#1076;&#1086;&#1089;&#1090;%20%20&#1064;&#1082;&#1086;&#1083;&#1072;%20&#8470;7%20&#1074;%2013%20&#1084;&#1082;&#1088;%20%20%20&#1073;&#1077;&#1089;&#1089;&#1088;&#1086;&#1095;&#1085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предост  Школа №7 в 13 мкр   бессрочное</Template>
  <TotalTime>31</TotalTime>
  <Pages>2</Pages>
  <Words>393</Words>
  <Characters>2241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Авиаперевозки</Company>
  <LinksUpToDate>false</LinksUpToDate>
  <CharactersWithSpaces>2629</CharactersWithSpaces>
  <SharedDoc>false</SharedDoc>
  <HLinks>
    <vt:vector size="18" baseType="variant">
      <vt:variant>
        <vt:i4>524304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consultantplus://offline/main?base=RLAW926;n=70195;fld=134;dst=100009</vt:lpwstr>
      </vt:variant>
      <vt:variant>
        <vt:lpwstr/>
      </vt:variant>
      <vt:variant>
        <vt:i4>65552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consultantplus://offline/main?base=RLAW926;n=69632;fld=134;dst=100381</vt:lpwstr>
      </vt:variant>
      <vt:variant>
        <vt:lpwstr/>
      </vt:variant>
      <vt:variant>
        <vt:i4>262161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consultantplus://offline/main?base=RLAW926;n=69648;fld=134;dst=100573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mash_buro</cp:lastModifiedBy>
  <cp:revision>11</cp:revision>
  <cp:lastPrinted>2012-10-30T08:16:00Z</cp:lastPrinted>
  <dcterms:created xsi:type="dcterms:W3CDTF">2012-09-25T08:22:00Z</dcterms:created>
  <dcterms:modified xsi:type="dcterms:W3CDTF">2012-11-14T11:31:00Z</dcterms:modified>
</cp:coreProperties>
</file>