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E46" w:rsidRPr="00AE13EC" w:rsidRDefault="007F0E46" w:rsidP="00FB1F17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Копия Герб со штриховкой" style="width:63pt;height:81pt;visibility:visible">
            <v:imagedata r:id="rId7" o:title=""/>
          </v:shape>
        </w:pict>
      </w:r>
    </w:p>
    <w:p w:rsidR="007F0E46" w:rsidRPr="00AE13EC" w:rsidRDefault="007F0E46" w:rsidP="00FB1F17">
      <w:pPr>
        <w:jc w:val="center"/>
      </w:pPr>
    </w:p>
    <w:p w:rsidR="007F0E46" w:rsidRPr="00AE13EC" w:rsidRDefault="007F0E46" w:rsidP="00FB1F17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ГЛАВА ГОРОДА НЕФТЕЮГАНСКА</w:t>
      </w:r>
    </w:p>
    <w:p w:rsidR="007F0E46" w:rsidRPr="00AE13EC" w:rsidRDefault="007F0E46" w:rsidP="00FB1F17">
      <w:pPr>
        <w:jc w:val="center"/>
      </w:pPr>
    </w:p>
    <w:p w:rsidR="007F0E46" w:rsidRPr="0039394F" w:rsidRDefault="007F0E46" w:rsidP="00FB1F17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7F0E46" w:rsidRDefault="007F0E46" w:rsidP="00E91E1E"/>
    <w:p w:rsidR="007F0E46" w:rsidRPr="00AE13EC" w:rsidRDefault="007F0E46" w:rsidP="00E91E1E"/>
    <w:p w:rsidR="007F0E46" w:rsidRDefault="007F0E46" w:rsidP="00824D9B">
      <w:pPr>
        <w:pStyle w:val="21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</w:t>
      </w:r>
      <w:r w:rsidRPr="00AE13EC">
        <w:rPr>
          <w:rFonts w:ascii="Times New Roman CYR" w:hAnsi="Times New Roman CYR" w:cs="Times New Roman CYR"/>
        </w:rPr>
        <w:t>т</w:t>
      </w:r>
      <w:r>
        <w:rPr>
          <w:rFonts w:ascii="Times New Roman CYR" w:hAnsi="Times New Roman CYR" w:cs="Times New Roman CYR"/>
        </w:rPr>
        <w:t xml:space="preserve"> 28.03.2013</w:t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  <w:t>№ 14-П</w:t>
      </w:r>
    </w:p>
    <w:p w:rsidR="007F0E46" w:rsidRDefault="007F0E46" w:rsidP="00F57DC2">
      <w:pPr>
        <w:pStyle w:val="21"/>
        <w:jc w:val="both"/>
        <w:rPr>
          <w:rFonts w:ascii="Times New Roman CYR" w:hAnsi="Times New Roman CYR" w:cs="Times New Roman CYR"/>
        </w:rPr>
      </w:pPr>
    </w:p>
    <w:p w:rsidR="007F0E46" w:rsidRDefault="007F0E46" w:rsidP="00F57DC2">
      <w:pPr>
        <w:pStyle w:val="21"/>
        <w:jc w:val="both"/>
        <w:rPr>
          <w:rFonts w:ascii="Times New Roman CYR" w:hAnsi="Times New Roman CYR" w:cs="Times New Roman CYR"/>
        </w:rPr>
      </w:pPr>
    </w:p>
    <w:p w:rsidR="007F0E46" w:rsidRDefault="007F0E46" w:rsidP="004C62CA">
      <w:pPr>
        <w:pStyle w:val="21"/>
        <w:jc w:val="both"/>
      </w:pPr>
      <w:r>
        <w:t>О внесении изменений</w:t>
      </w:r>
    </w:p>
    <w:p w:rsidR="007F0E46" w:rsidRDefault="007F0E46" w:rsidP="004C62CA">
      <w:pPr>
        <w:pStyle w:val="21"/>
        <w:jc w:val="both"/>
      </w:pPr>
      <w:r>
        <w:t>в постановление главы города</w:t>
      </w:r>
    </w:p>
    <w:p w:rsidR="007F0E46" w:rsidRPr="004C62CA" w:rsidRDefault="007F0E46" w:rsidP="004C62CA">
      <w:pPr>
        <w:pStyle w:val="21"/>
        <w:jc w:val="both"/>
      </w:pPr>
      <w:r>
        <w:t>от 11.03.2013 № 11-П</w:t>
      </w:r>
    </w:p>
    <w:p w:rsidR="007F0E46" w:rsidRDefault="007F0E46" w:rsidP="004C62CA">
      <w:pPr>
        <w:pStyle w:val="21"/>
        <w:jc w:val="both"/>
      </w:pPr>
    </w:p>
    <w:p w:rsidR="007F0E46" w:rsidRPr="004C62CA" w:rsidRDefault="007F0E46" w:rsidP="004C62CA">
      <w:pPr>
        <w:pStyle w:val="21"/>
        <w:jc w:val="both"/>
      </w:pPr>
    </w:p>
    <w:p w:rsidR="007F0E46" w:rsidRDefault="007F0E46" w:rsidP="0017172D">
      <w:pPr>
        <w:ind w:firstLine="540"/>
        <w:jc w:val="both"/>
      </w:pPr>
      <w:r w:rsidRPr="004C62CA">
        <w:t>В соответствии со статьёй 7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 постановляю:</w:t>
      </w:r>
    </w:p>
    <w:p w:rsidR="007F0E46" w:rsidRPr="0017172D" w:rsidRDefault="007F0E46" w:rsidP="0017172D">
      <w:pPr>
        <w:ind w:firstLine="540"/>
        <w:jc w:val="both"/>
      </w:pPr>
      <w:r w:rsidRPr="004C62CA">
        <w:t>1.</w:t>
      </w:r>
      <w:r>
        <w:t>Внести изменение в постановление главы города от 11.03.2013 № 11-П «</w:t>
      </w:r>
      <w:r w:rsidRPr="004C62CA">
        <w:t>О котировочной комиссии по размещению заказов на поставки товаров, выполнение работ, оказание услуг для муниципальны</w:t>
      </w:r>
      <w:r>
        <w:t>х нужд Думы города Нефтеюганска» изменение, изложив приложение 2 в новой редакции согласно приложению.</w:t>
      </w:r>
    </w:p>
    <w:p w:rsidR="007F0E46" w:rsidRPr="004C62CA" w:rsidRDefault="007F0E46" w:rsidP="004C62CA">
      <w:pPr>
        <w:ind w:firstLine="540"/>
        <w:jc w:val="both"/>
      </w:pPr>
      <w:r>
        <w:t>2</w:t>
      </w:r>
      <w:r w:rsidRPr="004C62CA">
        <w:t>.</w:t>
      </w:r>
      <w:r>
        <w:t>Разместить постановление на официальном сайте органов местного самоуправления города Нефтеюганска в сети Интернет</w:t>
      </w:r>
      <w:r w:rsidRPr="004C62CA">
        <w:t>.</w:t>
      </w:r>
    </w:p>
    <w:p w:rsidR="007F0E46" w:rsidRPr="004C62CA" w:rsidRDefault="007F0E46" w:rsidP="004C62CA">
      <w:pPr>
        <w:ind w:firstLine="540"/>
        <w:jc w:val="both"/>
      </w:pPr>
      <w:r>
        <w:t>3</w:t>
      </w:r>
      <w:r w:rsidRPr="004C62CA">
        <w:t>.Контроль за выполнением постановления оставляю за собой.</w:t>
      </w:r>
    </w:p>
    <w:p w:rsidR="007F0E46" w:rsidRPr="004C62CA" w:rsidRDefault="007F0E46" w:rsidP="004C62CA">
      <w:pPr>
        <w:ind w:firstLine="540"/>
        <w:jc w:val="both"/>
      </w:pPr>
    </w:p>
    <w:p w:rsidR="007F0E46" w:rsidRDefault="007F0E46" w:rsidP="004C62CA">
      <w:pPr>
        <w:ind w:firstLine="540"/>
        <w:jc w:val="both"/>
      </w:pPr>
    </w:p>
    <w:p w:rsidR="007F0E46" w:rsidRPr="004C62CA" w:rsidRDefault="007F0E46" w:rsidP="004C62CA">
      <w:pPr>
        <w:ind w:firstLine="540"/>
        <w:jc w:val="both"/>
      </w:pPr>
    </w:p>
    <w:p w:rsidR="007F0E46" w:rsidRPr="004C62CA" w:rsidRDefault="007F0E46" w:rsidP="00D54F8D">
      <w:pPr>
        <w:jc w:val="both"/>
      </w:pPr>
      <w:r w:rsidRPr="004C62CA">
        <w:t>Глава города</w:t>
      </w:r>
      <w:r w:rsidRPr="004C62CA">
        <w:tab/>
      </w:r>
      <w:r w:rsidRPr="004C62CA">
        <w:tab/>
      </w:r>
      <w:r w:rsidRPr="004C62CA">
        <w:tab/>
      </w:r>
      <w:r w:rsidRPr="004C62CA">
        <w:tab/>
      </w:r>
      <w:r w:rsidRPr="004C62CA">
        <w:tab/>
      </w:r>
      <w:r w:rsidRPr="004C62CA">
        <w:tab/>
      </w:r>
      <w:r>
        <w:tab/>
      </w:r>
      <w:r>
        <w:tab/>
        <w:t xml:space="preserve">         В.А.Бурчевский</w:t>
      </w:r>
    </w:p>
    <w:p w:rsidR="007F0E46" w:rsidRPr="004C62CA" w:rsidRDefault="007F0E46" w:rsidP="004C62CA">
      <w:pPr>
        <w:ind w:firstLine="540"/>
        <w:jc w:val="both"/>
      </w:pPr>
    </w:p>
    <w:p w:rsidR="007F0E46" w:rsidRPr="004C62CA" w:rsidRDefault="007F0E46" w:rsidP="004C62CA">
      <w:pPr>
        <w:ind w:firstLine="540"/>
        <w:jc w:val="both"/>
      </w:pPr>
    </w:p>
    <w:p w:rsidR="007F0E46" w:rsidRPr="004C62CA" w:rsidRDefault="007F0E46" w:rsidP="004C62CA">
      <w:pPr>
        <w:ind w:firstLine="540"/>
        <w:jc w:val="both"/>
      </w:pPr>
    </w:p>
    <w:p w:rsidR="007F0E46" w:rsidRPr="004C62CA" w:rsidRDefault="007F0E46" w:rsidP="004C62CA">
      <w:pPr>
        <w:ind w:firstLine="540"/>
        <w:jc w:val="both"/>
      </w:pPr>
    </w:p>
    <w:p w:rsidR="007F0E46" w:rsidRPr="004C62CA" w:rsidRDefault="007F0E46" w:rsidP="004C62CA">
      <w:pPr>
        <w:ind w:firstLine="540"/>
        <w:jc w:val="both"/>
      </w:pPr>
    </w:p>
    <w:p w:rsidR="007F0E46" w:rsidRDefault="007F0E46" w:rsidP="004C62CA">
      <w:pPr>
        <w:ind w:firstLine="540"/>
        <w:jc w:val="both"/>
      </w:pPr>
    </w:p>
    <w:p w:rsidR="007F0E46" w:rsidRDefault="007F0E46" w:rsidP="004C62CA">
      <w:pPr>
        <w:ind w:firstLine="540"/>
        <w:jc w:val="both"/>
      </w:pPr>
    </w:p>
    <w:p w:rsidR="007F0E46" w:rsidRPr="004C62CA" w:rsidRDefault="007F0E46" w:rsidP="004C62CA">
      <w:pPr>
        <w:ind w:firstLine="540"/>
        <w:jc w:val="both"/>
      </w:pPr>
    </w:p>
    <w:p w:rsidR="007F0E46" w:rsidRPr="00467114" w:rsidRDefault="007F0E46" w:rsidP="00467114">
      <w:pPr>
        <w:jc w:val="both"/>
        <w:rPr>
          <w:sz w:val="24"/>
          <w:szCs w:val="24"/>
        </w:rPr>
      </w:pPr>
      <w:r w:rsidRPr="00467114">
        <w:rPr>
          <w:sz w:val="24"/>
          <w:szCs w:val="24"/>
        </w:rPr>
        <w:t>С.С.Шугаев</w:t>
      </w:r>
    </w:p>
    <w:p w:rsidR="007F0E46" w:rsidRPr="00467114" w:rsidRDefault="007F0E46" w:rsidP="00467114">
      <w:pPr>
        <w:jc w:val="both"/>
        <w:rPr>
          <w:sz w:val="24"/>
          <w:szCs w:val="24"/>
        </w:rPr>
      </w:pPr>
      <w:r w:rsidRPr="00467114">
        <w:rPr>
          <w:sz w:val="24"/>
          <w:szCs w:val="24"/>
        </w:rPr>
        <w:t>22 12 52</w:t>
      </w:r>
    </w:p>
    <w:p w:rsidR="007F0E46" w:rsidRPr="004C62CA" w:rsidRDefault="007F0E46" w:rsidP="003B46F9">
      <w:pPr>
        <w:ind w:firstLine="5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Приложение</w:t>
      </w:r>
    </w:p>
    <w:p w:rsidR="007F0E46" w:rsidRPr="004C62CA" w:rsidRDefault="007F0E46" w:rsidP="003B46F9">
      <w:pPr>
        <w:ind w:firstLine="5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4C62CA">
        <w:t xml:space="preserve">к постановлению </w:t>
      </w:r>
      <w:r>
        <w:t>главы города</w:t>
      </w:r>
    </w:p>
    <w:p w:rsidR="007F0E46" w:rsidRPr="004C62CA" w:rsidRDefault="007F0E46" w:rsidP="003B46F9">
      <w:pPr>
        <w:ind w:firstLine="5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4C62CA">
        <w:t xml:space="preserve">от </w:t>
      </w:r>
      <w:r>
        <w:t>_______________</w:t>
      </w:r>
      <w:r w:rsidRPr="004C62CA">
        <w:t xml:space="preserve"> № </w:t>
      </w:r>
      <w:r>
        <w:t>____-П</w:t>
      </w:r>
    </w:p>
    <w:p w:rsidR="007F0E46" w:rsidRDefault="007F0E46" w:rsidP="004C62CA">
      <w:pPr>
        <w:ind w:firstLine="540"/>
        <w:jc w:val="both"/>
      </w:pPr>
    </w:p>
    <w:p w:rsidR="007F0E46" w:rsidRDefault="007F0E46" w:rsidP="004C62CA">
      <w:pPr>
        <w:ind w:firstLine="540"/>
        <w:jc w:val="both"/>
      </w:pPr>
    </w:p>
    <w:p w:rsidR="007F0E46" w:rsidRDefault="007F0E46" w:rsidP="00184947">
      <w:pPr>
        <w:jc w:val="center"/>
      </w:pPr>
      <w:r>
        <w:t>Состав</w:t>
      </w:r>
    </w:p>
    <w:p w:rsidR="007F0E46" w:rsidRPr="004C62CA" w:rsidRDefault="007F0E46" w:rsidP="00184947">
      <w:pPr>
        <w:jc w:val="center"/>
      </w:pPr>
      <w:r w:rsidRPr="004C62CA">
        <w:t>котировочной комиссии по размещению заказов на поставки товаров, выполнение работ, оказание услуг для муниципальных нужд Думы города Нефтеюганска</w:t>
      </w:r>
    </w:p>
    <w:p w:rsidR="007F0E46" w:rsidRDefault="007F0E46" w:rsidP="004C62CA">
      <w:pPr>
        <w:ind w:firstLine="540"/>
        <w:jc w:val="both"/>
      </w:pPr>
    </w:p>
    <w:p w:rsidR="007F0E46" w:rsidRDefault="007F0E46" w:rsidP="004C62CA">
      <w:pPr>
        <w:ind w:firstLine="540"/>
        <w:jc w:val="both"/>
      </w:pPr>
    </w:p>
    <w:tbl>
      <w:tblPr>
        <w:tblW w:w="10485" w:type="dxa"/>
        <w:tblInd w:w="-106" w:type="dxa"/>
        <w:tblLook w:val="00A0"/>
      </w:tblPr>
      <w:tblGrid>
        <w:gridCol w:w="3591"/>
        <w:gridCol w:w="6894"/>
      </w:tblGrid>
      <w:tr w:rsidR="007F0E46" w:rsidRPr="00F32F83">
        <w:trPr>
          <w:trHeight w:val="360"/>
        </w:trPr>
        <w:tc>
          <w:tcPr>
            <w:tcW w:w="3591" w:type="dxa"/>
          </w:tcPr>
          <w:p w:rsidR="007F0E46" w:rsidRPr="00F32F83" w:rsidRDefault="007F0E46" w:rsidP="00D07140">
            <w:pPr>
              <w:pStyle w:val="21"/>
              <w:tabs>
                <w:tab w:val="left" w:pos="1160"/>
              </w:tabs>
              <w:jc w:val="both"/>
            </w:pPr>
            <w:r w:rsidRPr="00F32F83">
              <w:t>Бур</w:t>
            </w:r>
            <w:r>
              <w:t>чевский В.А.</w:t>
            </w:r>
          </w:p>
          <w:p w:rsidR="007F0E46" w:rsidRPr="00F32F83" w:rsidRDefault="007F0E46" w:rsidP="00D07140">
            <w:pPr>
              <w:pStyle w:val="21"/>
              <w:tabs>
                <w:tab w:val="left" w:pos="1160"/>
              </w:tabs>
              <w:jc w:val="both"/>
            </w:pPr>
          </w:p>
        </w:tc>
        <w:tc>
          <w:tcPr>
            <w:tcW w:w="6894" w:type="dxa"/>
          </w:tcPr>
          <w:p w:rsidR="007F0E46" w:rsidRPr="00F32F83" w:rsidRDefault="007F0E46" w:rsidP="00D07140">
            <w:pPr>
              <w:pStyle w:val="21"/>
              <w:tabs>
                <w:tab w:val="left" w:pos="1160"/>
              </w:tabs>
              <w:jc w:val="both"/>
            </w:pPr>
            <w:r w:rsidRPr="00F32F83">
              <w:t>-глава города</w:t>
            </w:r>
            <w:r>
              <w:t xml:space="preserve"> Нефтеюганска</w:t>
            </w:r>
            <w:r w:rsidRPr="00F32F83">
              <w:t xml:space="preserve">, председатель </w:t>
            </w:r>
            <w:r>
              <w:t>Комиссии</w:t>
            </w:r>
          </w:p>
        </w:tc>
      </w:tr>
      <w:tr w:rsidR="007F0E46" w:rsidRPr="00F32F83">
        <w:trPr>
          <w:trHeight w:val="360"/>
        </w:trPr>
        <w:tc>
          <w:tcPr>
            <w:tcW w:w="3591" w:type="dxa"/>
          </w:tcPr>
          <w:p w:rsidR="007F0E46" w:rsidRPr="00F32F83" w:rsidRDefault="007F0E46" w:rsidP="00D07140">
            <w:pPr>
              <w:pStyle w:val="21"/>
              <w:tabs>
                <w:tab w:val="left" w:pos="1160"/>
              </w:tabs>
              <w:jc w:val="both"/>
            </w:pPr>
            <w:r>
              <w:t>Белоконь А.А.</w:t>
            </w:r>
          </w:p>
        </w:tc>
        <w:tc>
          <w:tcPr>
            <w:tcW w:w="6894" w:type="dxa"/>
          </w:tcPr>
          <w:p w:rsidR="007F0E46" w:rsidRPr="00F32F83" w:rsidRDefault="007F0E46" w:rsidP="00D07140">
            <w:pPr>
              <w:pStyle w:val="21"/>
              <w:tabs>
                <w:tab w:val="left" w:pos="1160"/>
              </w:tabs>
              <w:jc w:val="both"/>
            </w:pPr>
            <w:r>
              <w:t>-заместитель председателя Думы города Нефтеюганска, заместитель председателя Комиссии</w:t>
            </w:r>
          </w:p>
        </w:tc>
      </w:tr>
      <w:tr w:rsidR="007F0E46" w:rsidRPr="00F32F83">
        <w:trPr>
          <w:trHeight w:val="360"/>
        </w:trPr>
        <w:tc>
          <w:tcPr>
            <w:tcW w:w="3591" w:type="dxa"/>
          </w:tcPr>
          <w:p w:rsidR="007F0E46" w:rsidRDefault="007F0E46" w:rsidP="00D07140">
            <w:pPr>
              <w:pStyle w:val="21"/>
              <w:tabs>
                <w:tab w:val="left" w:pos="1160"/>
              </w:tabs>
              <w:jc w:val="both"/>
            </w:pPr>
            <w:r>
              <w:t>Калаганова А.М.</w:t>
            </w:r>
          </w:p>
        </w:tc>
        <w:tc>
          <w:tcPr>
            <w:tcW w:w="6894" w:type="dxa"/>
          </w:tcPr>
          <w:p w:rsidR="007F0E46" w:rsidRDefault="007F0E46" w:rsidP="00D07140">
            <w:pPr>
              <w:pStyle w:val="21"/>
              <w:tabs>
                <w:tab w:val="left" w:pos="1160"/>
              </w:tabs>
              <w:jc w:val="both"/>
            </w:pPr>
            <w:r>
              <w:t xml:space="preserve">-начальник информационно-аналитического отдела аппарата Думы города Нефтеюганска, секретарь Комиссии </w:t>
            </w:r>
          </w:p>
        </w:tc>
      </w:tr>
      <w:tr w:rsidR="007F0E46" w:rsidRPr="00F32F83">
        <w:trPr>
          <w:trHeight w:val="360"/>
        </w:trPr>
        <w:tc>
          <w:tcPr>
            <w:tcW w:w="3591" w:type="dxa"/>
          </w:tcPr>
          <w:p w:rsidR="007F0E46" w:rsidRPr="00755BE6" w:rsidRDefault="007F0E46" w:rsidP="00D07140">
            <w:pPr>
              <w:pStyle w:val="21"/>
              <w:tabs>
                <w:tab w:val="left" w:pos="1160"/>
              </w:tabs>
              <w:jc w:val="both"/>
            </w:pPr>
            <w:r>
              <w:t>Члены Комиссии:</w:t>
            </w:r>
          </w:p>
        </w:tc>
        <w:tc>
          <w:tcPr>
            <w:tcW w:w="6894" w:type="dxa"/>
          </w:tcPr>
          <w:p w:rsidR="007F0E46" w:rsidRDefault="007F0E46" w:rsidP="00D07140">
            <w:pPr>
              <w:pStyle w:val="21"/>
              <w:tabs>
                <w:tab w:val="left" w:pos="1160"/>
              </w:tabs>
              <w:jc w:val="both"/>
            </w:pPr>
          </w:p>
        </w:tc>
      </w:tr>
      <w:tr w:rsidR="007F0E46" w:rsidRPr="00F32F83">
        <w:trPr>
          <w:trHeight w:val="360"/>
        </w:trPr>
        <w:tc>
          <w:tcPr>
            <w:tcW w:w="3591" w:type="dxa"/>
          </w:tcPr>
          <w:p w:rsidR="007F0E46" w:rsidRPr="00F32F83" w:rsidRDefault="007F0E46" w:rsidP="00D07140">
            <w:pPr>
              <w:pStyle w:val="21"/>
              <w:tabs>
                <w:tab w:val="left" w:pos="1160"/>
              </w:tabs>
              <w:jc w:val="both"/>
            </w:pPr>
            <w:r>
              <w:t>Хресталюбова А.Г.</w:t>
            </w:r>
          </w:p>
          <w:p w:rsidR="007F0E46" w:rsidRDefault="007F0E46" w:rsidP="00D07140">
            <w:pPr>
              <w:pStyle w:val="21"/>
              <w:tabs>
                <w:tab w:val="left" w:pos="1160"/>
              </w:tabs>
              <w:jc w:val="both"/>
            </w:pPr>
          </w:p>
          <w:p w:rsidR="007F0E46" w:rsidRDefault="007F0E46" w:rsidP="00D07140">
            <w:pPr>
              <w:pStyle w:val="21"/>
              <w:tabs>
                <w:tab w:val="left" w:pos="1160"/>
              </w:tabs>
              <w:jc w:val="both"/>
            </w:pPr>
            <w:r>
              <w:t>Индина А.Г.</w:t>
            </w:r>
          </w:p>
          <w:p w:rsidR="007F0E46" w:rsidRDefault="007F0E46" w:rsidP="00D07140">
            <w:pPr>
              <w:pStyle w:val="21"/>
              <w:tabs>
                <w:tab w:val="left" w:pos="1160"/>
              </w:tabs>
              <w:jc w:val="both"/>
            </w:pPr>
          </w:p>
          <w:p w:rsidR="007F0E46" w:rsidRDefault="007F0E46" w:rsidP="00D07140">
            <w:pPr>
              <w:pStyle w:val="21"/>
              <w:tabs>
                <w:tab w:val="left" w:pos="1160"/>
              </w:tabs>
              <w:jc w:val="both"/>
            </w:pPr>
            <w:r>
              <w:t>Захарова Н.А.</w:t>
            </w:r>
          </w:p>
          <w:p w:rsidR="007F0E46" w:rsidRDefault="007F0E46" w:rsidP="00D07140">
            <w:pPr>
              <w:pStyle w:val="21"/>
              <w:tabs>
                <w:tab w:val="left" w:pos="1160"/>
              </w:tabs>
              <w:jc w:val="both"/>
            </w:pPr>
          </w:p>
          <w:p w:rsidR="007F0E46" w:rsidRPr="00F32F83" w:rsidRDefault="007F0E46" w:rsidP="00D07140">
            <w:pPr>
              <w:pStyle w:val="21"/>
              <w:tabs>
                <w:tab w:val="left" w:pos="1160"/>
              </w:tabs>
              <w:jc w:val="both"/>
            </w:pPr>
            <w:r>
              <w:t>Шугаев С.С.</w:t>
            </w:r>
          </w:p>
        </w:tc>
        <w:tc>
          <w:tcPr>
            <w:tcW w:w="6894" w:type="dxa"/>
          </w:tcPr>
          <w:p w:rsidR="007F0E46" w:rsidRDefault="007F0E46" w:rsidP="00D07140">
            <w:pPr>
              <w:pStyle w:val="21"/>
              <w:tabs>
                <w:tab w:val="left" w:pos="1160"/>
              </w:tabs>
              <w:jc w:val="both"/>
            </w:pPr>
            <w:r>
              <w:t>-руководитель аппарата Думы города Нефтеюганска</w:t>
            </w:r>
          </w:p>
          <w:p w:rsidR="007F0E46" w:rsidRPr="005F767D" w:rsidRDefault="007F0E46" w:rsidP="00D07140">
            <w:pPr>
              <w:pStyle w:val="21"/>
              <w:tabs>
                <w:tab w:val="left" w:pos="1160"/>
              </w:tabs>
              <w:jc w:val="both"/>
            </w:pPr>
          </w:p>
          <w:p w:rsidR="007F0E46" w:rsidRDefault="007F0E46" w:rsidP="00D07140">
            <w:pPr>
              <w:pStyle w:val="21"/>
              <w:tabs>
                <w:tab w:val="left" w:pos="1160"/>
              </w:tabs>
              <w:jc w:val="both"/>
            </w:pPr>
            <w:r>
              <w:t>-помощник главы города Нефтеюганска</w:t>
            </w:r>
          </w:p>
          <w:p w:rsidR="007F0E46" w:rsidRDefault="007F0E46" w:rsidP="00D07140">
            <w:pPr>
              <w:pStyle w:val="21"/>
              <w:tabs>
                <w:tab w:val="left" w:pos="1160"/>
              </w:tabs>
              <w:jc w:val="both"/>
            </w:pPr>
          </w:p>
          <w:p w:rsidR="007F0E46" w:rsidRDefault="007F0E46" w:rsidP="00D07140">
            <w:pPr>
              <w:pStyle w:val="21"/>
              <w:tabs>
                <w:tab w:val="left" w:pos="1160"/>
              </w:tabs>
              <w:jc w:val="both"/>
            </w:pPr>
            <w:r>
              <w:t>-пресс-секретарь главы города Нефтеюганска</w:t>
            </w:r>
          </w:p>
          <w:p w:rsidR="007F0E46" w:rsidRDefault="007F0E46" w:rsidP="00D07140">
            <w:pPr>
              <w:pStyle w:val="21"/>
              <w:tabs>
                <w:tab w:val="left" w:pos="1160"/>
              </w:tabs>
              <w:jc w:val="both"/>
            </w:pPr>
          </w:p>
          <w:p w:rsidR="007F0E46" w:rsidRPr="005F13D0" w:rsidRDefault="007F0E46" w:rsidP="005F13D0">
            <w:pPr>
              <w:pStyle w:val="21"/>
              <w:tabs>
                <w:tab w:val="left" w:pos="1160"/>
              </w:tabs>
              <w:jc w:val="both"/>
            </w:pPr>
            <w:r>
              <w:t>-начальник отдела правовой и кадровой работы аппарата Думы города Нефтеюганска</w:t>
            </w:r>
          </w:p>
        </w:tc>
      </w:tr>
    </w:tbl>
    <w:p w:rsidR="007F0E46" w:rsidRPr="004C62CA" w:rsidRDefault="007F0E46" w:rsidP="003B5916">
      <w:pPr>
        <w:jc w:val="both"/>
      </w:pPr>
    </w:p>
    <w:sectPr w:rsidR="007F0E46" w:rsidRPr="004C62CA" w:rsidSect="0017172D">
      <w:headerReference w:type="default" r:id="rId8"/>
      <w:pgSz w:w="11906" w:h="16838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E46" w:rsidRDefault="007F0E46">
      <w:r>
        <w:separator/>
      </w:r>
    </w:p>
  </w:endnote>
  <w:endnote w:type="continuationSeparator" w:id="0">
    <w:p w:rsidR="007F0E46" w:rsidRDefault="007F0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E46" w:rsidRDefault="007F0E46">
      <w:r>
        <w:separator/>
      </w:r>
    </w:p>
  </w:footnote>
  <w:footnote w:type="continuationSeparator" w:id="0">
    <w:p w:rsidR="007F0E46" w:rsidRDefault="007F0E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E46" w:rsidRPr="00EF5293" w:rsidRDefault="007F0E46" w:rsidP="00E5465E">
    <w:pPr>
      <w:pStyle w:val="Header"/>
      <w:framePr w:wrap="auto" w:vAnchor="text" w:hAnchor="margin" w:xAlign="center" w:y="1"/>
      <w:rPr>
        <w:rStyle w:val="PageNumber"/>
        <w:sz w:val="24"/>
        <w:szCs w:val="24"/>
      </w:rPr>
    </w:pPr>
    <w:r w:rsidRPr="00EF5293">
      <w:rPr>
        <w:rStyle w:val="PageNumber"/>
        <w:sz w:val="24"/>
        <w:szCs w:val="24"/>
      </w:rPr>
      <w:fldChar w:fldCharType="begin"/>
    </w:r>
    <w:r w:rsidRPr="00EF5293">
      <w:rPr>
        <w:rStyle w:val="PageNumber"/>
        <w:sz w:val="24"/>
        <w:szCs w:val="24"/>
      </w:rPr>
      <w:instrText xml:space="preserve">PAGE  </w:instrText>
    </w:r>
    <w:r w:rsidRPr="00EF5293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2</w:t>
    </w:r>
    <w:r w:rsidRPr="00EF5293">
      <w:rPr>
        <w:rStyle w:val="PageNumber"/>
        <w:sz w:val="24"/>
        <w:szCs w:val="24"/>
      </w:rPr>
      <w:fldChar w:fldCharType="end"/>
    </w:r>
  </w:p>
  <w:p w:rsidR="007F0E46" w:rsidRDefault="007F0E4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D3262"/>
    <w:multiLevelType w:val="hybridMultilevel"/>
    <w:tmpl w:val="6678A8FA"/>
    <w:lvl w:ilvl="0" w:tplc="746A65B0">
      <w:start w:val="1"/>
      <w:numFmt w:val="decimal"/>
      <w:lvlText w:val="%1."/>
      <w:lvlJc w:val="left"/>
      <w:pPr>
        <w:tabs>
          <w:tab w:val="num" w:pos="1245"/>
        </w:tabs>
        <w:ind w:left="1245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5F8C51DF"/>
    <w:multiLevelType w:val="hybridMultilevel"/>
    <w:tmpl w:val="80280F1E"/>
    <w:lvl w:ilvl="0" w:tplc="117AC6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1B5B"/>
    <w:rsid w:val="0000036D"/>
    <w:rsid w:val="0001464C"/>
    <w:rsid w:val="00014C0D"/>
    <w:rsid w:val="00022831"/>
    <w:rsid w:val="00024803"/>
    <w:rsid w:val="000259B6"/>
    <w:rsid w:val="00046771"/>
    <w:rsid w:val="00051B98"/>
    <w:rsid w:val="00055940"/>
    <w:rsid w:val="00062389"/>
    <w:rsid w:val="00073991"/>
    <w:rsid w:val="00074685"/>
    <w:rsid w:val="00095194"/>
    <w:rsid w:val="000A336F"/>
    <w:rsid w:val="000A4052"/>
    <w:rsid w:val="000A579B"/>
    <w:rsid w:val="000C1709"/>
    <w:rsid w:val="000C6096"/>
    <w:rsid w:val="000C61D4"/>
    <w:rsid w:val="000D56BB"/>
    <w:rsid w:val="000D6E40"/>
    <w:rsid w:val="000E1BCD"/>
    <w:rsid w:val="000E672D"/>
    <w:rsid w:val="0011661B"/>
    <w:rsid w:val="00120ECC"/>
    <w:rsid w:val="00134D79"/>
    <w:rsid w:val="0014152E"/>
    <w:rsid w:val="0017172D"/>
    <w:rsid w:val="00176C58"/>
    <w:rsid w:val="00184947"/>
    <w:rsid w:val="0019522D"/>
    <w:rsid w:val="001B6F0D"/>
    <w:rsid w:val="001C2311"/>
    <w:rsid w:val="001C7C9F"/>
    <w:rsid w:val="001D12C1"/>
    <w:rsid w:val="001E46B6"/>
    <w:rsid w:val="001F20F6"/>
    <w:rsid w:val="001F2ECE"/>
    <w:rsid w:val="001F3705"/>
    <w:rsid w:val="001F48D4"/>
    <w:rsid w:val="0020297E"/>
    <w:rsid w:val="002102AA"/>
    <w:rsid w:val="00213DF1"/>
    <w:rsid w:val="00222C38"/>
    <w:rsid w:val="00230F45"/>
    <w:rsid w:val="002354B5"/>
    <w:rsid w:val="00236729"/>
    <w:rsid w:val="0024162F"/>
    <w:rsid w:val="002433EB"/>
    <w:rsid w:val="002455E6"/>
    <w:rsid w:val="002528E8"/>
    <w:rsid w:val="00257291"/>
    <w:rsid w:val="00280677"/>
    <w:rsid w:val="00281124"/>
    <w:rsid w:val="00282ABF"/>
    <w:rsid w:val="00283F05"/>
    <w:rsid w:val="0028502B"/>
    <w:rsid w:val="002A04E0"/>
    <w:rsid w:val="002A218A"/>
    <w:rsid w:val="002A4D0B"/>
    <w:rsid w:val="002B14F6"/>
    <w:rsid w:val="002C76AC"/>
    <w:rsid w:val="002D21FA"/>
    <w:rsid w:val="002D6DEB"/>
    <w:rsid w:val="002E03CD"/>
    <w:rsid w:val="00302277"/>
    <w:rsid w:val="00306770"/>
    <w:rsid w:val="00307CE6"/>
    <w:rsid w:val="00311A5F"/>
    <w:rsid w:val="00313C35"/>
    <w:rsid w:val="00314CE5"/>
    <w:rsid w:val="00317151"/>
    <w:rsid w:val="00322AF7"/>
    <w:rsid w:val="0032324A"/>
    <w:rsid w:val="00323B36"/>
    <w:rsid w:val="00324D0C"/>
    <w:rsid w:val="00330181"/>
    <w:rsid w:val="00331213"/>
    <w:rsid w:val="00340B00"/>
    <w:rsid w:val="00343587"/>
    <w:rsid w:val="00345F75"/>
    <w:rsid w:val="00353F95"/>
    <w:rsid w:val="0036297F"/>
    <w:rsid w:val="00382558"/>
    <w:rsid w:val="0039394F"/>
    <w:rsid w:val="003A0E3B"/>
    <w:rsid w:val="003B46F9"/>
    <w:rsid w:val="003B5916"/>
    <w:rsid w:val="003D4B47"/>
    <w:rsid w:val="003D4E4A"/>
    <w:rsid w:val="003D698C"/>
    <w:rsid w:val="003E097A"/>
    <w:rsid w:val="003F1552"/>
    <w:rsid w:val="003F1E3D"/>
    <w:rsid w:val="00404DF1"/>
    <w:rsid w:val="004055A1"/>
    <w:rsid w:val="004250AA"/>
    <w:rsid w:val="0042698A"/>
    <w:rsid w:val="004336CD"/>
    <w:rsid w:val="00435FCA"/>
    <w:rsid w:val="004428C9"/>
    <w:rsid w:val="0044566C"/>
    <w:rsid w:val="00445BE4"/>
    <w:rsid w:val="00451B5B"/>
    <w:rsid w:val="00453ECF"/>
    <w:rsid w:val="0046056A"/>
    <w:rsid w:val="00461156"/>
    <w:rsid w:val="00467114"/>
    <w:rsid w:val="00470A67"/>
    <w:rsid w:val="00470DCA"/>
    <w:rsid w:val="00473242"/>
    <w:rsid w:val="00480AAD"/>
    <w:rsid w:val="004B6513"/>
    <w:rsid w:val="004C09C7"/>
    <w:rsid w:val="004C1848"/>
    <w:rsid w:val="004C62CA"/>
    <w:rsid w:val="004D2F1F"/>
    <w:rsid w:val="004D73A4"/>
    <w:rsid w:val="004F22AA"/>
    <w:rsid w:val="004F332F"/>
    <w:rsid w:val="00506286"/>
    <w:rsid w:val="005115CB"/>
    <w:rsid w:val="00511A73"/>
    <w:rsid w:val="005242B9"/>
    <w:rsid w:val="00536C7F"/>
    <w:rsid w:val="00540C33"/>
    <w:rsid w:val="0055218D"/>
    <w:rsid w:val="0056672A"/>
    <w:rsid w:val="0056703F"/>
    <w:rsid w:val="00567AD5"/>
    <w:rsid w:val="00571F8A"/>
    <w:rsid w:val="0058371F"/>
    <w:rsid w:val="00586D57"/>
    <w:rsid w:val="005B0DBA"/>
    <w:rsid w:val="005B39BB"/>
    <w:rsid w:val="005C2CF6"/>
    <w:rsid w:val="005C6A73"/>
    <w:rsid w:val="005D13B8"/>
    <w:rsid w:val="005E0301"/>
    <w:rsid w:val="005F13D0"/>
    <w:rsid w:val="005F34B2"/>
    <w:rsid w:val="005F3D29"/>
    <w:rsid w:val="005F3E38"/>
    <w:rsid w:val="005F767D"/>
    <w:rsid w:val="00601A3D"/>
    <w:rsid w:val="006045DF"/>
    <w:rsid w:val="0061188D"/>
    <w:rsid w:val="0062070F"/>
    <w:rsid w:val="0062160A"/>
    <w:rsid w:val="0062410E"/>
    <w:rsid w:val="00656622"/>
    <w:rsid w:val="00664DB5"/>
    <w:rsid w:val="0067570F"/>
    <w:rsid w:val="006770EE"/>
    <w:rsid w:val="00677ABF"/>
    <w:rsid w:val="00682A8B"/>
    <w:rsid w:val="00682BE7"/>
    <w:rsid w:val="00684E75"/>
    <w:rsid w:val="00696E4B"/>
    <w:rsid w:val="006A4E50"/>
    <w:rsid w:val="006C02A3"/>
    <w:rsid w:val="006C10C2"/>
    <w:rsid w:val="006D748B"/>
    <w:rsid w:val="006E2F5D"/>
    <w:rsid w:val="006F107D"/>
    <w:rsid w:val="006F3C29"/>
    <w:rsid w:val="006F68B6"/>
    <w:rsid w:val="00712FD6"/>
    <w:rsid w:val="00717C97"/>
    <w:rsid w:val="00723A17"/>
    <w:rsid w:val="007526ED"/>
    <w:rsid w:val="007533A3"/>
    <w:rsid w:val="0075460D"/>
    <w:rsid w:val="00755BE6"/>
    <w:rsid w:val="00756CF5"/>
    <w:rsid w:val="00766049"/>
    <w:rsid w:val="0077086B"/>
    <w:rsid w:val="0077624A"/>
    <w:rsid w:val="0077721B"/>
    <w:rsid w:val="007831ED"/>
    <w:rsid w:val="00786B9E"/>
    <w:rsid w:val="00793168"/>
    <w:rsid w:val="007A6546"/>
    <w:rsid w:val="007A6EBF"/>
    <w:rsid w:val="007B0D8F"/>
    <w:rsid w:val="007C7ABD"/>
    <w:rsid w:val="007E534D"/>
    <w:rsid w:val="007E74BD"/>
    <w:rsid w:val="007E7D23"/>
    <w:rsid w:val="007F0E46"/>
    <w:rsid w:val="0080560A"/>
    <w:rsid w:val="00810337"/>
    <w:rsid w:val="008104F7"/>
    <w:rsid w:val="00822CAB"/>
    <w:rsid w:val="00824D9B"/>
    <w:rsid w:val="00826595"/>
    <w:rsid w:val="00827101"/>
    <w:rsid w:val="00830925"/>
    <w:rsid w:val="00830A89"/>
    <w:rsid w:val="00846F6B"/>
    <w:rsid w:val="00855C05"/>
    <w:rsid w:val="0086095E"/>
    <w:rsid w:val="0086572B"/>
    <w:rsid w:val="008666CB"/>
    <w:rsid w:val="008770C8"/>
    <w:rsid w:val="0087765E"/>
    <w:rsid w:val="00881F82"/>
    <w:rsid w:val="008917DB"/>
    <w:rsid w:val="008A043D"/>
    <w:rsid w:val="008B3017"/>
    <w:rsid w:val="008B46DD"/>
    <w:rsid w:val="008B46E2"/>
    <w:rsid w:val="008C167F"/>
    <w:rsid w:val="008C633B"/>
    <w:rsid w:val="008D0BB7"/>
    <w:rsid w:val="008D1466"/>
    <w:rsid w:val="008E0F14"/>
    <w:rsid w:val="008E1D64"/>
    <w:rsid w:val="008E215A"/>
    <w:rsid w:val="008F09C7"/>
    <w:rsid w:val="008F244D"/>
    <w:rsid w:val="008F4CB2"/>
    <w:rsid w:val="008F4D54"/>
    <w:rsid w:val="009159AD"/>
    <w:rsid w:val="00921C9B"/>
    <w:rsid w:val="009301B3"/>
    <w:rsid w:val="00935554"/>
    <w:rsid w:val="00941332"/>
    <w:rsid w:val="009464CB"/>
    <w:rsid w:val="00946E91"/>
    <w:rsid w:val="00952552"/>
    <w:rsid w:val="0095535A"/>
    <w:rsid w:val="009610C7"/>
    <w:rsid w:val="009646E4"/>
    <w:rsid w:val="00976FBD"/>
    <w:rsid w:val="00984998"/>
    <w:rsid w:val="00986EC4"/>
    <w:rsid w:val="009A5D23"/>
    <w:rsid w:val="009A6625"/>
    <w:rsid w:val="009B2E05"/>
    <w:rsid w:val="009C1D42"/>
    <w:rsid w:val="009D0654"/>
    <w:rsid w:val="009D1BAD"/>
    <w:rsid w:val="009D229D"/>
    <w:rsid w:val="009D68C9"/>
    <w:rsid w:val="009E05E7"/>
    <w:rsid w:val="009F00F4"/>
    <w:rsid w:val="009F254F"/>
    <w:rsid w:val="00A02980"/>
    <w:rsid w:val="00A0760F"/>
    <w:rsid w:val="00A07FF0"/>
    <w:rsid w:val="00A1045E"/>
    <w:rsid w:val="00A230AB"/>
    <w:rsid w:val="00A24936"/>
    <w:rsid w:val="00A24B7E"/>
    <w:rsid w:val="00A346B3"/>
    <w:rsid w:val="00A34E2F"/>
    <w:rsid w:val="00A37AD1"/>
    <w:rsid w:val="00A409D4"/>
    <w:rsid w:val="00A42ECF"/>
    <w:rsid w:val="00A47F8B"/>
    <w:rsid w:val="00A50ABF"/>
    <w:rsid w:val="00A52CF8"/>
    <w:rsid w:val="00A558D7"/>
    <w:rsid w:val="00A639F5"/>
    <w:rsid w:val="00A67993"/>
    <w:rsid w:val="00A801F9"/>
    <w:rsid w:val="00A92535"/>
    <w:rsid w:val="00A947B0"/>
    <w:rsid w:val="00AA5B11"/>
    <w:rsid w:val="00AA7E0F"/>
    <w:rsid w:val="00AC2D3E"/>
    <w:rsid w:val="00AC468A"/>
    <w:rsid w:val="00AC694A"/>
    <w:rsid w:val="00AD1778"/>
    <w:rsid w:val="00AD78BA"/>
    <w:rsid w:val="00AE13EC"/>
    <w:rsid w:val="00AE2F02"/>
    <w:rsid w:val="00AE62CA"/>
    <w:rsid w:val="00AF339D"/>
    <w:rsid w:val="00B05093"/>
    <w:rsid w:val="00B16F82"/>
    <w:rsid w:val="00B17B38"/>
    <w:rsid w:val="00B2115C"/>
    <w:rsid w:val="00B337CC"/>
    <w:rsid w:val="00B35A3F"/>
    <w:rsid w:val="00B44836"/>
    <w:rsid w:val="00B4566F"/>
    <w:rsid w:val="00B46D10"/>
    <w:rsid w:val="00B501D1"/>
    <w:rsid w:val="00B519F1"/>
    <w:rsid w:val="00B51CFE"/>
    <w:rsid w:val="00B521E5"/>
    <w:rsid w:val="00B559F8"/>
    <w:rsid w:val="00B55F31"/>
    <w:rsid w:val="00B71EBD"/>
    <w:rsid w:val="00B8143D"/>
    <w:rsid w:val="00B85AFE"/>
    <w:rsid w:val="00B85B45"/>
    <w:rsid w:val="00B91B9D"/>
    <w:rsid w:val="00B92995"/>
    <w:rsid w:val="00B931DC"/>
    <w:rsid w:val="00B96B69"/>
    <w:rsid w:val="00BB16D5"/>
    <w:rsid w:val="00BC65DB"/>
    <w:rsid w:val="00BE4CA8"/>
    <w:rsid w:val="00BF32F4"/>
    <w:rsid w:val="00BF3A0C"/>
    <w:rsid w:val="00BF3FDB"/>
    <w:rsid w:val="00BF43F8"/>
    <w:rsid w:val="00BF675C"/>
    <w:rsid w:val="00C0350B"/>
    <w:rsid w:val="00C24B26"/>
    <w:rsid w:val="00C31DA8"/>
    <w:rsid w:val="00C3341E"/>
    <w:rsid w:val="00C41B69"/>
    <w:rsid w:val="00C42D9D"/>
    <w:rsid w:val="00C47726"/>
    <w:rsid w:val="00C5188E"/>
    <w:rsid w:val="00C52D42"/>
    <w:rsid w:val="00C73A3B"/>
    <w:rsid w:val="00C83348"/>
    <w:rsid w:val="00C85250"/>
    <w:rsid w:val="00CA3B80"/>
    <w:rsid w:val="00CA3CD6"/>
    <w:rsid w:val="00CB69BE"/>
    <w:rsid w:val="00CC0211"/>
    <w:rsid w:val="00CE1A16"/>
    <w:rsid w:val="00CE28D4"/>
    <w:rsid w:val="00CE54EE"/>
    <w:rsid w:val="00CE661F"/>
    <w:rsid w:val="00CE7E67"/>
    <w:rsid w:val="00D0230A"/>
    <w:rsid w:val="00D07140"/>
    <w:rsid w:val="00D17FE8"/>
    <w:rsid w:val="00D2784C"/>
    <w:rsid w:val="00D317C9"/>
    <w:rsid w:val="00D40E10"/>
    <w:rsid w:val="00D53FF6"/>
    <w:rsid w:val="00D54F8D"/>
    <w:rsid w:val="00D57538"/>
    <w:rsid w:val="00D6228C"/>
    <w:rsid w:val="00D71DD1"/>
    <w:rsid w:val="00D76B39"/>
    <w:rsid w:val="00D83503"/>
    <w:rsid w:val="00D83640"/>
    <w:rsid w:val="00D906B2"/>
    <w:rsid w:val="00D92B18"/>
    <w:rsid w:val="00D92E47"/>
    <w:rsid w:val="00DA4C3B"/>
    <w:rsid w:val="00DC55DC"/>
    <w:rsid w:val="00DD287E"/>
    <w:rsid w:val="00DE4A05"/>
    <w:rsid w:val="00DE6F06"/>
    <w:rsid w:val="00DF2C5D"/>
    <w:rsid w:val="00DF37C5"/>
    <w:rsid w:val="00DF7063"/>
    <w:rsid w:val="00E0181C"/>
    <w:rsid w:val="00E178AC"/>
    <w:rsid w:val="00E27CBA"/>
    <w:rsid w:val="00E42A8F"/>
    <w:rsid w:val="00E43560"/>
    <w:rsid w:val="00E5465E"/>
    <w:rsid w:val="00E65CF1"/>
    <w:rsid w:val="00E65DAA"/>
    <w:rsid w:val="00E73EEA"/>
    <w:rsid w:val="00E831C1"/>
    <w:rsid w:val="00E84C98"/>
    <w:rsid w:val="00E91E1E"/>
    <w:rsid w:val="00EA48CA"/>
    <w:rsid w:val="00EA56E9"/>
    <w:rsid w:val="00EB2D6F"/>
    <w:rsid w:val="00EB356D"/>
    <w:rsid w:val="00EB4BD6"/>
    <w:rsid w:val="00EB6249"/>
    <w:rsid w:val="00EB6334"/>
    <w:rsid w:val="00EC59FC"/>
    <w:rsid w:val="00EC7055"/>
    <w:rsid w:val="00EC79A5"/>
    <w:rsid w:val="00ED3135"/>
    <w:rsid w:val="00EE344E"/>
    <w:rsid w:val="00EE519E"/>
    <w:rsid w:val="00EF27C7"/>
    <w:rsid w:val="00EF5293"/>
    <w:rsid w:val="00F011EC"/>
    <w:rsid w:val="00F028A5"/>
    <w:rsid w:val="00F041EE"/>
    <w:rsid w:val="00F11AC5"/>
    <w:rsid w:val="00F14DAE"/>
    <w:rsid w:val="00F2455B"/>
    <w:rsid w:val="00F27402"/>
    <w:rsid w:val="00F27DB3"/>
    <w:rsid w:val="00F32F83"/>
    <w:rsid w:val="00F3403C"/>
    <w:rsid w:val="00F41738"/>
    <w:rsid w:val="00F4198B"/>
    <w:rsid w:val="00F542DF"/>
    <w:rsid w:val="00F57DC2"/>
    <w:rsid w:val="00F57F32"/>
    <w:rsid w:val="00F6005F"/>
    <w:rsid w:val="00F643E7"/>
    <w:rsid w:val="00F663AA"/>
    <w:rsid w:val="00F7698A"/>
    <w:rsid w:val="00F831C6"/>
    <w:rsid w:val="00FB1F17"/>
    <w:rsid w:val="00FB22C2"/>
    <w:rsid w:val="00FB3222"/>
    <w:rsid w:val="00FC0307"/>
    <w:rsid w:val="00FC2B2A"/>
    <w:rsid w:val="00FD771C"/>
    <w:rsid w:val="00FE0213"/>
    <w:rsid w:val="00FF3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B5B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1B5B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paragraph" w:customStyle="1" w:styleId="21">
    <w:name w:val="Основной текст 21"/>
    <w:basedOn w:val="Normal"/>
    <w:uiPriority w:val="99"/>
    <w:rsid w:val="006C02A3"/>
  </w:style>
  <w:style w:type="paragraph" w:customStyle="1" w:styleId="a">
    <w:name w:val="Знак"/>
    <w:basedOn w:val="Normal"/>
    <w:uiPriority w:val="99"/>
    <w:rsid w:val="006C02A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6F68B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Title">
    <w:name w:val="ConsPlusTitle"/>
    <w:uiPriority w:val="99"/>
    <w:rsid w:val="006F68B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B501D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link w:val="SubtitleChar"/>
    <w:uiPriority w:val="99"/>
    <w:qFormat/>
    <w:rsid w:val="00055940"/>
    <w:pPr>
      <w:jc w:val="both"/>
    </w:p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Cambria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55940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8"/>
      <w:szCs w:val="28"/>
    </w:rPr>
  </w:style>
  <w:style w:type="paragraph" w:customStyle="1" w:styleId="Web">
    <w:name w:val="Обычный (Web)"/>
    <w:basedOn w:val="Normal"/>
    <w:uiPriority w:val="99"/>
    <w:rsid w:val="00055940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</w:rPr>
  </w:style>
  <w:style w:type="paragraph" w:customStyle="1" w:styleId="1">
    <w:name w:val="Знак1"/>
    <w:basedOn w:val="Normal"/>
    <w:uiPriority w:val="99"/>
    <w:rsid w:val="00AE13E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BodyText21">
    <w:name w:val="Body Text 21"/>
    <w:basedOn w:val="Normal"/>
    <w:uiPriority w:val="99"/>
    <w:rsid w:val="00DD287E"/>
  </w:style>
  <w:style w:type="paragraph" w:styleId="BalloonText">
    <w:name w:val="Balloon Text"/>
    <w:basedOn w:val="Normal"/>
    <w:link w:val="BalloonTextChar"/>
    <w:uiPriority w:val="99"/>
    <w:semiHidden/>
    <w:rsid w:val="003D4B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paragraph" w:customStyle="1" w:styleId="a0">
    <w:name w:val="Знак Знак Знак Знак"/>
    <w:basedOn w:val="Normal"/>
    <w:uiPriority w:val="99"/>
    <w:rsid w:val="00F041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C52D4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sz w:val="28"/>
      <w:szCs w:val="28"/>
    </w:rPr>
  </w:style>
  <w:style w:type="paragraph" w:customStyle="1" w:styleId="ConsPlusCell">
    <w:name w:val="ConsPlusCell"/>
    <w:uiPriority w:val="99"/>
    <w:rsid w:val="00074685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A4E50"/>
    <w:pPr>
      <w:spacing w:after="120"/>
      <w:ind w:left="283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sz w:val="28"/>
      <w:szCs w:val="28"/>
    </w:rPr>
  </w:style>
  <w:style w:type="paragraph" w:styleId="DocumentMap">
    <w:name w:val="Document Map"/>
    <w:basedOn w:val="Normal"/>
    <w:link w:val="DocumentMapChar"/>
    <w:uiPriority w:val="99"/>
    <w:semiHidden/>
    <w:rsid w:val="0020297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sz w:val="2"/>
      <w:szCs w:val="2"/>
    </w:rPr>
  </w:style>
  <w:style w:type="character" w:styleId="Emphasis">
    <w:name w:val="Emphasis"/>
    <w:basedOn w:val="DefaultParagraphFont"/>
    <w:uiPriority w:val="99"/>
    <w:qFormat/>
    <w:rsid w:val="00A558D7"/>
    <w:rPr>
      <w:i/>
      <w:iCs/>
    </w:rPr>
  </w:style>
  <w:style w:type="paragraph" w:styleId="Header">
    <w:name w:val="header"/>
    <w:basedOn w:val="Normal"/>
    <w:link w:val="HeaderChar"/>
    <w:uiPriority w:val="99"/>
    <w:rsid w:val="00FC030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8"/>
      <w:szCs w:val="28"/>
    </w:rPr>
  </w:style>
  <w:style w:type="character" w:styleId="PageNumber">
    <w:name w:val="page number"/>
    <w:basedOn w:val="DefaultParagraphFont"/>
    <w:uiPriority w:val="99"/>
    <w:rsid w:val="00FC0307"/>
  </w:style>
  <w:style w:type="paragraph" w:customStyle="1" w:styleId="ConsPlusNonformat">
    <w:name w:val="ConsPlusNonformat"/>
    <w:uiPriority w:val="99"/>
    <w:rsid w:val="00EF529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EF529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8"/>
      <w:szCs w:val="28"/>
    </w:rPr>
  </w:style>
  <w:style w:type="paragraph" w:styleId="NormalWeb">
    <w:name w:val="Normal (Web)"/>
    <w:basedOn w:val="Normal"/>
    <w:uiPriority w:val="99"/>
    <w:rsid w:val="004C62C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37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9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F5A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257</Words>
  <Characters>1469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GarkovAS</dc:creator>
  <cp:keywords/>
  <dc:description/>
  <cp:lastModifiedBy>Пресс служба</cp:lastModifiedBy>
  <cp:revision>6</cp:revision>
  <cp:lastPrinted>2013-03-05T11:26:00Z</cp:lastPrinted>
  <dcterms:created xsi:type="dcterms:W3CDTF">2013-03-28T10:56:00Z</dcterms:created>
  <dcterms:modified xsi:type="dcterms:W3CDTF">2013-04-01T04:27:00Z</dcterms:modified>
</cp:coreProperties>
</file>