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549" w:rsidRPr="007E323E" w:rsidRDefault="00F30549" w:rsidP="00954ADE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7E323E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F30549" w:rsidRPr="007E323E" w:rsidRDefault="00F30549" w:rsidP="00954ADE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7E323E">
        <w:rPr>
          <w:sz w:val="24"/>
          <w:szCs w:val="24"/>
        </w:rPr>
        <w:t xml:space="preserve">                                                                                          к Порядку формирования </w:t>
      </w:r>
    </w:p>
    <w:p w:rsidR="00F30549" w:rsidRPr="007E323E" w:rsidRDefault="00F30549" w:rsidP="00954ADE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7E323E">
        <w:rPr>
          <w:sz w:val="24"/>
          <w:szCs w:val="24"/>
        </w:rPr>
        <w:t xml:space="preserve">                                                                                          и финансового обеспечения</w:t>
      </w:r>
    </w:p>
    <w:p w:rsidR="00F30549" w:rsidRDefault="00F30549" w:rsidP="00B72EF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30549" w:rsidRDefault="00F30549" w:rsidP="00B72EF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30549" w:rsidRDefault="00F30549" w:rsidP="00B72EF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30549" w:rsidRPr="00151490" w:rsidRDefault="00F30549" w:rsidP="00B72EF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1490">
        <w:rPr>
          <w:rFonts w:ascii="Times New Roman" w:hAnsi="Times New Roman" w:cs="Times New Roman"/>
          <w:sz w:val="24"/>
          <w:szCs w:val="24"/>
        </w:rPr>
        <w:t xml:space="preserve">Утверждаю  </w:t>
      </w:r>
      <w:r w:rsidRPr="00954ADE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В.Н.</w:t>
      </w:r>
      <w:r w:rsidRPr="00151490">
        <w:rPr>
          <w:rFonts w:ascii="Times New Roman" w:hAnsi="Times New Roman" w:cs="Times New Roman"/>
          <w:sz w:val="24"/>
          <w:szCs w:val="24"/>
        </w:rPr>
        <w:t>.Абрагимова</w:t>
      </w:r>
    </w:p>
    <w:p w:rsidR="00F30549" w:rsidRPr="00954ADE" w:rsidRDefault="00F30549" w:rsidP="00B72EF4">
      <w:pPr>
        <w:autoSpaceDE w:val="0"/>
        <w:autoSpaceDN w:val="0"/>
        <w:adjustRightInd w:val="0"/>
        <w:jc w:val="both"/>
        <w:outlineLvl w:val="1"/>
        <w:rPr>
          <w:sz w:val="22"/>
          <w:szCs w:val="22"/>
        </w:rPr>
      </w:pPr>
      <w:r w:rsidRPr="00954ADE">
        <w:rPr>
          <w:sz w:val="22"/>
          <w:szCs w:val="22"/>
        </w:rPr>
        <w:t xml:space="preserve">И.о. директора департамента имущественных и земельных </w:t>
      </w:r>
    </w:p>
    <w:p w:rsidR="00F30549" w:rsidRPr="00954ADE" w:rsidRDefault="00F30549" w:rsidP="00B72EF4">
      <w:pPr>
        <w:autoSpaceDE w:val="0"/>
        <w:autoSpaceDN w:val="0"/>
        <w:adjustRightInd w:val="0"/>
        <w:jc w:val="both"/>
        <w:outlineLvl w:val="1"/>
        <w:rPr>
          <w:sz w:val="22"/>
          <w:szCs w:val="22"/>
        </w:rPr>
      </w:pPr>
      <w:r w:rsidRPr="00954ADE">
        <w:rPr>
          <w:sz w:val="22"/>
          <w:szCs w:val="22"/>
        </w:rPr>
        <w:t>отношений администрации г.Нефтеюганска</w:t>
      </w:r>
    </w:p>
    <w:p w:rsidR="00F30549" w:rsidRDefault="00F30549" w:rsidP="00B72EF4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F30549" w:rsidRPr="00954ADE" w:rsidRDefault="00F30549" w:rsidP="00B72EF4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 w:rsidRPr="00954ADE">
        <w:rPr>
          <w:rFonts w:ascii="Times New Roman" w:hAnsi="Times New Roman" w:cs="Times New Roman"/>
          <w:sz w:val="24"/>
          <w:szCs w:val="24"/>
          <w:u w:val="single"/>
        </w:rPr>
        <w:t>« 03 »  февраля 2015 г.</w:t>
      </w:r>
    </w:p>
    <w:p w:rsidR="00F30549" w:rsidRDefault="00F30549" w:rsidP="00B72EF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30549" w:rsidRDefault="00F30549" w:rsidP="00B72EF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Согласовано__________________ Е.С. Драчев</w:t>
      </w:r>
    </w:p>
    <w:p w:rsidR="00F30549" w:rsidRPr="00954ADE" w:rsidRDefault="00F30549" w:rsidP="00B72EF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954ADE">
        <w:rPr>
          <w:rFonts w:ascii="Times New Roman" w:hAnsi="Times New Roman" w:cs="Times New Roman"/>
          <w:sz w:val="22"/>
          <w:szCs w:val="22"/>
        </w:rPr>
        <w:t>Главный специалист отдела организационной работы</w:t>
      </w:r>
    </w:p>
    <w:p w:rsidR="00F30549" w:rsidRPr="00167EB4" w:rsidRDefault="00F30549" w:rsidP="00B72EF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54ADE">
        <w:rPr>
          <w:rFonts w:ascii="Times New Roman" w:hAnsi="Times New Roman" w:cs="Times New Roman"/>
          <w:sz w:val="22"/>
          <w:szCs w:val="22"/>
        </w:rPr>
        <w:t>департамента по делам администрации г.Нефтеюганска</w:t>
      </w:r>
    </w:p>
    <w:p w:rsidR="00F30549" w:rsidRDefault="00F30549" w:rsidP="00B72EF4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3E681D">
        <w:rPr>
          <w:rFonts w:ascii="Courier New" w:hAnsi="Courier New" w:cs="Courier New"/>
        </w:rPr>
        <w:t xml:space="preserve">                    </w:t>
      </w:r>
    </w:p>
    <w:p w:rsidR="00F30549" w:rsidRPr="00B72EF4" w:rsidRDefault="00F30549" w:rsidP="00B72EF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72EF4">
        <w:rPr>
          <w:b/>
          <w:sz w:val="28"/>
          <w:szCs w:val="28"/>
        </w:rPr>
        <w:t>Отчёт</w:t>
      </w:r>
    </w:p>
    <w:p w:rsidR="00F30549" w:rsidRPr="00B72EF4" w:rsidRDefault="00F30549" w:rsidP="00B72EF4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26DBA">
        <w:rPr>
          <w:b/>
          <w:sz w:val="28"/>
          <w:szCs w:val="28"/>
        </w:rPr>
        <w:t>о</w:t>
      </w:r>
      <w:r w:rsidRPr="00AE42B2">
        <w:rPr>
          <w:sz w:val="28"/>
          <w:szCs w:val="28"/>
        </w:rPr>
        <w:t xml:space="preserve"> </w:t>
      </w:r>
      <w:r w:rsidRPr="00B72EF4">
        <w:rPr>
          <w:b/>
          <w:sz w:val="28"/>
          <w:szCs w:val="28"/>
        </w:rPr>
        <w:t>выполнении муниципального задания за  2014 год Автономного учреждения г.Нефтеюганска «Нефтеюганский информационный центр»</w:t>
      </w:r>
    </w:p>
    <w:p w:rsidR="00F30549" w:rsidRPr="00B72EF4" w:rsidRDefault="00F30549" w:rsidP="00B72EF4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30549" w:rsidRPr="007346CB" w:rsidRDefault="00F30549" w:rsidP="00B72EF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30549" w:rsidRPr="007346CB" w:rsidRDefault="00F30549" w:rsidP="00B72EF4">
      <w:pPr>
        <w:autoSpaceDE w:val="0"/>
        <w:autoSpaceDN w:val="0"/>
        <w:adjustRightInd w:val="0"/>
        <w:rPr>
          <w:sz w:val="28"/>
          <w:szCs w:val="28"/>
        </w:rPr>
      </w:pPr>
      <w:r w:rsidRPr="007346CB">
        <w:rPr>
          <w:sz w:val="28"/>
          <w:szCs w:val="28"/>
        </w:rPr>
        <w:t xml:space="preserve">    1. Показатели качества оказываемой муниципальной услуги (работы)</w:t>
      </w:r>
    </w:p>
    <w:p w:rsidR="00F30549" w:rsidRPr="007346CB" w:rsidRDefault="00F30549" w:rsidP="00B72EF4">
      <w:pPr>
        <w:autoSpaceDE w:val="0"/>
        <w:autoSpaceDN w:val="0"/>
        <w:adjustRightInd w:val="0"/>
        <w:rPr>
          <w:sz w:val="28"/>
          <w:szCs w:val="28"/>
        </w:rPr>
      </w:pPr>
      <w:r w:rsidRPr="007346CB">
        <w:rPr>
          <w:sz w:val="28"/>
          <w:szCs w:val="28"/>
        </w:rPr>
        <w:t xml:space="preserve">    1.1. План</w:t>
      </w:r>
    </w:p>
    <w:p w:rsidR="00F30549" w:rsidRPr="003E681D" w:rsidRDefault="00F30549" w:rsidP="00B72EF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560"/>
        <w:gridCol w:w="1560"/>
        <w:gridCol w:w="2640"/>
      </w:tblGrid>
      <w:tr w:rsidR="00F30549" w:rsidRPr="003E681D" w:rsidTr="00B55F91">
        <w:trPr>
          <w:trHeight w:val="8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N </w:t>
            </w:r>
            <w:r w:rsidRPr="003E681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     Наименование показателя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 Единица  </w:t>
            </w:r>
            <w:r w:rsidRPr="003E681D">
              <w:rPr>
                <w:sz w:val="24"/>
                <w:szCs w:val="24"/>
              </w:rPr>
              <w:br/>
              <w:t xml:space="preserve"> измерения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>Значение показателей</w:t>
            </w:r>
            <w:r w:rsidRPr="003E681D">
              <w:rPr>
                <w:sz w:val="24"/>
                <w:szCs w:val="24"/>
              </w:rPr>
              <w:br/>
              <w:t>качества оказываемой</w:t>
            </w:r>
            <w:r w:rsidRPr="003E681D">
              <w:rPr>
                <w:sz w:val="24"/>
                <w:szCs w:val="24"/>
              </w:rPr>
              <w:br/>
              <w:t>муниципальной услуги</w:t>
            </w:r>
            <w:r w:rsidRPr="003E681D">
              <w:rPr>
                <w:sz w:val="24"/>
                <w:szCs w:val="24"/>
              </w:rPr>
              <w:br/>
              <w:t>(выполняемой работы)</w:t>
            </w:r>
          </w:p>
        </w:tc>
      </w:tr>
      <w:tr w:rsidR="00F30549" w:rsidRPr="003E681D" w:rsidTr="00B55F91">
        <w:trPr>
          <w:tblCellSpacing w:w="5" w:type="nil"/>
        </w:trPr>
        <w:tc>
          <w:tcPr>
            <w:tcW w:w="936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услуга: </w:t>
            </w:r>
            <w:r w:rsidRPr="005E0550">
              <w:rPr>
                <w:b/>
                <w:sz w:val="24"/>
                <w:szCs w:val="24"/>
              </w:rPr>
              <w:t>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 его общественной инфраструктуры и иной официальной информации</w:t>
            </w:r>
            <w:r w:rsidRPr="003E681D">
              <w:rPr>
                <w:sz w:val="24"/>
                <w:szCs w:val="24"/>
              </w:rPr>
              <w:t xml:space="preserve">                                       </w:t>
            </w:r>
          </w:p>
        </w:tc>
      </w:tr>
      <w:tr w:rsidR="00F30549" w:rsidRPr="003E681D" w:rsidTr="005E055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мин.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Pr="003E681D" w:rsidRDefault="00F30549" w:rsidP="005E05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30549" w:rsidRPr="003E681D" w:rsidTr="005E055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2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Специальный репортаж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мин.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Pr="003E681D" w:rsidRDefault="00F30549" w:rsidP="005E05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5-7</w:t>
            </w:r>
          </w:p>
        </w:tc>
      </w:tr>
    </w:tbl>
    <w:p w:rsidR="00F30549" w:rsidRPr="003E681D" w:rsidRDefault="00F30549" w:rsidP="00B72EF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30549" w:rsidRPr="007346CB" w:rsidRDefault="00F30549" w:rsidP="00B72E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346CB">
        <w:rPr>
          <w:sz w:val="28"/>
          <w:szCs w:val="28"/>
        </w:rPr>
        <w:t>1.2. Факт</w:t>
      </w:r>
    </w:p>
    <w:p w:rsidR="00F30549" w:rsidRPr="007346CB" w:rsidRDefault="00F30549" w:rsidP="00B72E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800"/>
        <w:gridCol w:w="1320"/>
        <w:gridCol w:w="2640"/>
      </w:tblGrid>
      <w:tr w:rsidR="00F30549" w:rsidRPr="003E681D" w:rsidTr="00B55F91">
        <w:trPr>
          <w:trHeight w:val="8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N </w:t>
            </w:r>
            <w:r w:rsidRPr="003E681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      Наименование показателя      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Единица </w:t>
            </w:r>
            <w:r w:rsidRPr="003E681D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>Значение показателей</w:t>
            </w:r>
            <w:r w:rsidRPr="003E681D">
              <w:rPr>
                <w:sz w:val="24"/>
                <w:szCs w:val="24"/>
              </w:rPr>
              <w:br/>
              <w:t>качества оказываемой</w:t>
            </w:r>
            <w:r w:rsidRPr="003E681D">
              <w:rPr>
                <w:sz w:val="24"/>
                <w:szCs w:val="24"/>
              </w:rPr>
              <w:br/>
              <w:t>муниципальной услуги</w:t>
            </w:r>
            <w:r w:rsidRPr="003E681D">
              <w:rPr>
                <w:sz w:val="24"/>
                <w:szCs w:val="24"/>
              </w:rPr>
              <w:br/>
              <w:t>(выполняемой работы)</w:t>
            </w:r>
          </w:p>
        </w:tc>
      </w:tr>
      <w:tr w:rsidR="00F30549" w:rsidRPr="003E681D" w:rsidTr="00B55F91">
        <w:trPr>
          <w:tblCellSpacing w:w="5" w:type="nil"/>
        </w:trPr>
        <w:tc>
          <w:tcPr>
            <w:tcW w:w="936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униципальная услуга:</w:t>
            </w:r>
            <w:r w:rsidRPr="003E681D">
              <w:rPr>
                <w:sz w:val="24"/>
                <w:szCs w:val="24"/>
              </w:rPr>
              <w:t xml:space="preserve">  </w:t>
            </w:r>
            <w:r w:rsidRPr="005E0550">
              <w:rPr>
                <w:b/>
                <w:sz w:val="24"/>
                <w:szCs w:val="24"/>
              </w:rPr>
              <w:t>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 его общественной инфраструктуры и иной официальной информации</w:t>
            </w:r>
            <w:r w:rsidRPr="003E681D">
              <w:rPr>
                <w:sz w:val="24"/>
                <w:szCs w:val="24"/>
              </w:rPr>
              <w:t xml:space="preserve">                                                                            </w:t>
            </w:r>
          </w:p>
        </w:tc>
      </w:tr>
      <w:tr w:rsidR="00F30549" w:rsidRPr="003E681D" w:rsidTr="00DC15C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мин.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30549" w:rsidRPr="003E681D" w:rsidTr="00DC15C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2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Специальный репортаж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мин.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5-7</w:t>
            </w:r>
          </w:p>
        </w:tc>
      </w:tr>
    </w:tbl>
    <w:p w:rsidR="00F30549" w:rsidRDefault="00F30549" w:rsidP="00B72E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30549" w:rsidRPr="003512E5" w:rsidRDefault="00F30549" w:rsidP="00B72EF4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7346CB">
        <w:rPr>
          <w:sz w:val="28"/>
          <w:szCs w:val="28"/>
        </w:rPr>
        <w:t>1.3. Наличие в отч</w:t>
      </w:r>
      <w:r>
        <w:rPr>
          <w:sz w:val="28"/>
          <w:szCs w:val="28"/>
        </w:rPr>
        <w:t>ё</w:t>
      </w:r>
      <w:r w:rsidRPr="007346CB">
        <w:rPr>
          <w:sz w:val="28"/>
          <w:szCs w:val="28"/>
        </w:rPr>
        <w:t>тном периоде жалоб на качество услуг (работ)</w:t>
      </w:r>
      <w:r>
        <w:rPr>
          <w:sz w:val="28"/>
          <w:szCs w:val="28"/>
        </w:rPr>
        <w:t xml:space="preserve">:                             - </w:t>
      </w:r>
      <w:r w:rsidRPr="003512E5">
        <w:rPr>
          <w:b/>
          <w:sz w:val="28"/>
          <w:szCs w:val="28"/>
        </w:rPr>
        <w:t>отсутствуют</w:t>
      </w:r>
    </w:p>
    <w:p w:rsidR="00F30549" w:rsidRPr="007346CB" w:rsidRDefault="00F30549" w:rsidP="00B72E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 Наличие в отчё</w:t>
      </w:r>
      <w:r w:rsidRPr="007346CB">
        <w:rPr>
          <w:sz w:val="28"/>
          <w:szCs w:val="28"/>
        </w:rPr>
        <w:t>тном периоде замечаний к качеству услуг (работ) со стороны контролирующих органов</w:t>
      </w:r>
      <w:r>
        <w:rPr>
          <w:sz w:val="28"/>
          <w:szCs w:val="28"/>
        </w:rPr>
        <w:t xml:space="preserve">: </w:t>
      </w:r>
      <w:r w:rsidRPr="003512E5">
        <w:rPr>
          <w:b/>
          <w:sz w:val="28"/>
          <w:szCs w:val="28"/>
        </w:rPr>
        <w:t>замечания отсутствуют</w:t>
      </w:r>
    </w:p>
    <w:p w:rsidR="00F30549" w:rsidRDefault="00F30549" w:rsidP="00CE571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F30549" w:rsidRPr="007346CB" w:rsidRDefault="00F30549" w:rsidP="00CE57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</w:t>
      </w:r>
      <w:r>
        <w:rPr>
          <w:sz w:val="28"/>
          <w:szCs w:val="28"/>
        </w:rPr>
        <w:t>2. Объё</w:t>
      </w:r>
      <w:r w:rsidRPr="007346CB">
        <w:rPr>
          <w:sz w:val="28"/>
          <w:szCs w:val="28"/>
        </w:rPr>
        <w:t>м оказываемой муниципальной услуги (выполняемой работы) (в натуральных показателях)</w:t>
      </w:r>
    </w:p>
    <w:p w:rsidR="00F30549" w:rsidRPr="007346CB" w:rsidRDefault="00F30549" w:rsidP="00B72E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346CB">
        <w:rPr>
          <w:sz w:val="28"/>
          <w:szCs w:val="28"/>
        </w:rPr>
        <w:t>2.1. План</w:t>
      </w:r>
    </w:p>
    <w:p w:rsidR="00F30549" w:rsidRPr="003E681D" w:rsidRDefault="00F30549" w:rsidP="00B72EF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9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160"/>
        <w:gridCol w:w="1320"/>
        <w:gridCol w:w="2040"/>
        <w:gridCol w:w="1200"/>
        <w:gridCol w:w="1200"/>
        <w:gridCol w:w="1200"/>
      </w:tblGrid>
      <w:tr w:rsidR="00F30549" w:rsidRPr="003E681D" w:rsidTr="00637A18">
        <w:trPr>
          <w:trHeight w:val="120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N </w:t>
            </w:r>
            <w:r w:rsidRPr="003E681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 Наименование  </w:t>
            </w:r>
            <w:r w:rsidRPr="003E681D">
              <w:rPr>
                <w:sz w:val="24"/>
                <w:szCs w:val="24"/>
              </w:rPr>
              <w:br/>
              <w:t xml:space="preserve">   показателя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Единица </w:t>
            </w:r>
            <w:r w:rsidRPr="003E681D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  Значе</w:t>
            </w:r>
            <w:r>
              <w:rPr>
                <w:sz w:val="24"/>
                <w:szCs w:val="24"/>
              </w:rPr>
              <w:t xml:space="preserve">ние    </w:t>
            </w:r>
            <w:r>
              <w:rPr>
                <w:sz w:val="24"/>
                <w:szCs w:val="24"/>
              </w:rPr>
              <w:br/>
              <w:t xml:space="preserve">  показателей  </w:t>
            </w:r>
            <w:r>
              <w:rPr>
                <w:sz w:val="24"/>
                <w:szCs w:val="24"/>
              </w:rPr>
              <w:br/>
              <w:t xml:space="preserve">    объё</w:t>
            </w:r>
            <w:r w:rsidRPr="003E681D">
              <w:rPr>
                <w:sz w:val="24"/>
                <w:szCs w:val="24"/>
              </w:rPr>
              <w:t xml:space="preserve">ма     </w:t>
            </w:r>
            <w:r w:rsidRPr="003E681D">
              <w:rPr>
                <w:sz w:val="24"/>
                <w:szCs w:val="24"/>
              </w:rPr>
              <w:br/>
              <w:t xml:space="preserve">   (состава)   </w:t>
            </w:r>
            <w:r w:rsidRPr="003E681D">
              <w:rPr>
                <w:sz w:val="24"/>
                <w:szCs w:val="24"/>
              </w:rPr>
              <w:br/>
              <w:t xml:space="preserve">  оказываемой  </w:t>
            </w:r>
            <w:r w:rsidRPr="003E681D">
              <w:rPr>
                <w:sz w:val="24"/>
                <w:szCs w:val="24"/>
              </w:rPr>
              <w:br/>
              <w:t xml:space="preserve"> муниципальной </w:t>
            </w:r>
            <w:r w:rsidRPr="003E681D">
              <w:rPr>
                <w:sz w:val="24"/>
                <w:szCs w:val="24"/>
              </w:rPr>
              <w:br/>
              <w:t xml:space="preserve">    услуги     </w:t>
            </w:r>
            <w:r w:rsidRPr="003E681D">
              <w:rPr>
                <w:sz w:val="24"/>
                <w:szCs w:val="24"/>
              </w:rPr>
              <w:br/>
              <w:t xml:space="preserve"> (выполняемой  </w:t>
            </w:r>
            <w:r w:rsidRPr="003E681D">
              <w:rPr>
                <w:sz w:val="24"/>
                <w:szCs w:val="24"/>
              </w:rPr>
              <w:br/>
              <w:t xml:space="preserve">  работы) за   </w:t>
            </w:r>
            <w:r w:rsidRPr="003E681D">
              <w:rPr>
                <w:sz w:val="24"/>
                <w:szCs w:val="24"/>
              </w:rPr>
              <w:br/>
              <w:t>отч</w:t>
            </w:r>
            <w:r>
              <w:rPr>
                <w:sz w:val="24"/>
                <w:szCs w:val="24"/>
              </w:rPr>
              <w:t>ё</w:t>
            </w:r>
            <w:r w:rsidRPr="003E681D">
              <w:rPr>
                <w:sz w:val="24"/>
                <w:szCs w:val="24"/>
              </w:rPr>
              <w:t>тный период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  Значение показателей   </w:t>
            </w:r>
            <w:r w:rsidRPr="003E681D">
              <w:rPr>
                <w:sz w:val="24"/>
                <w:szCs w:val="24"/>
              </w:rPr>
              <w:br/>
              <w:t xml:space="preserve">     объ</w:t>
            </w:r>
            <w:r>
              <w:rPr>
                <w:sz w:val="24"/>
                <w:szCs w:val="24"/>
              </w:rPr>
              <w:t>ё</w:t>
            </w:r>
            <w:r w:rsidRPr="003E681D">
              <w:rPr>
                <w:sz w:val="24"/>
                <w:szCs w:val="24"/>
              </w:rPr>
              <w:t xml:space="preserve">ма (состава)     </w:t>
            </w:r>
            <w:r w:rsidRPr="003E681D">
              <w:rPr>
                <w:sz w:val="24"/>
                <w:szCs w:val="24"/>
              </w:rPr>
              <w:br/>
              <w:t xml:space="preserve">оказываемой муниципальной </w:t>
            </w:r>
            <w:r w:rsidRPr="003E681D">
              <w:rPr>
                <w:sz w:val="24"/>
                <w:szCs w:val="24"/>
              </w:rPr>
              <w:br/>
              <w:t xml:space="preserve">   услуги (выполняемой    </w:t>
            </w:r>
            <w:r w:rsidRPr="003E681D">
              <w:rPr>
                <w:sz w:val="24"/>
                <w:szCs w:val="24"/>
              </w:rPr>
              <w:br/>
              <w:t xml:space="preserve">  работы) по месяцам </w:t>
            </w:r>
            <w:r>
              <w:rPr>
                <w:sz w:val="24"/>
                <w:szCs w:val="24"/>
              </w:rPr>
              <w:t>*</w:t>
            </w:r>
          </w:p>
        </w:tc>
      </w:tr>
      <w:tr w:rsidR="00F30549" w:rsidRPr="003E681D" w:rsidTr="00637A18">
        <w:trPr>
          <w:trHeight w:val="80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    </w:t>
            </w:r>
            <w:r>
              <w:rPr>
                <w:sz w:val="24"/>
                <w:szCs w:val="24"/>
              </w:rPr>
              <w:br/>
              <w:t>отчё</w:t>
            </w:r>
            <w:r w:rsidRPr="003E681D">
              <w:rPr>
                <w:sz w:val="24"/>
                <w:szCs w:val="24"/>
              </w:rPr>
              <w:t>тный</w:t>
            </w:r>
            <w:r w:rsidRPr="003E681D">
              <w:rPr>
                <w:sz w:val="24"/>
                <w:szCs w:val="24"/>
              </w:rPr>
              <w:br/>
              <w:t xml:space="preserve"> месяц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  2    </w:t>
            </w:r>
            <w:r w:rsidRPr="003E681D">
              <w:rPr>
                <w:sz w:val="24"/>
                <w:szCs w:val="24"/>
              </w:rPr>
              <w:br/>
              <w:t>отч</w:t>
            </w:r>
            <w:r>
              <w:rPr>
                <w:sz w:val="24"/>
                <w:szCs w:val="24"/>
              </w:rPr>
              <w:t>ё</w:t>
            </w:r>
            <w:r w:rsidRPr="003E681D">
              <w:rPr>
                <w:sz w:val="24"/>
                <w:szCs w:val="24"/>
              </w:rPr>
              <w:t>тный</w:t>
            </w:r>
            <w:r w:rsidRPr="003E681D">
              <w:rPr>
                <w:sz w:val="24"/>
                <w:szCs w:val="24"/>
              </w:rPr>
              <w:br/>
              <w:t xml:space="preserve"> месяц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    </w:t>
            </w:r>
            <w:r>
              <w:rPr>
                <w:sz w:val="24"/>
                <w:szCs w:val="24"/>
              </w:rPr>
              <w:br/>
              <w:t>отчё</w:t>
            </w:r>
            <w:r w:rsidRPr="003E681D">
              <w:rPr>
                <w:sz w:val="24"/>
                <w:szCs w:val="24"/>
              </w:rPr>
              <w:t>тный</w:t>
            </w:r>
            <w:r w:rsidRPr="003E681D">
              <w:rPr>
                <w:sz w:val="24"/>
                <w:szCs w:val="24"/>
              </w:rPr>
              <w:br/>
              <w:t xml:space="preserve"> месяц  </w:t>
            </w:r>
          </w:p>
        </w:tc>
      </w:tr>
      <w:tr w:rsidR="00F30549" w:rsidRPr="003E681D" w:rsidTr="00637A18">
        <w:trPr>
          <w:tblCellSpacing w:w="5" w:type="nil"/>
        </w:trPr>
        <w:tc>
          <w:tcPr>
            <w:tcW w:w="9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услуга :</w:t>
            </w:r>
            <w:r w:rsidRPr="003E681D">
              <w:rPr>
                <w:sz w:val="24"/>
                <w:szCs w:val="24"/>
              </w:rPr>
              <w:t xml:space="preserve">   </w:t>
            </w:r>
            <w:r w:rsidRPr="005E0550">
              <w:rPr>
                <w:b/>
                <w:sz w:val="24"/>
                <w:szCs w:val="24"/>
              </w:rPr>
              <w:t>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 его общественной инфраструктуры и иной официальной информации</w:t>
            </w:r>
            <w:r w:rsidRPr="003E681D">
              <w:rPr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</w:tr>
      <w:tr w:rsidR="00F30549" w:rsidRPr="003E681D" w:rsidTr="00FB2C0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программа «Сейчас в Нефтеюганске»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мин.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3 060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FB2C0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2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«Неделя в Нефтеюганске»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мин.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FB2C0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3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«Нефтеюганск-5 Созыв»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мин.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FB2C0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Специальный репортаж на ТВ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мин.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FB2C0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статичной заставки на ТВ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FB2C0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</w:t>
            </w:r>
            <w:r w:rsidRPr="003E68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статичной заставки на ТВ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130 500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FB2C0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роликов на ТВ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FB2C0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роликов на ТВ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сек.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172 800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FB2C0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режиме обучения школьников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FB2C0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мероприятия программы на ТВ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мин.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FB2C0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информационных выпусков на РВ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мин.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3 024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FB2C0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объявлений на РВ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21 000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FB2C0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«Живой разговор»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мин.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1 440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FB2C0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статичной заставки на светодиодном экране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сек.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540 000</w:t>
            </w:r>
          </w:p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FB2C0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15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роликов,клипов,зарисовок на светодиодном экране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сек.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720 000</w:t>
            </w:r>
          </w:p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B30DB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16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и размещение специальных репортажей на светодиодном экране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сек.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14 400</w:t>
            </w:r>
          </w:p>
          <w:p w:rsidR="00F30549" w:rsidRPr="003E681D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30549" w:rsidRPr="003E681D" w:rsidRDefault="00F30549" w:rsidP="00B72EF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30549" w:rsidRDefault="00F30549" w:rsidP="0015149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E64E1">
        <w:rPr>
          <w:sz w:val="28"/>
          <w:szCs w:val="28"/>
        </w:rPr>
        <w:t>2.2. Факт</w:t>
      </w:r>
    </w:p>
    <w:p w:rsidR="00F30549" w:rsidRPr="003E64E1" w:rsidRDefault="00F30549" w:rsidP="00B72E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400"/>
        <w:gridCol w:w="1320"/>
        <w:gridCol w:w="1800"/>
        <w:gridCol w:w="1200"/>
        <w:gridCol w:w="1200"/>
        <w:gridCol w:w="1200"/>
      </w:tblGrid>
      <w:tr w:rsidR="00F30549" w:rsidRPr="003E681D" w:rsidTr="00637A18">
        <w:trPr>
          <w:trHeight w:val="120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N </w:t>
            </w:r>
            <w:r w:rsidRPr="003E681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  Наименование   </w:t>
            </w:r>
            <w:r w:rsidRPr="003E681D">
              <w:rPr>
                <w:sz w:val="24"/>
                <w:szCs w:val="24"/>
              </w:rPr>
              <w:br/>
              <w:t xml:space="preserve">    показателя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Единица </w:t>
            </w:r>
            <w:r w:rsidRPr="003E681D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 Значение   </w:t>
            </w:r>
            <w:r w:rsidRPr="003E681D">
              <w:rPr>
                <w:sz w:val="24"/>
                <w:szCs w:val="24"/>
              </w:rPr>
              <w:br/>
              <w:t xml:space="preserve"> показателей </w:t>
            </w:r>
            <w:r w:rsidRPr="003E681D">
              <w:rPr>
                <w:sz w:val="24"/>
                <w:szCs w:val="24"/>
              </w:rPr>
              <w:br/>
              <w:t xml:space="preserve">   объ</w:t>
            </w:r>
            <w:r>
              <w:rPr>
                <w:sz w:val="24"/>
                <w:szCs w:val="24"/>
              </w:rPr>
              <w:t>ё</w:t>
            </w:r>
            <w:r w:rsidRPr="003E681D">
              <w:rPr>
                <w:sz w:val="24"/>
                <w:szCs w:val="24"/>
              </w:rPr>
              <w:t xml:space="preserve">ма    </w:t>
            </w:r>
            <w:r w:rsidRPr="003E681D">
              <w:rPr>
                <w:sz w:val="24"/>
                <w:szCs w:val="24"/>
              </w:rPr>
              <w:br/>
              <w:t xml:space="preserve">  (состава)  </w:t>
            </w:r>
            <w:r w:rsidRPr="003E681D">
              <w:rPr>
                <w:sz w:val="24"/>
                <w:szCs w:val="24"/>
              </w:rPr>
              <w:br/>
              <w:t xml:space="preserve"> оказываемой </w:t>
            </w:r>
            <w:r w:rsidRPr="003E681D">
              <w:rPr>
                <w:sz w:val="24"/>
                <w:szCs w:val="24"/>
              </w:rPr>
              <w:br/>
              <w:t>муниципальной</w:t>
            </w:r>
            <w:r w:rsidRPr="003E681D">
              <w:rPr>
                <w:sz w:val="24"/>
                <w:szCs w:val="24"/>
              </w:rPr>
              <w:br/>
              <w:t xml:space="preserve">   услуги    </w:t>
            </w:r>
            <w:r w:rsidRPr="003E681D">
              <w:rPr>
                <w:sz w:val="24"/>
                <w:szCs w:val="24"/>
              </w:rPr>
              <w:br/>
              <w:t xml:space="preserve">(выполняемой </w:t>
            </w:r>
            <w:r w:rsidRPr="003E681D">
              <w:rPr>
                <w:sz w:val="24"/>
                <w:szCs w:val="24"/>
              </w:rPr>
              <w:br/>
              <w:t xml:space="preserve"> работы) за  </w:t>
            </w:r>
            <w:r w:rsidRPr="003E681D">
              <w:rPr>
                <w:sz w:val="24"/>
                <w:szCs w:val="24"/>
              </w:rPr>
              <w:br/>
              <w:t xml:space="preserve">  отч</w:t>
            </w:r>
            <w:r>
              <w:rPr>
                <w:sz w:val="24"/>
                <w:szCs w:val="24"/>
              </w:rPr>
              <w:t>ё</w:t>
            </w:r>
            <w:r w:rsidRPr="003E681D">
              <w:rPr>
                <w:sz w:val="24"/>
                <w:szCs w:val="24"/>
              </w:rPr>
              <w:t xml:space="preserve">тный   </w:t>
            </w:r>
            <w:r w:rsidRPr="003E681D">
              <w:rPr>
                <w:sz w:val="24"/>
                <w:szCs w:val="24"/>
              </w:rPr>
              <w:br/>
              <w:t xml:space="preserve">   период   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  Значение показателей   </w:t>
            </w:r>
            <w:r w:rsidRPr="003E681D">
              <w:rPr>
                <w:sz w:val="24"/>
                <w:szCs w:val="24"/>
              </w:rPr>
              <w:br/>
              <w:t xml:space="preserve">     объ</w:t>
            </w:r>
            <w:r>
              <w:rPr>
                <w:sz w:val="24"/>
                <w:szCs w:val="24"/>
              </w:rPr>
              <w:t>ё</w:t>
            </w:r>
            <w:r w:rsidRPr="003E681D">
              <w:rPr>
                <w:sz w:val="24"/>
                <w:szCs w:val="24"/>
              </w:rPr>
              <w:t xml:space="preserve">ма (состава)     </w:t>
            </w:r>
            <w:r w:rsidRPr="003E681D">
              <w:rPr>
                <w:sz w:val="24"/>
                <w:szCs w:val="24"/>
              </w:rPr>
              <w:br/>
              <w:t xml:space="preserve">оказываемой муниципальной </w:t>
            </w:r>
            <w:r w:rsidRPr="003E681D">
              <w:rPr>
                <w:sz w:val="24"/>
                <w:szCs w:val="24"/>
              </w:rPr>
              <w:br/>
              <w:t xml:space="preserve">   услуги (выполняемой    </w:t>
            </w:r>
            <w:r w:rsidRPr="003E681D">
              <w:rPr>
                <w:sz w:val="24"/>
                <w:szCs w:val="24"/>
              </w:rPr>
              <w:br/>
              <w:t xml:space="preserve">  работы) по месяцам </w:t>
            </w:r>
            <w:r>
              <w:rPr>
                <w:sz w:val="24"/>
                <w:szCs w:val="24"/>
              </w:rPr>
              <w:t>*</w:t>
            </w:r>
          </w:p>
        </w:tc>
      </w:tr>
      <w:tr w:rsidR="00F30549" w:rsidRPr="003E681D" w:rsidTr="00637A18">
        <w:trPr>
          <w:trHeight w:val="100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  1    </w:t>
            </w:r>
            <w:r w:rsidRPr="003E681D">
              <w:rPr>
                <w:sz w:val="24"/>
                <w:szCs w:val="24"/>
              </w:rPr>
              <w:br/>
              <w:t>отч</w:t>
            </w:r>
            <w:r>
              <w:rPr>
                <w:sz w:val="24"/>
                <w:szCs w:val="24"/>
              </w:rPr>
              <w:t>ё</w:t>
            </w:r>
            <w:r w:rsidRPr="003E681D">
              <w:rPr>
                <w:sz w:val="24"/>
                <w:szCs w:val="24"/>
              </w:rPr>
              <w:t>тный</w:t>
            </w:r>
            <w:r w:rsidRPr="003E681D">
              <w:rPr>
                <w:sz w:val="24"/>
                <w:szCs w:val="24"/>
              </w:rPr>
              <w:br/>
              <w:t xml:space="preserve"> месяц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  2    </w:t>
            </w:r>
            <w:r w:rsidRPr="003E681D">
              <w:rPr>
                <w:sz w:val="24"/>
                <w:szCs w:val="24"/>
              </w:rPr>
              <w:br/>
              <w:t>отч</w:t>
            </w:r>
            <w:r>
              <w:rPr>
                <w:sz w:val="24"/>
                <w:szCs w:val="24"/>
              </w:rPr>
              <w:t>ё</w:t>
            </w:r>
            <w:r w:rsidRPr="003E681D">
              <w:rPr>
                <w:sz w:val="24"/>
                <w:szCs w:val="24"/>
              </w:rPr>
              <w:t>тный</w:t>
            </w:r>
            <w:r w:rsidRPr="003E681D">
              <w:rPr>
                <w:sz w:val="24"/>
                <w:szCs w:val="24"/>
              </w:rPr>
              <w:br/>
              <w:t xml:space="preserve"> месяц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  3    </w:t>
            </w:r>
            <w:r w:rsidRPr="003E681D">
              <w:rPr>
                <w:sz w:val="24"/>
                <w:szCs w:val="24"/>
              </w:rPr>
              <w:br/>
              <w:t>отч</w:t>
            </w:r>
            <w:r>
              <w:rPr>
                <w:sz w:val="24"/>
                <w:szCs w:val="24"/>
              </w:rPr>
              <w:t>ё</w:t>
            </w:r>
            <w:r w:rsidRPr="003E681D">
              <w:rPr>
                <w:sz w:val="24"/>
                <w:szCs w:val="24"/>
              </w:rPr>
              <w:t>тный</w:t>
            </w:r>
            <w:r w:rsidRPr="003E681D">
              <w:rPr>
                <w:sz w:val="24"/>
                <w:szCs w:val="24"/>
              </w:rPr>
              <w:br/>
              <w:t xml:space="preserve"> месяц  </w:t>
            </w:r>
          </w:p>
        </w:tc>
      </w:tr>
      <w:tr w:rsidR="00F30549" w:rsidRPr="003E681D" w:rsidTr="00637A18">
        <w:trPr>
          <w:tblCellSpacing w:w="5" w:type="nil"/>
        </w:trPr>
        <w:tc>
          <w:tcPr>
            <w:tcW w:w="9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>Муниципальная услуга (работа) 1</w:t>
            </w:r>
            <w:r w:rsidRPr="005E0550">
              <w:rPr>
                <w:b/>
                <w:sz w:val="24"/>
                <w:szCs w:val="24"/>
              </w:rPr>
              <w:t xml:space="preserve">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 его общественной инфраструктуры и иной официальной информации</w:t>
            </w:r>
            <w:r w:rsidRPr="003E681D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</w:t>
            </w:r>
          </w:p>
        </w:tc>
      </w:tr>
      <w:tr w:rsidR="00F30549" w:rsidRPr="003E681D" w:rsidTr="00A446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программа «Сейчас в Нефтеюганске»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мин.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3 060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A446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2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«Неделя в Нефтеюганске»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мин.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A446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3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«Нефтеюганск-5 Созыв»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мин.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A446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Специальный репортаж на ТВ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мин.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A446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статичной заставки на ТВ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A446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</w:t>
            </w:r>
            <w:r w:rsidRPr="003E68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статичной заставки на ТВ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130 500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A446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роликов на ТВ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A446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роликов на ТВ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сек.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172 800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93136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режиме обучения школьников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93136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мероприятия программы на ТВ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мин.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93136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информационных выпусков на РВ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мин.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3 024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8941D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объявлений на РВ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21 000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8941D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«Живой разговор»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мин.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1 440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8941D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статичной заставки на светодиодном экране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сек.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540 000</w:t>
            </w:r>
          </w:p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8941D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15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роликов,клипов,</w:t>
            </w:r>
          </w:p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зарисовок на светодиодном экране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сек.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720 000</w:t>
            </w:r>
          </w:p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549" w:rsidRPr="003E681D" w:rsidTr="008941D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16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и размещение специальных репортажей на светодиодном экране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6A30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сек.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49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14 400</w:t>
            </w:r>
          </w:p>
          <w:p w:rsidR="00F30549" w:rsidRPr="003E681D" w:rsidRDefault="00F30549" w:rsidP="006A30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30549" w:rsidRPr="003E681D" w:rsidRDefault="00F30549" w:rsidP="00B72EF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30549" w:rsidRPr="003E64E1" w:rsidRDefault="00F30549" w:rsidP="00B72E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4E1">
        <w:rPr>
          <w:sz w:val="28"/>
          <w:szCs w:val="28"/>
        </w:rPr>
        <w:t>3. Характеристика выполненных работ **</w:t>
      </w:r>
    </w:p>
    <w:p w:rsidR="00F30549" w:rsidRPr="003E681D" w:rsidRDefault="00F30549" w:rsidP="00B72EF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75"/>
        <w:gridCol w:w="3731"/>
        <w:gridCol w:w="2721"/>
        <w:gridCol w:w="2861"/>
      </w:tblGrid>
      <w:tr w:rsidR="00F30549" w:rsidRPr="003E681D" w:rsidTr="00B07C0B">
        <w:trPr>
          <w:trHeight w:val="600"/>
          <w:tblCellSpacing w:w="5" w:type="nil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N </w:t>
            </w:r>
            <w:r w:rsidRPr="003E681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     Наименование работ       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  Содержание работ   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 Результат   </w:t>
            </w:r>
            <w:r w:rsidRPr="003E681D">
              <w:rPr>
                <w:sz w:val="24"/>
                <w:szCs w:val="24"/>
              </w:rPr>
              <w:br/>
              <w:t xml:space="preserve">  выполнения  </w:t>
            </w:r>
            <w:r w:rsidRPr="003E681D">
              <w:rPr>
                <w:sz w:val="24"/>
                <w:szCs w:val="24"/>
              </w:rPr>
              <w:br/>
              <w:t xml:space="preserve">    работ     </w:t>
            </w:r>
          </w:p>
        </w:tc>
      </w:tr>
      <w:tr w:rsidR="00F30549" w:rsidRPr="003E681D" w:rsidTr="00B07C0B">
        <w:trPr>
          <w:tblCellSpacing w:w="5" w:type="nil"/>
        </w:trPr>
        <w:tc>
          <w:tcPr>
            <w:tcW w:w="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9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программа «Сейчас в Нефтеюганске»</w:t>
            </w:r>
          </w:p>
        </w:tc>
        <w:tc>
          <w:tcPr>
            <w:tcW w:w="13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Выезд на съемку и изготовление новостных сюжетов о событиях в МО г.Нефтеюганск</w:t>
            </w:r>
          </w:p>
        </w:tc>
        <w:tc>
          <w:tcPr>
            <w:tcW w:w="1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Трансляция в эфире новостных сюжетов</w:t>
            </w:r>
          </w:p>
        </w:tc>
      </w:tr>
      <w:tr w:rsidR="00F30549" w:rsidRPr="003E681D" w:rsidTr="00B07C0B">
        <w:trPr>
          <w:tblCellSpacing w:w="5" w:type="nil"/>
        </w:trPr>
        <w:tc>
          <w:tcPr>
            <w:tcW w:w="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81D">
              <w:rPr>
                <w:sz w:val="24"/>
                <w:szCs w:val="24"/>
              </w:rPr>
              <w:t xml:space="preserve"> 2 </w:t>
            </w:r>
          </w:p>
        </w:tc>
        <w:tc>
          <w:tcPr>
            <w:tcW w:w="19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«Неделя в Нефтеюганске»</w:t>
            </w:r>
          </w:p>
        </w:tc>
        <w:tc>
          <w:tcPr>
            <w:tcW w:w="13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итоговой аналитической программы о прошедших за неделю социально-значимых и официальных мероприятий в г.Нефтеюганске</w:t>
            </w:r>
          </w:p>
        </w:tc>
        <w:tc>
          <w:tcPr>
            <w:tcW w:w="1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Трансляция в эфире итоговой программы</w:t>
            </w:r>
          </w:p>
        </w:tc>
      </w:tr>
      <w:tr w:rsidR="00F30549" w:rsidRPr="003E681D" w:rsidTr="00B07C0B">
        <w:trPr>
          <w:tblCellSpacing w:w="5" w:type="nil"/>
        </w:trPr>
        <w:tc>
          <w:tcPr>
            <w:tcW w:w="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19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«Нефтеюганск-5 Созыв»</w:t>
            </w:r>
          </w:p>
        </w:tc>
        <w:tc>
          <w:tcPr>
            <w:tcW w:w="13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аналитической программы о работе Городской Думы г.Нефтеюганска</w:t>
            </w:r>
          </w:p>
        </w:tc>
        <w:tc>
          <w:tcPr>
            <w:tcW w:w="1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Трансляция в эфире аналитической программы</w:t>
            </w:r>
          </w:p>
        </w:tc>
      </w:tr>
      <w:tr w:rsidR="00F30549" w:rsidRPr="003E681D" w:rsidTr="00B07C0B">
        <w:trPr>
          <w:tblCellSpacing w:w="5" w:type="nil"/>
        </w:trPr>
        <w:tc>
          <w:tcPr>
            <w:tcW w:w="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19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Специальный репортаж на ТВ</w:t>
            </w:r>
          </w:p>
        </w:tc>
        <w:tc>
          <w:tcPr>
            <w:tcW w:w="13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Съемка и изготовление специального репортажа согласно тех.задания о социально значимом или ином событии в г.Нефтеюганске</w:t>
            </w:r>
          </w:p>
        </w:tc>
        <w:tc>
          <w:tcPr>
            <w:tcW w:w="1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Трансляция в эфире специального репортажа.</w:t>
            </w:r>
          </w:p>
        </w:tc>
      </w:tr>
      <w:tr w:rsidR="00F30549" w:rsidRPr="003E681D" w:rsidTr="00B07C0B">
        <w:trPr>
          <w:tblCellSpacing w:w="5" w:type="nil"/>
        </w:trPr>
        <w:tc>
          <w:tcPr>
            <w:tcW w:w="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</w:t>
            </w:r>
          </w:p>
        </w:tc>
        <w:tc>
          <w:tcPr>
            <w:tcW w:w="19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статичной заставки на ТВ</w:t>
            </w:r>
          </w:p>
        </w:tc>
        <w:tc>
          <w:tcPr>
            <w:tcW w:w="13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по техн.заданию официальной информации для доведения до сведения жителей г.Нефтеюганске в текстовой форме с озвучиванием данного текста.</w:t>
            </w:r>
          </w:p>
        </w:tc>
        <w:tc>
          <w:tcPr>
            <w:tcW w:w="1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B55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статичной заставки</w:t>
            </w:r>
          </w:p>
        </w:tc>
      </w:tr>
      <w:tr w:rsidR="00F30549" w:rsidRPr="003E681D" w:rsidTr="00B07C0B">
        <w:trPr>
          <w:tblCellSpacing w:w="5" w:type="nil"/>
        </w:trPr>
        <w:tc>
          <w:tcPr>
            <w:tcW w:w="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</w:t>
            </w:r>
            <w:r w:rsidRPr="003E68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статичной заставки на ТВ</w:t>
            </w:r>
          </w:p>
        </w:tc>
        <w:tc>
          <w:tcPr>
            <w:tcW w:w="13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в информационном блоке на ТВ статичной заставки</w:t>
            </w:r>
          </w:p>
        </w:tc>
        <w:tc>
          <w:tcPr>
            <w:tcW w:w="1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в информационном блоке статичной заставки</w:t>
            </w:r>
          </w:p>
        </w:tc>
      </w:tr>
      <w:tr w:rsidR="00F30549" w:rsidRPr="003E681D" w:rsidTr="00B07C0B">
        <w:trPr>
          <w:tblCellSpacing w:w="5" w:type="nil"/>
        </w:trPr>
        <w:tc>
          <w:tcPr>
            <w:tcW w:w="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</w:t>
            </w:r>
          </w:p>
        </w:tc>
        <w:tc>
          <w:tcPr>
            <w:tcW w:w="19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роликов на ТВ</w:t>
            </w:r>
          </w:p>
        </w:tc>
        <w:tc>
          <w:tcPr>
            <w:tcW w:w="13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Видеосъемка и монтаж согласно технического задания телевизионных роликов</w:t>
            </w:r>
          </w:p>
        </w:tc>
        <w:tc>
          <w:tcPr>
            <w:tcW w:w="1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Pr="003E681D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видеороликов.</w:t>
            </w:r>
          </w:p>
        </w:tc>
      </w:tr>
      <w:tr w:rsidR="00F30549" w:rsidRPr="003E681D" w:rsidTr="00B07C0B">
        <w:trPr>
          <w:tblCellSpacing w:w="5" w:type="nil"/>
        </w:trPr>
        <w:tc>
          <w:tcPr>
            <w:tcW w:w="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роликов на ТВ</w:t>
            </w:r>
          </w:p>
        </w:tc>
        <w:tc>
          <w:tcPr>
            <w:tcW w:w="13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в информационных блоках изготовленного согласно тех.задания телевизионных роликов</w:t>
            </w:r>
          </w:p>
        </w:tc>
        <w:tc>
          <w:tcPr>
            <w:tcW w:w="1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и прокат в эфире видеороликов</w:t>
            </w:r>
          </w:p>
        </w:tc>
      </w:tr>
      <w:tr w:rsidR="00F30549" w:rsidRPr="003E681D" w:rsidTr="00B07C0B">
        <w:trPr>
          <w:tblCellSpacing w:w="5" w:type="nil"/>
        </w:trPr>
        <w:tc>
          <w:tcPr>
            <w:tcW w:w="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режиме обучения школьников</w:t>
            </w:r>
          </w:p>
        </w:tc>
        <w:tc>
          <w:tcPr>
            <w:tcW w:w="13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 заставки о погодных условиях и режиме обучения щкольников в первую и вторую смену в школах города Нефтеюганска</w:t>
            </w:r>
          </w:p>
        </w:tc>
        <w:tc>
          <w:tcPr>
            <w:tcW w:w="1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в эфире информации о режиме обучения школьников</w:t>
            </w:r>
          </w:p>
        </w:tc>
      </w:tr>
      <w:tr w:rsidR="00F30549" w:rsidRPr="003E681D" w:rsidTr="00B07C0B">
        <w:trPr>
          <w:tblCellSpacing w:w="5" w:type="nil"/>
        </w:trPr>
        <w:tc>
          <w:tcPr>
            <w:tcW w:w="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мероприятия программы на ТВ</w:t>
            </w:r>
          </w:p>
        </w:tc>
        <w:tc>
          <w:tcPr>
            <w:tcW w:w="13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A1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Съемка монтаж и изготовление специальных мероприятий проходивших мероприятий в МО г.Нефтеюганск</w:t>
            </w:r>
          </w:p>
        </w:tc>
        <w:tc>
          <w:tcPr>
            <w:tcW w:w="1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Трансляция в эфире специальных мероприятий</w:t>
            </w:r>
          </w:p>
        </w:tc>
      </w:tr>
      <w:tr w:rsidR="00F30549" w:rsidRPr="003E681D" w:rsidTr="00B07C0B">
        <w:trPr>
          <w:tblCellSpacing w:w="5" w:type="nil"/>
        </w:trPr>
        <w:tc>
          <w:tcPr>
            <w:tcW w:w="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информационных выпусков на РВ</w:t>
            </w:r>
          </w:p>
        </w:tc>
        <w:tc>
          <w:tcPr>
            <w:tcW w:w="13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информационных новостных событий подборка официальной информации.</w:t>
            </w:r>
          </w:p>
        </w:tc>
        <w:tc>
          <w:tcPr>
            <w:tcW w:w="1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Трансляция в радиоэфире информационных выпусков.</w:t>
            </w:r>
          </w:p>
        </w:tc>
      </w:tr>
      <w:tr w:rsidR="00F30549" w:rsidRPr="003E681D" w:rsidTr="00B07C0B">
        <w:trPr>
          <w:tblCellSpacing w:w="5" w:type="nil"/>
        </w:trPr>
        <w:tc>
          <w:tcPr>
            <w:tcW w:w="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объявлений на РВ</w:t>
            </w:r>
          </w:p>
        </w:tc>
        <w:tc>
          <w:tcPr>
            <w:tcW w:w="13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Голосовое оформление официальной информации согласно поданной заявке с последующим размещением в эфире.</w:t>
            </w:r>
          </w:p>
        </w:tc>
        <w:tc>
          <w:tcPr>
            <w:tcW w:w="1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Трансляция в радиоэфире объявлений</w:t>
            </w:r>
          </w:p>
        </w:tc>
      </w:tr>
      <w:tr w:rsidR="00F30549" w:rsidRPr="003E681D" w:rsidTr="00B07C0B">
        <w:trPr>
          <w:tblCellSpacing w:w="5" w:type="nil"/>
        </w:trPr>
        <w:tc>
          <w:tcPr>
            <w:tcW w:w="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«Живой разговор»</w:t>
            </w:r>
          </w:p>
        </w:tc>
        <w:tc>
          <w:tcPr>
            <w:tcW w:w="13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в прямом эфире диалога с официальными представителями исполнительной и законодательной  власти г.Нефтеюганска, представителями общественности, работниками культуры, образования здравоохранения города.</w:t>
            </w:r>
          </w:p>
        </w:tc>
        <w:tc>
          <w:tcPr>
            <w:tcW w:w="1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Трансляция в радиоэфире программы «Живой разговор</w:t>
            </w:r>
          </w:p>
        </w:tc>
      </w:tr>
      <w:tr w:rsidR="00F30549" w:rsidRPr="003E681D" w:rsidTr="00B07C0B">
        <w:trPr>
          <w:tblCellSpacing w:w="5" w:type="nil"/>
        </w:trPr>
        <w:tc>
          <w:tcPr>
            <w:tcW w:w="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статичной заставки на светодиодном экране</w:t>
            </w:r>
          </w:p>
        </w:tc>
        <w:tc>
          <w:tcPr>
            <w:tcW w:w="13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 и оформление согласно технического задания статичной заставки с последующем размещением в информационном блоке</w:t>
            </w:r>
          </w:p>
        </w:tc>
        <w:tc>
          <w:tcPr>
            <w:tcW w:w="1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статичной заставки на светодиодном экране</w:t>
            </w:r>
          </w:p>
        </w:tc>
      </w:tr>
      <w:tr w:rsidR="00F30549" w:rsidRPr="003E681D" w:rsidTr="00B07C0B">
        <w:trPr>
          <w:tblCellSpacing w:w="5" w:type="nil"/>
        </w:trPr>
        <w:tc>
          <w:tcPr>
            <w:tcW w:w="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роликов,клипов,зарисовок на светодиодном экране</w:t>
            </w:r>
          </w:p>
        </w:tc>
        <w:tc>
          <w:tcPr>
            <w:tcW w:w="13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и монтаж роликов,оформление зарисовок с последующим размещением</w:t>
            </w:r>
          </w:p>
        </w:tc>
        <w:tc>
          <w:tcPr>
            <w:tcW w:w="1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роликов,клипов,зарисовок на светодиодном экране</w:t>
            </w:r>
          </w:p>
        </w:tc>
      </w:tr>
      <w:tr w:rsidR="00F30549" w:rsidRPr="003E681D" w:rsidTr="00B07C0B">
        <w:trPr>
          <w:tblCellSpacing w:w="5" w:type="nil"/>
        </w:trPr>
        <w:tc>
          <w:tcPr>
            <w:tcW w:w="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и размещение специальных репортажей на светодиодном экране</w:t>
            </w:r>
          </w:p>
        </w:tc>
        <w:tc>
          <w:tcPr>
            <w:tcW w:w="13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Съемка и изготовление специального репортажа согласно тех.задания о социально значимом или ином событии в г.Нефтеюганске</w:t>
            </w:r>
          </w:p>
        </w:tc>
        <w:tc>
          <w:tcPr>
            <w:tcW w:w="1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49" w:rsidRDefault="00F30549" w:rsidP="00EE7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специальных репортажей на светодиодном экране</w:t>
            </w:r>
          </w:p>
        </w:tc>
      </w:tr>
    </w:tbl>
    <w:p w:rsidR="00F30549" w:rsidRPr="003E681D" w:rsidRDefault="00F30549" w:rsidP="00B72EF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30549" w:rsidRPr="003E64E1" w:rsidRDefault="00F30549" w:rsidP="00B72E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4E1">
        <w:rPr>
          <w:sz w:val="28"/>
          <w:szCs w:val="28"/>
        </w:rPr>
        <w:t>4. Характеристика факторов, повлиявших на отклонение фактических результатов выполнения муниципального задания от запланированных</w:t>
      </w:r>
      <w:r>
        <w:rPr>
          <w:sz w:val="28"/>
          <w:szCs w:val="28"/>
        </w:rPr>
        <w:t xml:space="preserve">: </w:t>
      </w:r>
      <w:r w:rsidRPr="00B07C0B">
        <w:rPr>
          <w:b/>
          <w:sz w:val="28"/>
          <w:szCs w:val="28"/>
        </w:rPr>
        <w:t>отсутствуют</w:t>
      </w:r>
    </w:p>
    <w:p w:rsidR="00F30549" w:rsidRDefault="00F30549" w:rsidP="00B07C0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30549" w:rsidRPr="008073AC" w:rsidRDefault="00F30549" w:rsidP="00B07C0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4"/>
          <w:szCs w:val="24"/>
        </w:rPr>
        <w:t xml:space="preserve">  </w:t>
      </w:r>
      <w:r w:rsidRPr="003E64E1">
        <w:rPr>
          <w:sz w:val="28"/>
          <w:szCs w:val="28"/>
        </w:rPr>
        <w:t>5. Характеристика перспектив выполнения муниципальным учреждением муниципального задания в с</w:t>
      </w:r>
      <w:r>
        <w:rPr>
          <w:sz w:val="28"/>
          <w:szCs w:val="28"/>
        </w:rPr>
        <w:t>оответствии с утвержденными объё</w:t>
      </w:r>
      <w:r w:rsidRPr="003E64E1">
        <w:rPr>
          <w:sz w:val="28"/>
          <w:szCs w:val="28"/>
        </w:rPr>
        <w:t>мами задания и порядком оказания муниципальных услуг</w:t>
      </w:r>
      <w:r>
        <w:rPr>
          <w:sz w:val="28"/>
          <w:szCs w:val="28"/>
        </w:rPr>
        <w:t>: М</w:t>
      </w:r>
      <w:r w:rsidRPr="008073AC">
        <w:rPr>
          <w:b/>
          <w:sz w:val="28"/>
          <w:szCs w:val="28"/>
        </w:rPr>
        <w:t>униципальное задание, утвержденное на 2014 год выполнено в полном объеме.</w:t>
      </w:r>
    </w:p>
    <w:p w:rsidR="00F30549" w:rsidRPr="003E681D" w:rsidRDefault="00F30549" w:rsidP="00B72EF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30549" w:rsidRDefault="00F30549" w:rsidP="00B72E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30549" w:rsidRDefault="00F30549" w:rsidP="00B72E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30549" w:rsidRPr="003E64E1" w:rsidRDefault="00F30549" w:rsidP="00B72E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4E1">
        <w:rPr>
          <w:sz w:val="28"/>
          <w:szCs w:val="28"/>
        </w:rPr>
        <w:t>Руководитель учрежде</w:t>
      </w:r>
      <w:r>
        <w:rPr>
          <w:sz w:val="28"/>
          <w:szCs w:val="28"/>
        </w:rPr>
        <w:t>ния __________________В.Г.Зенцев</w:t>
      </w:r>
    </w:p>
    <w:p w:rsidR="00F30549" w:rsidRPr="003E64E1" w:rsidRDefault="00F30549" w:rsidP="00B72E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30549" w:rsidRPr="003E64E1" w:rsidRDefault="00F30549" w:rsidP="00B72E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4E1">
        <w:rPr>
          <w:sz w:val="28"/>
          <w:szCs w:val="28"/>
        </w:rPr>
        <w:t>Дата _____________ Подпись _____________</w:t>
      </w:r>
    </w:p>
    <w:p w:rsidR="00F30549" w:rsidRPr="003E64E1" w:rsidRDefault="00F30549" w:rsidP="00B72E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4E1">
        <w:rPr>
          <w:sz w:val="28"/>
          <w:szCs w:val="28"/>
        </w:rPr>
        <w:t>М.п.</w:t>
      </w:r>
    </w:p>
    <w:p w:rsidR="00F30549" w:rsidRPr="003E681D" w:rsidRDefault="00F30549" w:rsidP="00B72EF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30549" w:rsidRPr="00705669" w:rsidRDefault="00F30549" w:rsidP="00B72EF4">
      <w:pPr>
        <w:autoSpaceDE w:val="0"/>
        <w:autoSpaceDN w:val="0"/>
        <w:adjustRightInd w:val="0"/>
        <w:ind w:firstLine="540"/>
        <w:jc w:val="both"/>
      </w:pPr>
      <w:r w:rsidRPr="00705669">
        <w:t>* Заполняется при установлении в муниципальном задании</w:t>
      </w:r>
    </w:p>
    <w:p w:rsidR="00F30549" w:rsidRPr="00705669" w:rsidRDefault="00F30549" w:rsidP="00B72EF4">
      <w:pPr>
        <w:autoSpaceDE w:val="0"/>
        <w:autoSpaceDN w:val="0"/>
        <w:adjustRightInd w:val="0"/>
        <w:ind w:firstLine="540"/>
        <w:jc w:val="both"/>
      </w:pPr>
      <w:r w:rsidRPr="00705669">
        <w:t>** Заполняется в отчёте о выполнении муниципального задания на выполнение работ</w:t>
      </w:r>
    </w:p>
    <w:p w:rsidR="00F30549" w:rsidRPr="003E681D" w:rsidRDefault="00F30549" w:rsidP="00B72EF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30549" w:rsidRDefault="00F30549"/>
    <w:sectPr w:rsidR="00F30549" w:rsidSect="00954ADE">
      <w:headerReference w:type="even" r:id="rId6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549" w:rsidRDefault="00F30549" w:rsidP="000640BD">
      <w:r>
        <w:separator/>
      </w:r>
    </w:p>
  </w:endnote>
  <w:endnote w:type="continuationSeparator" w:id="1">
    <w:p w:rsidR="00F30549" w:rsidRDefault="00F30549" w:rsidP="000640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549" w:rsidRDefault="00F30549" w:rsidP="000640BD">
      <w:r>
        <w:separator/>
      </w:r>
    </w:p>
  </w:footnote>
  <w:footnote w:type="continuationSeparator" w:id="1">
    <w:p w:rsidR="00F30549" w:rsidRDefault="00F30549" w:rsidP="000640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549" w:rsidRDefault="00F30549" w:rsidP="00F8446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30549" w:rsidRDefault="00F3054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2EF4"/>
    <w:rsid w:val="00000041"/>
    <w:rsid w:val="00000B5D"/>
    <w:rsid w:val="000025F3"/>
    <w:rsid w:val="00003BFE"/>
    <w:rsid w:val="00003D3F"/>
    <w:rsid w:val="00004B8D"/>
    <w:rsid w:val="000057B0"/>
    <w:rsid w:val="0000647E"/>
    <w:rsid w:val="00006D3A"/>
    <w:rsid w:val="00007181"/>
    <w:rsid w:val="00011478"/>
    <w:rsid w:val="00011DAC"/>
    <w:rsid w:val="00011DC4"/>
    <w:rsid w:val="00011F32"/>
    <w:rsid w:val="00012171"/>
    <w:rsid w:val="000126B9"/>
    <w:rsid w:val="00012861"/>
    <w:rsid w:val="00012B42"/>
    <w:rsid w:val="000131FC"/>
    <w:rsid w:val="00013CBE"/>
    <w:rsid w:val="00013F90"/>
    <w:rsid w:val="00013FC7"/>
    <w:rsid w:val="0001416C"/>
    <w:rsid w:val="00014CA0"/>
    <w:rsid w:val="000158D6"/>
    <w:rsid w:val="00015CAC"/>
    <w:rsid w:val="000163D6"/>
    <w:rsid w:val="000209CE"/>
    <w:rsid w:val="00021240"/>
    <w:rsid w:val="000214DB"/>
    <w:rsid w:val="00021651"/>
    <w:rsid w:val="0002182E"/>
    <w:rsid w:val="000224AB"/>
    <w:rsid w:val="00022C79"/>
    <w:rsid w:val="0002377F"/>
    <w:rsid w:val="00023A92"/>
    <w:rsid w:val="00023C91"/>
    <w:rsid w:val="00024907"/>
    <w:rsid w:val="00025197"/>
    <w:rsid w:val="00027336"/>
    <w:rsid w:val="000274AF"/>
    <w:rsid w:val="00031286"/>
    <w:rsid w:val="00031D96"/>
    <w:rsid w:val="0003227E"/>
    <w:rsid w:val="00032637"/>
    <w:rsid w:val="000329E0"/>
    <w:rsid w:val="00032E5D"/>
    <w:rsid w:val="00033C71"/>
    <w:rsid w:val="00035BF5"/>
    <w:rsid w:val="00036128"/>
    <w:rsid w:val="000361DF"/>
    <w:rsid w:val="00036262"/>
    <w:rsid w:val="00040CED"/>
    <w:rsid w:val="00041D54"/>
    <w:rsid w:val="00042282"/>
    <w:rsid w:val="00043325"/>
    <w:rsid w:val="00044960"/>
    <w:rsid w:val="00044B3D"/>
    <w:rsid w:val="00044DEF"/>
    <w:rsid w:val="000451B8"/>
    <w:rsid w:val="00046143"/>
    <w:rsid w:val="000462C9"/>
    <w:rsid w:val="00046946"/>
    <w:rsid w:val="0004733C"/>
    <w:rsid w:val="000508A7"/>
    <w:rsid w:val="000514E9"/>
    <w:rsid w:val="00051AE3"/>
    <w:rsid w:val="000520EE"/>
    <w:rsid w:val="0005242A"/>
    <w:rsid w:val="000524C0"/>
    <w:rsid w:val="000533BD"/>
    <w:rsid w:val="00053571"/>
    <w:rsid w:val="00053DA6"/>
    <w:rsid w:val="00054577"/>
    <w:rsid w:val="0005474C"/>
    <w:rsid w:val="00054C01"/>
    <w:rsid w:val="00056187"/>
    <w:rsid w:val="00056AD7"/>
    <w:rsid w:val="00057DC1"/>
    <w:rsid w:val="00057E20"/>
    <w:rsid w:val="000605AF"/>
    <w:rsid w:val="00060C81"/>
    <w:rsid w:val="00062AA3"/>
    <w:rsid w:val="00063BE4"/>
    <w:rsid w:val="00064017"/>
    <w:rsid w:val="000640BD"/>
    <w:rsid w:val="0006422C"/>
    <w:rsid w:val="00064CC8"/>
    <w:rsid w:val="00064F50"/>
    <w:rsid w:val="00066716"/>
    <w:rsid w:val="00066AA1"/>
    <w:rsid w:val="00066E46"/>
    <w:rsid w:val="00067403"/>
    <w:rsid w:val="000707F1"/>
    <w:rsid w:val="00070BED"/>
    <w:rsid w:val="00070D30"/>
    <w:rsid w:val="00070EC5"/>
    <w:rsid w:val="00070F6F"/>
    <w:rsid w:val="000718E9"/>
    <w:rsid w:val="00071DBF"/>
    <w:rsid w:val="00072E67"/>
    <w:rsid w:val="00073615"/>
    <w:rsid w:val="00074889"/>
    <w:rsid w:val="00074FED"/>
    <w:rsid w:val="00076A09"/>
    <w:rsid w:val="00076CD1"/>
    <w:rsid w:val="00077743"/>
    <w:rsid w:val="0008028E"/>
    <w:rsid w:val="0008139D"/>
    <w:rsid w:val="00081EC4"/>
    <w:rsid w:val="000821F9"/>
    <w:rsid w:val="000823DE"/>
    <w:rsid w:val="00082D13"/>
    <w:rsid w:val="00083892"/>
    <w:rsid w:val="000838EE"/>
    <w:rsid w:val="00084260"/>
    <w:rsid w:val="00084771"/>
    <w:rsid w:val="000848DB"/>
    <w:rsid w:val="00084D80"/>
    <w:rsid w:val="00086733"/>
    <w:rsid w:val="000867B7"/>
    <w:rsid w:val="00090F15"/>
    <w:rsid w:val="00092614"/>
    <w:rsid w:val="0009294A"/>
    <w:rsid w:val="00093189"/>
    <w:rsid w:val="000933C8"/>
    <w:rsid w:val="00093477"/>
    <w:rsid w:val="000935B6"/>
    <w:rsid w:val="000939A9"/>
    <w:rsid w:val="00095ECB"/>
    <w:rsid w:val="000971E7"/>
    <w:rsid w:val="000A0324"/>
    <w:rsid w:val="000A052E"/>
    <w:rsid w:val="000A08FD"/>
    <w:rsid w:val="000A0C38"/>
    <w:rsid w:val="000A3169"/>
    <w:rsid w:val="000A31D8"/>
    <w:rsid w:val="000A33EA"/>
    <w:rsid w:val="000A406E"/>
    <w:rsid w:val="000A4311"/>
    <w:rsid w:val="000A44B8"/>
    <w:rsid w:val="000A6B63"/>
    <w:rsid w:val="000B0307"/>
    <w:rsid w:val="000B0434"/>
    <w:rsid w:val="000B04A6"/>
    <w:rsid w:val="000B0567"/>
    <w:rsid w:val="000B1255"/>
    <w:rsid w:val="000B1B87"/>
    <w:rsid w:val="000B313D"/>
    <w:rsid w:val="000B3A9D"/>
    <w:rsid w:val="000B5926"/>
    <w:rsid w:val="000B6D84"/>
    <w:rsid w:val="000B70EF"/>
    <w:rsid w:val="000B7200"/>
    <w:rsid w:val="000C06E2"/>
    <w:rsid w:val="000C08F4"/>
    <w:rsid w:val="000C0ACC"/>
    <w:rsid w:val="000C168E"/>
    <w:rsid w:val="000C17A0"/>
    <w:rsid w:val="000C2F9C"/>
    <w:rsid w:val="000C36D1"/>
    <w:rsid w:val="000C3C26"/>
    <w:rsid w:val="000C3F6B"/>
    <w:rsid w:val="000C3F71"/>
    <w:rsid w:val="000C3FFF"/>
    <w:rsid w:val="000C4210"/>
    <w:rsid w:val="000C45E0"/>
    <w:rsid w:val="000C5070"/>
    <w:rsid w:val="000C53B5"/>
    <w:rsid w:val="000C7007"/>
    <w:rsid w:val="000C718D"/>
    <w:rsid w:val="000D00B8"/>
    <w:rsid w:val="000D033A"/>
    <w:rsid w:val="000D1181"/>
    <w:rsid w:val="000D1443"/>
    <w:rsid w:val="000D1BD4"/>
    <w:rsid w:val="000D1CBD"/>
    <w:rsid w:val="000D1EDA"/>
    <w:rsid w:val="000D3F1E"/>
    <w:rsid w:val="000D4505"/>
    <w:rsid w:val="000D4531"/>
    <w:rsid w:val="000D5082"/>
    <w:rsid w:val="000D5C0D"/>
    <w:rsid w:val="000D6838"/>
    <w:rsid w:val="000D6C28"/>
    <w:rsid w:val="000D7BBF"/>
    <w:rsid w:val="000E04D3"/>
    <w:rsid w:val="000E0B2C"/>
    <w:rsid w:val="000E11B2"/>
    <w:rsid w:val="000E1C05"/>
    <w:rsid w:val="000E29BF"/>
    <w:rsid w:val="000E2CB6"/>
    <w:rsid w:val="000E2CFC"/>
    <w:rsid w:val="000E2ED6"/>
    <w:rsid w:val="000E31AD"/>
    <w:rsid w:val="000E3CA8"/>
    <w:rsid w:val="000E41A1"/>
    <w:rsid w:val="000E4229"/>
    <w:rsid w:val="000E4C16"/>
    <w:rsid w:val="000E65D6"/>
    <w:rsid w:val="000E677C"/>
    <w:rsid w:val="000E742B"/>
    <w:rsid w:val="000E76F1"/>
    <w:rsid w:val="000E7B9E"/>
    <w:rsid w:val="000E7DCD"/>
    <w:rsid w:val="000F01F1"/>
    <w:rsid w:val="000F05FB"/>
    <w:rsid w:val="000F0820"/>
    <w:rsid w:val="000F17D4"/>
    <w:rsid w:val="000F234D"/>
    <w:rsid w:val="000F2C53"/>
    <w:rsid w:val="000F2DCE"/>
    <w:rsid w:val="000F332A"/>
    <w:rsid w:val="000F3483"/>
    <w:rsid w:val="000F3B3A"/>
    <w:rsid w:val="000F3B8E"/>
    <w:rsid w:val="000F4FAE"/>
    <w:rsid w:val="000F5FE5"/>
    <w:rsid w:val="000F682D"/>
    <w:rsid w:val="000F6850"/>
    <w:rsid w:val="000F7742"/>
    <w:rsid w:val="000F7BB8"/>
    <w:rsid w:val="0010136C"/>
    <w:rsid w:val="001016E6"/>
    <w:rsid w:val="00101BF3"/>
    <w:rsid w:val="001025D6"/>
    <w:rsid w:val="00102B09"/>
    <w:rsid w:val="00103367"/>
    <w:rsid w:val="00103BEF"/>
    <w:rsid w:val="00103F12"/>
    <w:rsid w:val="001040B1"/>
    <w:rsid w:val="00104799"/>
    <w:rsid w:val="00104C1F"/>
    <w:rsid w:val="00105DEB"/>
    <w:rsid w:val="00106C06"/>
    <w:rsid w:val="00106F7F"/>
    <w:rsid w:val="00107078"/>
    <w:rsid w:val="0010786C"/>
    <w:rsid w:val="00110E8A"/>
    <w:rsid w:val="00111887"/>
    <w:rsid w:val="00111E10"/>
    <w:rsid w:val="00111EB3"/>
    <w:rsid w:val="00112E44"/>
    <w:rsid w:val="0011350A"/>
    <w:rsid w:val="00114718"/>
    <w:rsid w:val="00115A81"/>
    <w:rsid w:val="00117DD4"/>
    <w:rsid w:val="00120187"/>
    <w:rsid w:val="0012121C"/>
    <w:rsid w:val="0012177C"/>
    <w:rsid w:val="00121858"/>
    <w:rsid w:val="00122297"/>
    <w:rsid w:val="001222AB"/>
    <w:rsid w:val="0012248E"/>
    <w:rsid w:val="0012445F"/>
    <w:rsid w:val="00124612"/>
    <w:rsid w:val="001249B7"/>
    <w:rsid w:val="001252B4"/>
    <w:rsid w:val="00125C11"/>
    <w:rsid w:val="0012641D"/>
    <w:rsid w:val="00126AF1"/>
    <w:rsid w:val="0012739C"/>
    <w:rsid w:val="00130295"/>
    <w:rsid w:val="00131600"/>
    <w:rsid w:val="00132E52"/>
    <w:rsid w:val="00132FF1"/>
    <w:rsid w:val="0013332F"/>
    <w:rsid w:val="00133339"/>
    <w:rsid w:val="00134158"/>
    <w:rsid w:val="001357C0"/>
    <w:rsid w:val="00135AF4"/>
    <w:rsid w:val="00136053"/>
    <w:rsid w:val="00136912"/>
    <w:rsid w:val="001370C7"/>
    <w:rsid w:val="00137516"/>
    <w:rsid w:val="00137C68"/>
    <w:rsid w:val="0014049F"/>
    <w:rsid w:val="001404EF"/>
    <w:rsid w:val="00141BEE"/>
    <w:rsid w:val="00141DA7"/>
    <w:rsid w:val="00143E04"/>
    <w:rsid w:val="00144DE4"/>
    <w:rsid w:val="0014522B"/>
    <w:rsid w:val="001452F4"/>
    <w:rsid w:val="00145384"/>
    <w:rsid w:val="001455B6"/>
    <w:rsid w:val="00145C00"/>
    <w:rsid w:val="001466B6"/>
    <w:rsid w:val="0015051B"/>
    <w:rsid w:val="00151490"/>
    <w:rsid w:val="00151611"/>
    <w:rsid w:val="001536F7"/>
    <w:rsid w:val="001537F9"/>
    <w:rsid w:val="00153904"/>
    <w:rsid w:val="00154FF6"/>
    <w:rsid w:val="0015501D"/>
    <w:rsid w:val="001551DE"/>
    <w:rsid w:val="00155226"/>
    <w:rsid w:val="00156275"/>
    <w:rsid w:val="00156393"/>
    <w:rsid w:val="00160F1C"/>
    <w:rsid w:val="001617A3"/>
    <w:rsid w:val="00161E0C"/>
    <w:rsid w:val="00162917"/>
    <w:rsid w:val="00162AC3"/>
    <w:rsid w:val="001634DF"/>
    <w:rsid w:val="00163BEE"/>
    <w:rsid w:val="001646B0"/>
    <w:rsid w:val="00164AC0"/>
    <w:rsid w:val="00165110"/>
    <w:rsid w:val="001652E8"/>
    <w:rsid w:val="0016541A"/>
    <w:rsid w:val="00165C80"/>
    <w:rsid w:val="001669BA"/>
    <w:rsid w:val="00167EB4"/>
    <w:rsid w:val="00167F6D"/>
    <w:rsid w:val="00170993"/>
    <w:rsid w:val="00170B23"/>
    <w:rsid w:val="00170CEE"/>
    <w:rsid w:val="001711E4"/>
    <w:rsid w:val="00171205"/>
    <w:rsid w:val="00171B4D"/>
    <w:rsid w:val="00172DA2"/>
    <w:rsid w:val="00174C21"/>
    <w:rsid w:val="001754EC"/>
    <w:rsid w:val="00175510"/>
    <w:rsid w:val="00176DF5"/>
    <w:rsid w:val="001771BF"/>
    <w:rsid w:val="001774B1"/>
    <w:rsid w:val="001775AB"/>
    <w:rsid w:val="00177BB8"/>
    <w:rsid w:val="001805B4"/>
    <w:rsid w:val="0018094D"/>
    <w:rsid w:val="00180BE0"/>
    <w:rsid w:val="00181159"/>
    <w:rsid w:val="001825B9"/>
    <w:rsid w:val="001829DD"/>
    <w:rsid w:val="00182D9D"/>
    <w:rsid w:val="0018342D"/>
    <w:rsid w:val="00183764"/>
    <w:rsid w:val="00183DFC"/>
    <w:rsid w:val="00184647"/>
    <w:rsid w:val="00184DC1"/>
    <w:rsid w:val="001857B5"/>
    <w:rsid w:val="00185E9B"/>
    <w:rsid w:val="00185FEA"/>
    <w:rsid w:val="0018667E"/>
    <w:rsid w:val="0019071E"/>
    <w:rsid w:val="00191015"/>
    <w:rsid w:val="0019126C"/>
    <w:rsid w:val="001919D7"/>
    <w:rsid w:val="00191BD8"/>
    <w:rsid w:val="00192656"/>
    <w:rsid w:val="001929ED"/>
    <w:rsid w:val="001929FD"/>
    <w:rsid w:val="00192BA9"/>
    <w:rsid w:val="0019329F"/>
    <w:rsid w:val="0019523B"/>
    <w:rsid w:val="0019623B"/>
    <w:rsid w:val="00196A05"/>
    <w:rsid w:val="00196D66"/>
    <w:rsid w:val="00197096"/>
    <w:rsid w:val="00197128"/>
    <w:rsid w:val="00197898"/>
    <w:rsid w:val="00197E89"/>
    <w:rsid w:val="001A00A8"/>
    <w:rsid w:val="001A0369"/>
    <w:rsid w:val="001A105E"/>
    <w:rsid w:val="001A169E"/>
    <w:rsid w:val="001A1F69"/>
    <w:rsid w:val="001A205F"/>
    <w:rsid w:val="001A2168"/>
    <w:rsid w:val="001A264C"/>
    <w:rsid w:val="001A29C3"/>
    <w:rsid w:val="001A2B79"/>
    <w:rsid w:val="001A31DB"/>
    <w:rsid w:val="001A3B04"/>
    <w:rsid w:val="001A40EF"/>
    <w:rsid w:val="001A4AD7"/>
    <w:rsid w:val="001A4F13"/>
    <w:rsid w:val="001A5ACA"/>
    <w:rsid w:val="001A6FDF"/>
    <w:rsid w:val="001B1233"/>
    <w:rsid w:val="001B137A"/>
    <w:rsid w:val="001B1CB6"/>
    <w:rsid w:val="001B2757"/>
    <w:rsid w:val="001B2788"/>
    <w:rsid w:val="001B2822"/>
    <w:rsid w:val="001B31E8"/>
    <w:rsid w:val="001B3A51"/>
    <w:rsid w:val="001B3A5E"/>
    <w:rsid w:val="001B55E4"/>
    <w:rsid w:val="001B613D"/>
    <w:rsid w:val="001B6457"/>
    <w:rsid w:val="001B661D"/>
    <w:rsid w:val="001B71C7"/>
    <w:rsid w:val="001C057E"/>
    <w:rsid w:val="001C073C"/>
    <w:rsid w:val="001C0F68"/>
    <w:rsid w:val="001C1D27"/>
    <w:rsid w:val="001C1FD6"/>
    <w:rsid w:val="001C27FA"/>
    <w:rsid w:val="001C2EC2"/>
    <w:rsid w:val="001C36A0"/>
    <w:rsid w:val="001C39F6"/>
    <w:rsid w:val="001C4EF7"/>
    <w:rsid w:val="001C5296"/>
    <w:rsid w:val="001C5E48"/>
    <w:rsid w:val="001C5EBC"/>
    <w:rsid w:val="001C60B7"/>
    <w:rsid w:val="001C6BEB"/>
    <w:rsid w:val="001C7795"/>
    <w:rsid w:val="001C78B8"/>
    <w:rsid w:val="001D0349"/>
    <w:rsid w:val="001D0F7F"/>
    <w:rsid w:val="001D1022"/>
    <w:rsid w:val="001D1660"/>
    <w:rsid w:val="001D1766"/>
    <w:rsid w:val="001D2119"/>
    <w:rsid w:val="001D24CE"/>
    <w:rsid w:val="001D2A53"/>
    <w:rsid w:val="001D471B"/>
    <w:rsid w:val="001D5F0A"/>
    <w:rsid w:val="001D7A40"/>
    <w:rsid w:val="001E009A"/>
    <w:rsid w:val="001E0459"/>
    <w:rsid w:val="001E0993"/>
    <w:rsid w:val="001E35C5"/>
    <w:rsid w:val="001E44C5"/>
    <w:rsid w:val="001E44E0"/>
    <w:rsid w:val="001E4F68"/>
    <w:rsid w:val="001E5EC5"/>
    <w:rsid w:val="001E6339"/>
    <w:rsid w:val="001E7626"/>
    <w:rsid w:val="001F013C"/>
    <w:rsid w:val="001F0CF1"/>
    <w:rsid w:val="001F1EF7"/>
    <w:rsid w:val="001F235A"/>
    <w:rsid w:val="001F32EA"/>
    <w:rsid w:val="001F388F"/>
    <w:rsid w:val="001F4583"/>
    <w:rsid w:val="001F4671"/>
    <w:rsid w:val="001F4F61"/>
    <w:rsid w:val="001F58FF"/>
    <w:rsid w:val="001F59E1"/>
    <w:rsid w:val="001F7259"/>
    <w:rsid w:val="001F745A"/>
    <w:rsid w:val="001F7C97"/>
    <w:rsid w:val="00200370"/>
    <w:rsid w:val="002008DD"/>
    <w:rsid w:val="002012ED"/>
    <w:rsid w:val="0020132C"/>
    <w:rsid w:val="00201DBB"/>
    <w:rsid w:val="00202FE6"/>
    <w:rsid w:val="002036AF"/>
    <w:rsid w:val="00204820"/>
    <w:rsid w:val="002050D9"/>
    <w:rsid w:val="0020591F"/>
    <w:rsid w:val="00206081"/>
    <w:rsid w:val="002061CD"/>
    <w:rsid w:val="002062C5"/>
    <w:rsid w:val="002064F0"/>
    <w:rsid w:val="00206DB8"/>
    <w:rsid w:val="00206FDD"/>
    <w:rsid w:val="002077F7"/>
    <w:rsid w:val="0021136E"/>
    <w:rsid w:val="00212822"/>
    <w:rsid w:val="00212E6E"/>
    <w:rsid w:val="0021303E"/>
    <w:rsid w:val="00213422"/>
    <w:rsid w:val="0021346E"/>
    <w:rsid w:val="00213539"/>
    <w:rsid w:val="00214CDC"/>
    <w:rsid w:val="00215192"/>
    <w:rsid w:val="002154C3"/>
    <w:rsid w:val="0021625C"/>
    <w:rsid w:val="00216A19"/>
    <w:rsid w:val="00216AB9"/>
    <w:rsid w:val="00216EF0"/>
    <w:rsid w:val="002171C1"/>
    <w:rsid w:val="002173A0"/>
    <w:rsid w:val="00217F17"/>
    <w:rsid w:val="00220699"/>
    <w:rsid w:val="002207C2"/>
    <w:rsid w:val="00223A89"/>
    <w:rsid w:val="00223E18"/>
    <w:rsid w:val="002247FC"/>
    <w:rsid w:val="002249AA"/>
    <w:rsid w:val="00224BBA"/>
    <w:rsid w:val="002251E6"/>
    <w:rsid w:val="002266E2"/>
    <w:rsid w:val="00226A70"/>
    <w:rsid w:val="00226B95"/>
    <w:rsid w:val="00226D61"/>
    <w:rsid w:val="00227279"/>
    <w:rsid w:val="00227400"/>
    <w:rsid w:val="00227EAF"/>
    <w:rsid w:val="00230472"/>
    <w:rsid w:val="002307A8"/>
    <w:rsid w:val="00230804"/>
    <w:rsid w:val="002308DE"/>
    <w:rsid w:val="002325AA"/>
    <w:rsid w:val="00232C92"/>
    <w:rsid w:val="00232FD6"/>
    <w:rsid w:val="00233953"/>
    <w:rsid w:val="00233D18"/>
    <w:rsid w:val="00233D5E"/>
    <w:rsid w:val="00233E1F"/>
    <w:rsid w:val="00234130"/>
    <w:rsid w:val="002353D4"/>
    <w:rsid w:val="00235CDC"/>
    <w:rsid w:val="002366A8"/>
    <w:rsid w:val="00236A6E"/>
    <w:rsid w:val="002403C9"/>
    <w:rsid w:val="002404C3"/>
    <w:rsid w:val="0024119D"/>
    <w:rsid w:val="00241C93"/>
    <w:rsid w:val="002422F1"/>
    <w:rsid w:val="002423BB"/>
    <w:rsid w:val="00243C96"/>
    <w:rsid w:val="00243DD0"/>
    <w:rsid w:val="00245388"/>
    <w:rsid w:val="00245554"/>
    <w:rsid w:val="002457B4"/>
    <w:rsid w:val="00245ECE"/>
    <w:rsid w:val="00245FF4"/>
    <w:rsid w:val="00246989"/>
    <w:rsid w:val="00246CE4"/>
    <w:rsid w:val="002478EE"/>
    <w:rsid w:val="00247D33"/>
    <w:rsid w:val="00250ADE"/>
    <w:rsid w:val="002519B7"/>
    <w:rsid w:val="00253319"/>
    <w:rsid w:val="00253570"/>
    <w:rsid w:val="002543EE"/>
    <w:rsid w:val="00254876"/>
    <w:rsid w:val="0025684D"/>
    <w:rsid w:val="00256A7D"/>
    <w:rsid w:val="00256E1F"/>
    <w:rsid w:val="00257433"/>
    <w:rsid w:val="00257450"/>
    <w:rsid w:val="00257537"/>
    <w:rsid w:val="00257D62"/>
    <w:rsid w:val="00257F3B"/>
    <w:rsid w:val="00260607"/>
    <w:rsid w:val="00260819"/>
    <w:rsid w:val="002610F5"/>
    <w:rsid w:val="00261374"/>
    <w:rsid w:val="00261752"/>
    <w:rsid w:val="00261C71"/>
    <w:rsid w:val="00261DE9"/>
    <w:rsid w:val="00261EAA"/>
    <w:rsid w:val="00262ED0"/>
    <w:rsid w:val="002631AB"/>
    <w:rsid w:val="00264E1A"/>
    <w:rsid w:val="00264F3F"/>
    <w:rsid w:val="00265473"/>
    <w:rsid w:val="0026572F"/>
    <w:rsid w:val="0026625C"/>
    <w:rsid w:val="002667F8"/>
    <w:rsid w:val="00267E8D"/>
    <w:rsid w:val="0027051F"/>
    <w:rsid w:val="002707D6"/>
    <w:rsid w:val="00270B07"/>
    <w:rsid w:val="00270E25"/>
    <w:rsid w:val="0027157D"/>
    <w:rsid w:val="00271662"/>
    <w:rsid w:val="00271822"/>
    <w:rsid w:val="00272BC2"/>
    <w:rsid w:val="00274A19"/>
    <w:rsid w:val="0027587F"/>
    <w:rsid w:val="002765C9"/>
    <w:rsid w:val="00277C89"/>
    <w:rsid w:val="00280856"/>
    <w:rsid w:val="002820FD"/>
    <w:rsid w:val="0028282A"/>
    <w:rsid w:val="00282ECB"/>
    <w:rsid w:val="0028395F"/>
    <w:rsid w:val="0028506C"/>
    <w:rsid w:val="0028562C"/>
    <w:rsid w:val="00286278"/>
    <w:rsid w:val="002865F8"/>
    <w:rsid w:val="00287556"/>
    <w:rsid w:val="0029065C"/>
    <w:rsid w:val="00290BC1"/>
    <w:rsid w:val="00291037"/>
    <w:rsid w:val="00291071"/>
    <w:rsid w:val="00292ACD"/>
    <w:rsid w:val="00294679"/>
    <w:rsid w:val="00294B0A"/>
    <w:rsid w:val="00295850"/>
    <w:rsid w:val="00295C08"/>
    <w:rsid w:val="00295C7D"/>
    <w:rsid w:val="0029607E"/>
    <w:rsid w:val="002962B5"/>
    <w:rsid w:val="002964AE"/>
    <w:rsid w:val="00296C8D"/>
    <w:rsid w:val="0029752F"/>
    <w:rsid w:val="00297D11"/>
    <w:rsid w:val="002A03F7"/>
    <w:rsid w:val="002A0F80"/>
    <w:rsid w:val="002A12A5"/>
    <w:rsid w:val="002A1841"/>
    <w:rsid w:val="002A1C82"/>
    <w:rsid w:val="002A27FB"/>
    <w:rsid w:val="002A2A2F"/>
    <w:rsid w:val="002A4F6E"/>
    <w:rsid w:val="002A59B7"/>
    <w:rsid w:val="002A72C0"/>
    <w:rsid w:val="002A7678"/>
    <w:rsid w:val="002A7D04"/>
    <w:rsid w:val="002B022A"/>
    <w:rsid w:val="002B0463"/>
    <w:rsid w:val="002B0E39"/>
    <w:rsid w:val="002B12DA"/>
    <w:rsid w:val="002B1DAD"/>
    <w:rsid w:val="002B3852"/>
    <w:rsid w:val="002B5C59"/>
    <w:rsid w:val="002B6591"/>
    <w:rsid w:val="002B6F41"/>
    <w:rsid w:val="002C0234"/>
    <w:rsid w:val="002C3F31"/>
    <w:rsid w:val="002C3FFB"/>
    <w:rsid w:val="002C4D54"/>
    <w:rsid w:val="002C5356"/>
    <w:rsid w:val="002C58CC"/>
    <w:rsid w:val="002C5BD6"/>
    <w:rsid w:val="002C6AF4"/>
    <w:rsid w:val="002C72AD"/>
    <w:rsid w:val="002C7966"/>
    <w:rsid w:val="002D08A8"/>
    <w:rsid w:val="002D3257"/>
    <w:rsid w:val="002D4063"/>
    <w:rsid w:val="002D414F"/>
    <w:rsid w:val="002D455D"/>
    <w:rsid w:val="002D490C"/>
    <w:rsid w:val="002D49A0"/>
    <w:rsid w:val="002D52CD"/>
    <w:rsid w:val="002D5C07"/>
    <w:rsid w:val="002D5F1C"/>
    <w:rsid w:val="002D5F6E"/>
    <w:rsid w:val="002D5FBA"/>
    <w:rsid w:val="002D6302"/>
    <w:rsid w:val="002D72AC"/>
    <w:rsid w:val="002D7A77"/>
    <w:rsid w:val="002E15F8"/>
    <w:rsid w:val="002E2314"/>
    <w:rsid w:val="002E2ABE"/>
    <w:rsid w:val="002E2BCE"/>
    <w:rsid w:val="002E3E89"/>
    <w:rsid w:val="002E4B6A"/>
    <w:rsid w:val="002E5388"/>
    <w:rsid w:val="002E54CB"/>
    <w:rsid w:val="002E565C"/>
    <w:rsid w:val="002E592A"/>
    <w:rsid w:val="002E5BD9"/>
    <w:rsid w:val="002E6A73"/>
    <w:rsid w:val="002E6D7D"/>
    <w:rsid w:val="002E6D7E"/>
    <w:rsid w:val="002E6DF9"/>
    <w:rsid w:val="002E7770"/>
    <w:rsid w:val="002E7CB2"/>
    <w:rsid w:val="002E7F8A"/>
    <w:rsid w:val="002E7F90"/>
    <w:rsid w:val="002F0D57"/>
    <w:rsid w:val="002F16E8"/>
    <w:rsid w:val="002F2630"/>
    <w:rsid w:val="002F26B1"/>
    <w:rsid w:val="002F30DB"/>
    <w:rsid w:val="002F4719"/>
    <w:rsid w:val="002F4C83"/>
    <w:rsid w:val="002F5556"/>
    <w:rsid w:val="002F5D7D"/>
    <w:rsid w:val="002F61FF"/>
    <w:rsid w:val="002F682C"/>
    <w:rsid w:val="002F696A"/>
    <w:rsid w:val="002F6E45"/>
    <w:rsid w:val="002F76D4"/>
    <w:rsid w:val="002F796C"/>
    <w:rsid w:val="0030023D"/>
    <w:rsid w:val="00300864"/>
    <w:rsid w:val="00300F93"/>
    <w:rsid w:val="003034F4"/>
    <w:rsid w:val="003058D7"/>
    <w:rsid w:val="00306B58"/>
    <w:rsid w:val="003078DD"/>
    <w:rsid w:val="0031010C"/>
    <w:rsid w:val="003106D9"/>
    <w:rsid w:val="00311188"/>
    <w:rsid w:val="0031214D"/>
    <w:rsid w:val="003124B8"/>
    <w:rsid w:val="003127ED"/>
    <w:rsid w:val="00312B1C"/>
    <w:rsid w:val="003132C2"/>
    <w:rsid w:val="00313EF2"/>
    <w:rsid w:val="00314177"/>
    <w:rsid w:val="0031453B"/>
    <w:rsid w:val="0031520E"/>
    <w:rsid w:val="003159ED"/>
    <w:rsid w:val="00315CB3"/>
    <w:rsid w:val="003160C0"/>
    <w:rsid w:val="00316FEE"/>
    <w:rsid w:val="00320EDF"/>
    <w:rsid w:val="0032139D"/>
    <w:rsid w:val="00321D71"/>
    <w:rsid w:val="003226D2"/>
    <w:rsid w:val="0032352F"/>
    <w:rsid w:val="0032454D"/>
    <w:rsid w:val="00324B6D"/>
    <w:rsid w:val="00324C81"/>
    <w:rsid w:val="00325850"/>
    <w:rsid w:val="003268FB"/>
    <w:rsid w:val="00326E08"/>
    <w:rsid w:val="00326FCE"/>
    <w:rsid w:val="00327EC0"/>
    <w:rsid w:val="003303BD"/>
    <w:rsid w:val="00330562"/>
    <w:rsid w:val="00330989"/>
    <w:rsid w:val="00330F19"/>
    <w:rsid w:val="00331649"/>
    <w:rsid w:val="00331CDD"/>
    <w:rsid w:val="00331EE0"/>
    <w:rsid w:val="00332133"/>
    <w:rsid w:val="0033242A"/>
    <w:rsid w:val="003328B0"/>
    <w:rsid w:val="003328DC"/>
    <w:rsid w:val="00332B35"/>
    <w:rsid w:val="00332BA4"/>
    <w:rsid w:val="0033374E"/>
    <w:rsid w:val="00333DFF"/>
    <w:rsid w:val="0033595E"/>
    <w:rsid w:val="00335C57"/>
    <w:rsid w:val="003360EA"/>
    <w:rsid w:val="003371A9"/>
    <w:rsid w:val="00340534"/>
    <w:rsid w:val="0034115F"/>
    <w:rsid w:val="003414A6"/>
    <w:rsid w:val="003417F2"/>
    <w:rsid w:val="00341838"/>
    <w:rsid w:val="00342253"/>
    <w:rsid w:val="0034271E"/>
    <w:rsid w:val="0034289A"/>
    <w:rsid w:val="00342EDB"/>
    <w:rsid w:val="00343397"/>
    <w:rsid w:val="003435B6"/>
    <w:rsid w:val="00345D84"/>
    <w:rsid w:val="003467BA"/>
    <w:rsid w:val="003468F2"/>
    <w:rsid w:val="00347468"/>
    <w:rsid w:val="00350056"/>
    <w:rsid w:val="00350520"/>
    <w:rsid w:val="00350824"/>
    <w:rsid w:val="00351027"/>
    <w:rsid w:val="003512E5"/>
    <w:rsid w:val="00351371"/>
    <w:rsid w:val="00351E32"/>
    <w:rsid w:val="00352FC8"/>
    <w:rsid w:val="003533F7"/>
    <w:rsid w:val="0035551E"/>
    <w:rsid w:val="00355F6E"/>
    <w:rsid w:val="00356C6A"/>
    <w:rsid w:val="00357755"/>
    <w:rsid w:val="00360892"/>
    <w:rsid w:val="00360B42"/>
    <w:rsid w:val="003625BC"/>
    <w:rsid w:val="00364788"/>
    <w:rsid w:val="00364A25"/>
    <w:rsid w:val="00365B12"/>
    <w:rsid w:val="00366B8D"/>
    <w:rsid w:val="0036747C"/>
    <w:rsid w:val="0036795C"/>
    <w:rsid w:val="003705E5"/>
    <w:rsid w:val="003713F5"/>
    <w:rsid w:val="00371540"/>
    <w:rsid w:val="00372A24"/>
    <w:rsid w:val="00372E25"/>
    <w:rsid w:val="00372F16"/>
    <w:rsid w:val="00373869"/>
    <w:rsid w:val="00374575"/>
    <w:rsid w:val="00374838"/>
    <w:rsid w:val="00376037"/>
    <w:rsid w:val="003779B5"/>
    <w:rsid w:val="0038037F"/>
    <w:rsid w:val="00380EF5"/>
    <w:rsid w:val="0038128F"/>
    <w:rsid w:val="0038173E"/>
    <w:rsid w:val="0038189F"/>
    <w:rsid w:val="00382024"/>
    <w:rsid w:val="00382B46"/>
    <w:rsid w:val="00382E89"/>
    <w:rsid w:val="0038435E"/>
    <w:rsid w:val="00384561"/>
    <w:rsid w:val="0038497B"/>
    <w:rsid w:val="00385C2A"/>
    <w:rsid w:val="003862E0"/>
    <w:rsid w:val="00386EAF"/>
    <w:rsid w:val="00387F36"/>
    <w:rsid w:val="00390056"/>
    <w:rsid w:val="003902B3"/>
    <w:rsid w:val="0039113C"/>
    <w:rsid w:val="003913C7"/>
    <w:rsid w:val="00391A03"/>
    <w:rsid w:val="00391E47"/>
    <w:rsid w:val="00392387"/>
    <w:rsid w:val="0039238F"/>
    <w:rsid w:val="00392984"/>
    <w:rsid w:val="003931E3"/>
    <w:rsid w:val="0039391F"/>
    <w:rsid w:val="00394EA2"/>
    <w:rsid w:val="003951A0"/>
    <w:rsid w:val="00395809"/>
    <w:rsid w:val="00397A34"/>
    <w:rsid w:val="00397D31"/>
    <w:rsid w:val="003A09A9"/>
    <w:rsid w:val="003A123A"/>
    <w:rsid w:val="003A3069"/>
    <w:rsid w:val="003A3399"/>
    <w:rsid w:val="003A3B2A"/>
    <w:rsid w:val="003A43B1"/>
    <w:rsid w:val="003A57A8"/>
    <w:rsid w:val="003A644E"/>
    <w:rsid w:val="003A7954"/>
    <w:rsid w:val="003B0148"/>
    <w:rsid w:val="003B07B9"/>
    <w:rsid w:val="003B0D05"/>
    <w:rsid w:val="003B3B6F"/>
    <w:rsid w:val="003B3B84"/>
    <w:rsid w:val="003B4328"/>
    <w:rsid w:val="003B4AD3"/>
    <w:rsid w:val="003B4CB1"/>
    <w:rsid w:val="003B4CD2"/>
    <w:rsid w:val="003B58DC"/>
    <w:rsid w:val="003B5D46"/>
    <w:rsid w:val="003B639E"/>
    <w:rsid w:val="003C1248"/>
    <w:rsid w:val="003C250E"/>
    <w:rsid w:val="003C2CD8"/>
    <w:rsid w:val="003C38B9"/>
    <w:rsid w:val="003C395C"/>
    <w:rsid w:val="003C428B"/>
    <w:rsid w:val="003C5581"/>
    <w:rsid w:val="003C59AC"/>
    <w:rsid w:val="003C6830"/>
    <w:rsid w:val="003C7166"/>
    <w:rsid w:val="003C71E2"/>
    <w:rsid w:val="003D0463"/>
    <w:rsid w:val="003D0FA4"/>
    <w:rsid w:val="003D2EE7"/>
    <w:rsid w:val="003D3807"/>
    <w:rsid w:val="003D41F5"/>
    <w:rsid w:val="003D446F"/>
    <w:rsid w:val="003D486E"/>
    <w:rsid w:val="003D5EDD"/>
    <w:rsid w:val="003D63ED"/>
    <w:rsid w:val="003D6567"/>
    <w:rsid w:val="003D6BB1"/>
    <w:rsid w:val="003D776E"/>
    <w:rsid w:val="003D7F1F"/>
    <w:rsid w:val="003E0087"/>
    <w:rsid w:val="003E18D4"/>
    <w:rsid w:val="003E1B4F"/>
    <w:rsid w:val="003E1C53"/>
    <w:rsid w:val="003E1D7D"/>
    <w:rsid w:val="003E1F9B"/>
    <w:rsid w:val="003E443A"/>
    <w:rsid w:val="003E4A07"/>
    <w:rsid w:val="003E4EAC"/>
    <w:rsid w:val="003E503D"/>
    <w:rsid w:val="003E5C22"/>
    <w:rsid w:val="003E64E1"/>
    <w:rsid w:val="003E674B"/>
    <w:rsid w:val="003E681D"/>
    <w:rsid w:val="003E6F18"/>
    <w:rsid w:val="003E75AF"/>
    <w:rsid w:val="003F1253"/>
    <w:rsid w:val="003F1A86"/>
    <w:rsid w:val="003F1B3F"/>
    <w:rsid w:val="003F1C9F"/>
    <w:rsid w:val="003F2148"/>
    <w:rsid w:val="003F2A37"/>
    <w:rsid w:val="003F3775"/>
    <w:rsid w:val="003F3D8A"/>
    <w:rsid w:val="003F4374"/>
    <w:rsid w:val="003F4D10"/>
    <w:rsid w:val="003F6594"/>
    <w:rsid w:val="003F687E"/>
    <w:rsid w:val="003F6D38"/>
    <w:rsid w:val="003F787D"/>
    <w:rsid w:val="0040090C"/>
    <w:rsid w:val="00400DE6"/>
    <w:rsid w:val="0040176E"/>
    <w:rsid w:val="00401B91"/>
    <w:rsid w:val="00401CFB"/>
    <w:rsid w:val="0040325C"/>
    <w:rsid w:val="004038DC"/>
    <w:rsid w:val="00403C39"/>
    <w:rsid w:val="00405692"/>
    <w:rsid w:val="00407D96"/>
    <w:rsid w:val="0041257C"/>
    <w:rsid w:val="00412ED3"/>
    <w:rsid w:val="00412F21"/>
    <w:rsid w:val="00413B90"/>
    <w:rsid w:val="00415CF1"/>
    <w:rsid w:val="004160B8"/>
    <w:rsid w:val="00416131"/>
    <w:rsid w:val="00416817"/>
    <w:rsid w:val="00416C8E"/>
    <w:rsid w:val="00416E50"/>
    <w:rsid w:val="00417393"/>
    <w:rsid w:val="004175D7"/>
    <w:rsid w:val="00417EB7"/>
    <w:rsid w:val="004204EA"/>
    <w:rsid w:val="00420F4E"/>
    <w:rsid w:val="004223FE"/>
    <w:rsid w:val="00422484"/>
    <w:rsid w:val="00423629"/>
    <w:rsid w:val="00423E14"/>
    <w:rsid w:val="00423E36"/>
    <w:rsid w:val="004243B7"/>
    <w:rsid w:val="00424FAB"/>
    <w:rsid w:val="00425A77"/>
    <w:rsid w:val="00426476"/>
    <w:rsid w:val="004267A0"/>
    <w:rsid w:val="00426E5D"/>
    <w:rsid w:val="00427A8D"/>
    <w:rsid w:val="00427E00"/>
    <w:rsid w:val="00427E2D"/>
    <w:rsid w:val="00430472"/>
    <w:rsid w:val="00430662"/>
    <w:rsid w:val="0043189A"/>
    <w:rsid w:val="00431BD8"/>
    <w:rsid w:val="00432184"/>
    <w:rsid w:val="00432D25"/>
    <w:rsid w:val="004336B6"/>
    <w:rsid w:val="004347F3"/>
    <w:rsid w:val="00435629"/>
    <w:rsid w:val="0043591E"/>
    <w:rsid w:val="00435A54"/>
    <w:rsid w:val="004367A0"/>
    <w:rsid w:val="004377FA"/>
    <w:rsid w:val="00437A85"/>
    <w:rsid w:val="00437E2E"/>
    <w:rsid w:val="00440EEA"/>
    <w:rsid w:val="00441630"/>
    <w:rsid w:val="00441C09"/>
    <w:rsid w:val="0044204B"/>
    <w:rsid w:val="00443A25"/>
    <w:rsid w:val="00443FB9"/>
    <w:rsid w:val="00444766"/>
    <w:rsid w:val="004452D0"/>
    <w:rsid w:val="0044564C"/>
    <w:rsid w:val="00445C7C"/>
    <w:rsid w:val="004467F4"/>
    <w:rsid w:val="004472ED"/>
    <w:rsid w:val="004504B8"/>
    <w:rsid w:val="004512D6"/>
    <w:rsid w:val="0045289B"/>
    <w:rsid w:val="00452B6D"/>
    <w:rsid w:val="00452CB6"/>
    <w:rsid w:val="004533D9"/>
    <w:rsid w:val="0045405D"/>
    <w:rsid w:val="00454503"/>
    <w:rsid w:val="004551BA"/>
    <w:rsid w:val="00455A7A"/>
    <w:rsid w:val="00455B5C"/>
    <w:rsid w:val="00455B7C"/>
    <w:rsid w:val="00455BE8"/>
    <w:rsid w:val="00456885"/>
    <w:rsid w:val="00456B62"/>
    <w:rsid w:val="00456D4D"/>
    <w:rsid w:val="00456F5F"/>
    <w:rsid w:val="0046076A"/>
    <w:rsid w:val="00460869"/>
    <w:rsid w:val="00460B4C"/>
    <w:rsid w:val="00461596"/>
    <w:rsid w:val="004616CA"/>
    <w:rsid w:val="004638C0"/>
    <w:rsid w:val="004665DB"/>
    <w:rsid w:val="0046680E"/>
    <w:rsid w:val="004668D3"/>
    <w:rsid w:val="0046695A"/>
    <w:rsid w:val="00467FF9"/>
    <w:rsid w:val="004705C4"/>
    <w:rsid w:val="00472A0C"/>
    <w:rsid w:val="00472F20"/>
    <w:rsid w:val="00473050"/>
    <w:rsid w:val="004731B0"/>
    <w:rsid w:val="0047352E"/>
    <w:rsid w:val="00473C88"/>
    <w:rsid w:val="004749E8"/>
    <w:rsid w:val="004752B1"/>
    <w:rsid w:val="004764EA"/>
    <w:rsid w:val="00476BD0"/>
    <w:rsid w:val="0047736F"/>
    <w:rsid w:val="00480005"/>
    <w:rsid w:val="004805AD"/>
    <w:rsid w:val="00480A7A"/>
    <w:rsid w:val="0048169F"/>
    <w:rsid w:val="00481979"/>
    <w:rsid w:val="004826B6"/>
    <w:rsid w:val="004829BE"/>
    <w:rsid w:val="00482EB2"/>
    <w:rsid w:val="00483712"/>
    <w:rsid w:val="00483CD6"/>
    <w:rsid w:val="004867AE"/>
    <w:rsid w:val="00490276"/>
    <w:rsid w:val="00490C62"/>
    <w:rsid w:val="00491196"/>
    <w:rsid w:val="004916AE"/>
    <w:rsid w:val="00491D88"/>
    <w:rsid w:val="00492281"/>
    <w:rsid w:val="00493D80"/>
    <w:rsid w:val="004946B1"/>
    <w:rsid w:val="00494997"/>
    <w:rsid w:val="00494EEA"/>
    <w:rsid w:val="0049623E"/>
    <w:rsid w:val="00496B8C"/>
    <w:rsid w:val="00497681"/>
    <w:rsid w:val="004A01D5"/>
    <w:rsid w:val="004A0321"/>
    <w:rsid w:val="004A10C3"/>
    <w:rsid w:val="004A228C"/>
    <w:rsid w:val="004A2C62"/>
    <w:rsid w:val="004A3D6C"/>
    <w:rsid w:val="004A4C3F"/>
    <w:rsid w:val="004A546B"/>
    <w:rsid w:val="004A58BA"/>
    <w:rsid w:val="004A5B76"/>
    <w:rsid w:val="004A5D95"/>
    <w:rsid w:val="004A6106"/>
    <w:rsid w:val="004A647A"/>
    <w:rsid w:val="004A69AD"/>
    <w:rsid w:val="004A6AF4"/>
    <w:rsid w:val="004A6BD6"/>
    <w:rsid w:val="004A6D0E"/>
    <w:rsid w:val="004A6D1C"/>
    <w:rsid w:val="004A7319"/>
    <w:rsid w:val="004B2D0B"/>
    <w:rsid w:val="004B3224"/>
    <w:rsid w:val="004B3B0A"/>
    <w:rsid w:val="004B464E"/>
    <w:rsid w:val="004B4737"/>
    <w:rsid w:val="004B4743"/>
    <w:rsid w:val="004B5D8E"/>
    <w:rsid w:val="004B6266"/>
    <w:rsid w:val="004B63E2"/>
    <w:rsid w:val="004B6A6D"/>
    <w:rsid w:val="004B6AAE"/>
    <w:rsid w:val="004B6F20"/>
    <w:rsid w:val="004B7348"/>
    <w:rsid w:val="004B76EB"/>
    <w:rsid w:val="004B7958"/>
    <w:rsid w:val="004B7C40"/>
    <w:rsid w:val="004B7D0D"/>
    <w:rsid w:val="004C03FE"/>
    <w:rsid w:val="004C06A7"/>
    <w:rsid w:val="004C0701"/>
    <w:rsid w:val="004C097D"/>
    <w:rsid w:val="004C0FEF"/>
    <w:rsid w:val="004C11A6"/>
    <w:rsid w:val="004C2768"/>
    <w:rsid w:val="004C28F2"/>
    <w:rsid w:val="004C3049"/>
    <w:rsid w:val="004C4143"/>
    <w:rsid w:val="004C41E7"/>
    <w:rsid w:val="004C428F"/>
    <w:rsid w:val="004C4ADB"/>
    <w:rsid w:val="004C4E55"/>
    <w:rsid w:val="004C4F75"/>
    <w:rsid w:val="004C5276"/>
    <w:rsid w:val="004C5593"/>
    <w:rsid w:val="004C59FF"/>
    <w:rsid w:val="004C6248"/>
    <w:rsid w:val="004C79BE"/>
    <w:rsid w:val="004C7AED"/>
    <w:rsid w:val="004D04A1"/>
    <w:rsid w:val="004D0D6D"/>
    <w:rsid w:val="004D1060"/>
    <w:rsid w:val="004D1805"/>
    <w:rsid w:val="004D1DCB"/>
    <w:rsid w:val="004D22F3"/>
    <w:rsid w:val="004D2E84"/>
    <w:rsid w:val="004D34FF"/>
    <w:rsid w:val="004D37C8"/>
    <w:rsid w:val="004D39F9"/>
    <w:rsid w:val="004D3DA8"/>
    <w:rsid w:val="004D3DFE"/>
    <w:rsid w:val="004D42A4"/>
    <w:rsid w:val="004D4878"/>
    <w:rsid w:val="004D5465"/>
    <w:rsid w:val="004D557C"/>
    <w:rsid w:val="004D5F42"/>
    <w:rsid w:val="004D5FE6"/>
    <w:rsid w:val="004E0015"/>
    <w:rsid w:val="004E1BBC"/>
    <w:rsid w:val="004E1D47"/>
    <w:rsid w:val="004E2C8D"/>
    <w:rsid w:val="004E302E"/>
    <w:rsid w:val="004E4E6C"/>
    <w:rsid w:val="004E53DF"/>
    <w:rsid w:val="004E59A2"/>
    <w:rsid w:val="004E5B87"/>
    <w:rsid w:val="004E5C28"/>
    <w:rsid w:val="004E5C6F"/>
    <w:rsid w:val="004E5F25"/>
    <w:rsid w:val="004E604A"/>
    <w:rsid w:val="004E649F"/>
    <w:rsid w:val="004E687F"/>
    <w:rsid w:val="004E7344"/>
    <w:rsid w:val="004F0C33"/>
    <w:rsid w:val="004F1792"/>
    <w:rsid w:val="004F179C"/>
    <w:rsid w:val="004F1863"/>
    <w:rsid w:val="004F2F5B"/>
    <w:rsid w:val="004F4621"/>
    <w:rsid w:val="004F4EFD"/>
    <w:rsid w:val="004F5D55"/>
    <w:rsid w:val="004F7370"/>
    <w:rsid w:val="004F75F5"/>
    <w:rsid w:val="00500408"/>
    <w:rsid w:val="005015F8"/>
    <w:rsid w:val="005016E9"/>
    <w:rsid w:val="005017E1"/>
    <w:rsid w:val="00501D5F"/>
    <w:rsid w:val="005027F5"/>
    <w:rsid w:val="00502F71"/>
    <w:rsid w:val="0050329E"/>
    <w:rsid w:val="0050335E"/>
    <w:rsid w:val="005035CD"/>
    <w:rsid w:val="005035D2"/>
    <w:rsid w:val="00503D32"/>
    <w:rsid w:val="00503F4E"/>
    <w:rsid w:val="00504576"/>
    <w:rsid w:val="00504CC7"/>
    <w:rsid w:val="00504F5E"/>
    <w:rsid w:val="005051D6"/>
    <w:rsid w:val="00505BBE"/>
    <w:rsid w:val="00505F09"/>
    <w:rsid w:val="00506259"/>
    <w:rsid w:val="00506E93"/>
    <w:rsid w:val="0050792C"/>
    <w:rsid w:val="005111A3"/>
    <w:rsid w:val="0051164A"/>
    <w:rsid w:val="00511710"/>
    <w:rsid w:val="00511F0C"/>
    <w:rsid w:val="005120EA"/>
    <w:rsid w:val="005121E1"/>
    <w:rsid w:val="005122E4"/>
    <w:rsid w:val="00512D50"/>
    <w:rsid w:val="00512FD5"/>
    <w:rsid w:val="005130F4"/>
    <w:rsid w:val="00514743"/>
    <w:rsid w:val="00515EAF"/>
    <w:rsid w:val="00516103"/>
    <w:rsid w:val="005168AF"/>
    <w:rsid w:val="0051696D"/>
    <w:rsid w:val="00517089"/>
    <w:rsid w:val="00520D66"/>
    <w:rsid w:val="005210B8"/>
    <w:rsid w:val="005219F1"/>
    <w:rsid w:val="00521A80"/>
    <w:rsid w:val="005241E9"/>
    <w:rsid w:val="0052686A"/>
    <w:rsid w:val="0052747F"/>
    <w:rsid w:val="005278FD"/>
    <w:rsid w:val="0053019B"/>
    <w:rsid w:val="005309FE"/>
    <w:rsid w:val="00530DDA"/>
    <w:rsid w:val="005311B6"/>
    <w:rsid w:val="00533323"/>
    <w:rsid w:val="00533405"/>
    <w:rsid w:val="00533F0E"/>
    <w:rsid w:val="00534132"/>
    <w:rsid w:val="005368FE"/>
    <w:rsid w:val="005370F7"/>
    <w:rsid w:val="0053795F"/>
    <w:rsid w:val="00537BFF"/>
    <w:rsid w:val="005409AA"/>
    <w:rsid w:val="005409B0"/>
    <w:rsid w:val="00540DC9"/>
    <w:rsid w:val="0054202B"/>
    <w:rsid w:val="00542C2E"/>
    <w:rsid w:val="00542DAC"/>
    <w:rsid w:val="005430D9"/>
    <w:rsid w:val="00543232"/>
    <w:rsid w:val="00544231"/>
    <w:rsid w:val="0054533F"/>
    <w:rsid w:val="005455D6"/>
    <w:rsid w:val="00545702"/>
    <w:rsid w:val="00545CD5"/>
    <w:rsid w:val="0054631E"/>
    <w:rsid w:val="005467B4"/>
    <w:rsid w:val="00546FFA"/>
    <w:rsid w:val="00551184"/>
    <w:rsid w:val="005511EA"/>
    <w:rsid w:val="0055214B"/>
    <w:rsid w:val="00552DFF"/>
    <w:rsid w:val="00553347"/>
    <w:rsid w:val="005533BB"/>
    <w:rsid w:val="0055383A"/>
    <w:rsid w:val="00553B5E"/>
    <w:rsid w:val="00553C59"/>
    <w:rsid w:val="0055441D"/>
    <w:rsid w:val="0055457B"/>
    <w:rsid w:val="00554603"/>
    <w:rsid w:val="00555352"/>
    <w:rsid w:val="00555C24"/>
    <w:rsid w:val="005563F7"/>
    <w:rsid w:val="00557D78"/>
    <w:rsid w:val="00560911"/>
    <w:rsid w:val="005619E7"/>
    <w:rsid w:val="00561F45"/>
    <w:rsid w:val="0056280A"/>
    <w:rsid w:val="005629DF"/>
    <w:rsid w:val="00564847"/>
    <w:rsid w:val="005674C3"/>
    <w:rsid w:val="00570361"/>
    <w:rsid w:val="00570461"/>
    <w:rsid w:val="005715FC"/>
    <w:rsid w:val="005720BD"/>
    <w:rsid w:val="00574ABA"/>
    <w:rsid w:val="00576FCC"/>
    <w:rsid w:val="00577623"/>
    <w:rsid w:val="00580233"/>
    <w:rsid w:val="00580B1D"/>
    <w:rsid w:val="00580B92"/>
    <w:rsid w:val="00580D10"/>
    <w:rsid w:val="005814F5"/>
    <w:rsid w:val="0058364F"/>
    <w:rsid w:val="005840AF"/>
    <w:rsid w:val="005840DF"/>
    <w:rsid w:val="005845A7"/>
    <w:rsid w:val="00584A59"/>
    <w:rsid w:val="00586623"/>
    <w:rsid w:val="00587081"/>
    <w:rsid w:val="00587831"/>
    <w:rsid w:val="00587AE2"/>
    <w:rsid w:val="00587F3C"/>
    <w:rsid w:val="00590086"/>
    <w:rsid w:val="00590B28"/>
    <w:rsid w:val="00590F7B"/>
    <w:rsid w:val="005912D8"/>
    <w:rsid w:val="00592821"/>
    <w:rsid w:val="00592B5B"/>
    <w:rsid w:val="00593B5E"/>
    <w:rsid w:val="00594068"/>
    <w:rsid w:val="005941F5"/>
    <w:rsid w:val="00594B0B"/>
    <w:rsid w:val="00594C48"/>
    <w:rsid w:val="005957DE"/>
    <w:rsid w:val="00595DD3"/>
    <w:rsid w:val="00595EF6"/>
    <w:rsid w:val="005964ED"/>
    <w:rsid w:val="00596B23"/>
    <w:rsid w:val="005A0176"/>
    <w:rsid w:val="005A22AE"/>
    <w:rsid w:val="005A4B5D"/>
    <w:rsid w:val="005A4FA7"/>
    <w:rsid w:val="005A508B"/>
    <w:rsid w:val="005A5254"/>
    <w:rsid w:val="005A52F3"/>
    <w:rsid w:val="005A58A9"/>
    <w:rsid w:val="005A5CBC"/>
    <w:rsid w:val="005A665B"/>
    <w:rsid w:val="005A6A76"/>
    <w:rsid w:val="005A7575"/>
    <w:rsid w:val="005A7F7D"/>
    <w:rsid w:val="005B0B47"/>
    <w:rsid w:val="005B3DA1"/>
    <w:rsid w:val="005B3DD7"/>
    <w:rsid w:val="005B4F4D"/>
    <w:rsid w:val="005B6E45"/>
    <w:rsid w:val="005B7DF8"/>
    <w:rsid w:val="005C0046"/>
    <w:rsid w:val="005C00F1"/>
    <w:rsid w:val="005C035A"/>
    <w:rsid w:val="005C03D2"/>
    <w:rsid w:val="005C096A"/>
    <w:rsid w:val="005C0B3A"/>
    <w:rsid w:val="005C0C1E"/>
    <w:rsid w:val="005C21E1"/>
    <w:rsid w:val="005C254D"/>
    <w:rsid w:val="005C27B0"/>
    <w:rsid w:val="005C39A4"/>
    <w:rsid w:val="005C3CE4"/>
    <w:rsid w:val="005C3E8D"/>
    <w:rsid w:val="005C442A"/>
    <w:rsid w:val="005C4B3C"/>
    <w:rsid w:val="005C5F4F"/>
    <w:rsid w:val="005C6007"/>
    <w:rsid w:val="005C6A45"/>
    <w:rsid w:val="005C731A"/>
    <w:rsid w:val="005D10B0"/>
    <w:rsid w:val="005D131E"/>
    <w:rsid w:val="005D1423"/>
    <w:rsid w:val="005D3617"/>
    <w:rsid w:val="005D3C3E"/>
    <w:rsid w:val="005D3CCC"/>
    <w:rsid w:val="005D626E"/>
    <w:rsid w:val="005D6602"/>
    <w:rsid w:val="005D70B9"/>
    <w:rsid w:val="005E0550"/>
    <w:rsid w:val="005E0663"/>
    <w:rsid w:val="005E1C56"/>
    <w:rsid w:val="005E21E2"/>
    <w:rsid w:val="005E2976"/>
    <w:rsid w:val="005E306E"/>
    <w:rsid w:val="005E3AFF"/>
    <w:rsid w:val="005E4EB2"/>
    <w:rsid w:val="005E6991"/>
    <w:rsid w:val="005E6BDF"/>
    <w:rsid w:val="005F0394"/>
    <w:rsid w:val="005F0ACA"/>
    <w:rsid w:val="005F0FD5"/>
    <w:rsid w:val="005F1B19"/>
    <w:rsid w:val="005F28EB"/>
    <w:rsid w:val="005F2BDB"/>
    <w:rsid w:val="005F31A6"/>
    <w:rsid w:val="005F3683"/>
    <w:rsid w:val="005F566E"/>
    <w:rsid w:val="005F5EA4"/>
    <w:rsid w:val="005F5FF8"/>
    <w:rsid w:val="005F72B9"/>
    <w:rsid w:val="0060030E"/>
    <w:rsid w:val="0060043F"/>
    <w:rsid w:val="00600444"/>
    <w:rsid w:val="00600542"/>
    <w:rsid w:val="00601186"/>
    <w:rsid w:val="0060142E"/>
    <w:rsid w:val="0060157D"/>
    <w:rsid w:val="00601B16"/>
    <w:rsid w:val="00602059"/>
    <w:rsid w:val="006026DE"/>
    <w:rsid w:val="00602A3C"/>
    <w:rsid w:val="00602AD8"/>
    <w:rsid w:val="00602BD7"/>
    <w:rsid w:val="00602DBA"/>
    <w:rsid w:val="00603A84"/>
    <w:rsid w:val="00603C78"/>
    <w:rsid w:val="00604340"/>
    <w:rsid w:val="00604767"/>
    <w:rsid w:val="00606424"/>
    <w:rsid w:val="006066CE"/>
    <w:rsid w:val="00606A73"/>
    <w:rsid w:val="00607001"/>
    <w:rsid w:val="006105F5"/>
    <w:rsid w:val="00610BE7"/>
    <w:rsid w:val="00612A00"/>
    <w:rsid w:val="00612DF2"/>
    <w:rsid w:val="00612F21"/>
    <w:rsid w:val="00613553"/>
    <w:rsid w:val="006137D2"/>
    <w:rsid w:val="00614026"/>
    <w:rsid w:val="00615EDE"/>
    <w:rsid w:val="0061637E"/>
    <w:rsid w:val="00616C4A"/>
    <w:rsid w:val="00616F8E"/>
    <w:rsid w:val="00617EB6"/>
    <w:rsid w:val="00617F04"/>
    <w:rsid w:val="006205AE"/>
    <w:rsid w:val="00620958"/>
    <w:rsid w:val="00621349"/>
    <w:rsid w:val="00621637"/>
    <w:rsid w:val="00621784"/>
    <w:rsid w:val="00621E9B"/>
    <w:rsid w:val="0062230D"/>
    <w:rsid w:val="00622644"/>
    <w:rsid w:val="00623197"/>
    <w:rsid w:val="00623408"/>
    <w:rsid w:val="00623861"/>
    <w:rsid w:val="00623F9B"/>
    <w:rsid w:val="00624863"/>
    <w:rsid w:val="0062584B"/>
    <w:rsid w:val="00625B8F"/>
    <w:rsid w:val="006263F3"/>
    <w:rsid w:val="006271FC"/>
    <w:rsid w:val="00627743"/>
    <w:rsid w:val="0063033F"/>
    <w:rsid w:val="006303F4"/>
    <w:rsid w:val="00630886"/>
    <w:rsid w:val="00631B4A"/>
    <w:rsid w:val="00631D87"/>
    <w:rsid w:val="006323DF"/>
    <w:rsid w:val="00632A20"/>
    <w:rsid w:val="00632DD8"/>
    <w:rsid w:val="00633E7C"/>
    <w:rsid w:val="00634465"/>
    <w:rsid w:val="00635207"/>
    <w:rsid w:val="006362A2"/>
    <w:rsid w:val="006368CA"/>
    <w:rsid w:val="006373F3"/>
    <w:rsid w:val="00637A18"/>
    <w:rsid w:val="00637CB3"/>
    <w:rsid w:val="006412B2"/>
    <w:rsid w:val="0064222E"/>
    <w:rsid w:val="006424A1"/>
    <w:rsid w:val="00642DEA"/>
    <w:rsid w:val="0064354F"/>
    <w:rsid w:val="0064445C"/>
    <w:rsid w:val="00644917"/>
    <w:rsid w:val="00646AE7"/>
    <w:rsid w:val="00646DF1"/>
    <w:rsid w:val="006479DE"/>
    <w:rsid w:val="0065014F"/>
    <w:rsid w:val="00650A2D"/>
    <w:rsid w:val="0065118D"/>
    <w:rsid w:val="00652E23"/>
    <w:rsid w:val="00652EA7"/>
    <w:rsid w:val="006536A1"/>
    <w:rsid w:val="0065492D"/>
    <w:rsid w:val="00654C17"/>
    <w:rsid w:val="00654E3B"/>
    <w:rsid w:val="00654EAB"/>
    <w:rsid w:val="00656894"/>
    <w:rsid w:val="006568DD"/>
    <w:rsid w:val="00656A28"/>
    <w:rsid w:val="006573DB"/>
    <w:rsid w:val="0065745C"/>
    <w:rsid w:val="006600A7"/>
    <w:rsid w:val="00660209"/>
    <w:rsid w:val="00660590"/>
    <w:rsid w:val="0066064B"/>
    <w:rsid w:val="006607AC"/>
    <w:rsid w:val="00660D38"/>
    <w:rsid w:val="0066161F"/>
    <w:rsid w:val="0066195B"/>
    <w:rsid w:val="00661B06"/>
    <w:rsid w:val="00662ABB"/>
    <w:rsid w:val="006642B3"/>
    <w:rsid w:val="006648B6"/>
    <w:rsid w:val="00664CFB"/>
    <w:rsid w:val="00664ED7"/>
    <w:rsid w:val="00667741"/>
    <w:rsid w:val="00670FDA"/>
    <w:rsid w:val="00670FF2"/>
    <w:rsid w:val="006710D8"/>
    <w:rsid w:val="00671CCA"/>
    <w:rsid w:val="0067202C"/>
    <w:rsid w:val="0067225D"/>
    <w:rsid w:val="00673146"/>
    <w:rsid w:val="00673584"/>
    <w:rsid w:val="00673C0E"/>
    <w:rsid w:val="0067699B"/>
    <w:rsid w:val="00677005"/>
    <w:rsid w:val="006772FB"/>
    <w:rsid w:val="00681142"/>
    <w:rsid w:val="006812B8"/>
    <w:rsid w:val="00681569"/>
    <w:rsid w:val="006815BB"/>
    <w:rsid w:val="0068292F"/>
    <w:rsid w:val="006829A7"/>
    <w:rsid w:val="00683518"/>
    <w:rsid w:val="00683773"/>
    <w:rsid w:val="006838EF"/>
    <w:rsid w:val="006839F0"/>
    <w:rsid w:val="00684EF6"/>
    <w:rsid w:val="00685B6E"/>
    <w:rsid w:val="00685E06"/>
    <w:rsid w:val="00686D3F"/>
    <w:rsid w:val="00690AD0"/>
    <w:rsid w:val="00690F64"/>
    <w:rsid w:val="00691CA2"/>
    <w:rsid w:val="00691CA8"/>
    <w:rsid w:val="00692287"/>
    <w:rsid w:val="00692B51"/>
    <w:rsid w:val="00692EFE"/>
    <w:rsid w:val="006932E2"/>
    <w:rsid w:val="00693483"/>
    <w:rsid w:val="00694D66"/>
    <w:rsid w:val="00694F6D"/>
    <w:rsid w:val="006953E0"/>
    <w:rsid w:val="00695B98"/>
    <w:rsid w:val="00696664"/>
    <w:rsid w:val="00696971"/>
    <w:rsid w:val="00696E27"/>
    <w:rsid w:val="00697101"/>
    <w:rsid w:val="00697813"/>
    <w:rsid w:val="00697A36"/>
    <w:rsid w:val="00697AC6"/>
    <w:rsid w:val="00697CF1"/>
    <w:rsid w:val="00697D90"/>
    <w:rsid w:val="006A01C6"/>
    <w:rsid w:val="006A15CA"/>
    <w:rsid w:val="006A19BB"/>
    <w:rsid w:val="006A1ABF"/>
    <w:rsid w:val="006A2F42"/>
    <w:rsid w:val="006A2F67"/>
    <w:rsid w:val="006A3082"/>
    <w:rsid w:val="006A35B3"/>
    <w:rsid w:val="006A6406"/>
    <w:rsid w:val="006A6A91"/>
    <w:rsid w:val="006A6C93"/>
    <w:rsid w:val="006B0CE4"/>
    <w:rsid w:val="006B221B"/>
    <w:rsid w:val="006B492C"/>
    <w:rsid w:val="006B4F1E"/>
    <w:rsid w:val="006B52D3"/>
    <w:rsid w:val="006B5311"/>
    <w:rsid w:val="006B58F1"/>
    <w:rsid w:val="006B7211"/>
    <w:rsid w:val="006B760F"/>
    <w:rsid w:val="006B77EE"/>
    <w:rsid w:val="006B78BA"/>
    <w:rsid w:val="006B78BF"/>
    <w:rsid w:val="006B7CE3"/>
    <w:rsid w:val="006B7D46"/>
    <w:rsid w:val="006C04A1"/>
    <w:rsid w:val="006C0526"/>
    <w:rsid w:val="006C0C9E"/>
    <w:rsid w:val="006C0D69"/>
    <w:rsid w:val="006C11B9"/>
    <w:rsid w:val="006C2580"/>
    <w:rsid w:val="006C29AD"/>
    <w:rsid w:val="006C4381"/>
    <w:rsid w:val="006C4700"/>
    <w:rsid w:val="006C4820"/>
    <w:rsid w:val="006C48FF"/>
    <w:rsid w:val="006C4C86"/>
    <w:rsid w:val="006C4FE0"/>
    <w:rsid w:val="006C6289"/>
    <w:rsid w:val="006C66F0"/>
    <w:rsid w:val="006C6A25"/>
    <w:rsid w:val="006C7973"/>
    <w:rsid w:val="006D0449"/>
    <w:rsid w:val="006D06B5"/>
    <w:rsid w:val="006D1B41"/>
    <w:rsid w:val="006D2005"/>
    <w:rsid w:val="006D2364"/>
    <w:rsid w:val="006D2DA2"/>
    <w:rsid w:val="006D3F67"/>
    <w:rsid w:val="006D4557"/>
    <w:rsid w:val="006D478C"/>
    <w:rsid w:val="006D4968"/>
    <w:rsid w:val="006D523B"/>
    <w:rsid w:val="006D53FD"/>
    <w:rsid w:val="006D61F1"/>
    <w:rsid w:val="006D75EF"/>
    <w:rsid w:val="006E0F96"/>
    <w:rsid w:val="006E1995"/>
    <w:rsid w:val="006E41FC"/>
    <w:rsid w:val="006E4405"/>
    <w:rsid w:val="006E4F02"/>
    <w:rsid w:val="006E5045"/>
    <w:rsid w:val="006E526E"/>
    <w:rsid w:val="006E53C0"/>
    <w:rsid w:val="006E57D9"/>
    <w:rsid w:val="006E5A0D"/>
    <w:rsid w:val="006E73E6"/>
    <w:rsid w:val="006E7A68"/>
    <w:rsid w:val="006E7BD8"/>
    <w:rsid w:val="006F05D2"/>
    <w:rsid w:val="006F0E12"/>
    <w:rsid w:val="006F0EA2"/>
    <w:rsid w:val="006F12B6"/>
    <w:rsid w:val="006F1D0B"/>
    <w:rsid w:val="006F20C0"/>
    <w:rsid w:val="006F2B15"/>
    <w:rsid w:val="006F31FA"/>
    <w:rsid w:val="006F3330"/>
    <w:rsid w:val="006F3F03"/>
    <w:rsid w:val="006F43FF"/>
    <w:rsid w:val="006F4583"/>
    <w:rsid w:val="006F526B"/>
    <w:rsid w:val="006F5DB7"/>
    <w:rsid w:val="006F5E8C"/>
    <w:rsid w:val="006F68A6"/>
    <w:rsid w:val="006F6FB4"/>
    <w:rsid w:val="006F706D"/>
    <w:rsid w:val="006F7665"/>
    <w:rsid w:val="007011C1"/>
    <w:rsid w:val="007011EE"/>
    <w:rsid w:val="0070167A"/>
    <w:rsid w:val="007018B6"/>
    <w:rsid w:val="00702224"/>
    <w:rsid w:val="00702F27"/>
    <w:rsid w:val="00703811"/>
    <w:rsid w:val="0070484B"/>
    <w:rsid w:val="00704B22"/>
    <w:rsid w:val="00705669"/>
    <w:rsid w:val="0070665D"/>
    <w:rsid w:val="007075BC"/>
    <w:rsid w:val="00707CE9"/>
    <w:rsid w:val="00710037"/>
    <w:rsid w:val="007102C5"/>
    <w:rsid w:val="007115E3"/>
    <w:rsid w:val="00711BF8"/>
    <w:rsid w:val="00711FEA"/>
    <w:rsid w:val="00712775"/>
    <w:rsid w:val="00712F65"/>
    <w:rsid w:val="00713410"/>
    <w:rsid w:val="00714FF7"/>
    <w:rsid w:val="00715123"/>
    <w:rsid w:val="00715776"/>
    <w:rsid w:val="00715BF9"/>
    <w:rsid w:val="00715FEA"/>
    <w:rsid w:val="0071666B"/>
    <w:rsid w:val="00721A4F"/>
    <w:rsid w:val="00721AB2"/>
    <w:rsid w:val="00721CCE"/>
    <w:rsid w:val="00722358"/>
    <w:rsid w:val="0072368A"/>
    <w:rsid w:val="007236D8"/>
    <w:rsid w:val="00724362"/>
    <w:rsid w:val="0072501E"/>
    <w:rsid w:val="00725772"/>
    <w:rsid w:val="00725F01"/>
    <w:rsid w:val="007264E6"/>
    <w:rsid w:val="007272B3"/>
    <w:rsid w:val="00727ED5"/>
    <w:rsid w:val="00731738"/>
    <w:rsid w:val="00731B8B"/>
    <w:rsid w:val="00731D57"/>
    <w:rsid w:val="00732011"/>
    <w:rsid w:val="007322C1"/>
    <w:rsid w:val="00732BD4"/>
    <w:rsid w:val="00733784"/>
    <w:rsid w:val="007345D9"/>
    <w:rsid w:val="007346CB"/>
    <w:rsid w:val="00734D19"/>
    <w:rsid w:val="00735301"/>
    <w:rsid w:val="00735725"/>
    <w:rsid w:val="0073656F"/>
    <w:rsid w:val="00737967"/>
    <w:rsid w:val="0074050E"/>
    <w:rsid w:val="00740B24"/>
    <w:rsid w:val="00740DCE"/>
    <w:rsid w:val="00740EBA"/>
    <w:rsid w:val="00741378"/>
    <w:rsid w:val="00741AE0"/>
    <w:rsid w:val="00741B73"/>
    <w:rsid w:val="00742BF9"/>
    <w:rsid w:val="00744B56"/>
    <w:rsid w:val="00744BC1"/>
    <w:rsid w:val="00750600"/>
    <w:rsid w:val="00750AE2"/>
    <w:rsid w:val="00750C5E"/>
    <w:rsid w:val="00750C63"/>
    <w:rsid w:val="00750D05"/>
    <w:rsid w:val="00750E12"/>
    <w:rsid w:val="00750F49"/>
    <w:rsid w:val="00751593"/>
    <w:rsid w:val="00752011"/>
    <w:rsid w:val="007521EE"/>
    <w:rsid w:val="007521F6"/>
    <w:rsid w:val="007528AB"/>
    <w:rsid w:val="00752984"/>
    <w:rsid w:val="00752F3C"/>
    <w:rsid w:val="00753859"/>
    <w:rsid w:val="0075501D"/>
    <w:rsid w:val="00755570"/>
    <w:rsid w:val="007555FC"/>
    <w:rsid w:val="007556F5"/>
    <w:rsid w:val="0075598C"/>
    <w:rsid w:val="007559F4"/>
    <w:rsid w:val="007567FF"/>
    <w:rsid w:val="00756C97"/>
    <w:rsid w:val="00757CA4"/>
    <w:rsid w:val="00757F16"/>
    <w:rsid w:val="0076024A"/>
    <w:rsid w:val="007605E1"/>
    <w:rsid w:val="0076112C"/>
    <w:rsid w:val="00761985"/>
    <w:rsid w:val="007620BF"/>
    <w:rsid w:val="00764A82"/>
    <w:rsid w:val="00764E51"/>
    <w:rsid w:val="007653CC"/>
    <w:rsid w:val="00766AB8"/>
    <w:rsid w:val="00766C66"/>
    <w:rsid w:val="007670F1"/>
    <w:rsid w:val="00767475"/>
    <w:rsid w:val="00767520"/>
    <w:rsid w:val="007706EE"/>
    <w:rsid w:val="007710B2"/>
    <w:rsid w:val="00771999"/>
    <w:rsid w:val="00773972"/>
    <w:rsid w:val="00773C4D"/>
    <w:rsid w:val="00773D8F"/>
    <w:rsid w:val="0077462F"/>
    <w:rsid w:val="007747DD"/>
    <w:rsid w:val="007748A3"/>
    <w:rsid w:val="00775417"/>
    <w:rsid w:val="00777738"/>
    <w:rsid w:val="00780003"/>
    <w:rsid w:val="00782009"/>
    <w:rsid w:val="007823C5"/>
    <w:rsid w:val="00785B12"/>
    <w:rsid w:val="00786643"/>
    <w:rsid w:val="0078685E"/>
    <w:rsid w:val="00786985"/>
    <w:rsid w:val="00786C25"/>
    <w:rsid w:val="00786E15"/>
    <w:rsid w:val="00787DED"/>
    <w:rsid w:val="00790226"/>
    <w:rsid w:val="007904C1"/>
    <w:rsid w:val="0079088C"/>
    <w:rsid w:val="00790A9D"/>
    <w:rsid w:val="00790CEE"/>
    <w:rsid w:val="007920DB"/>
    <w:rsid w:val="007926C8"/>
    <w:rsid w:val="007929FC"/>
    <w:rsid w:val="00792E95"/>
    <w:rsid w:val="0079425D"/>
    <w:rsid w:val="00794691"/>
    <w:rsid w:val="00796C5B"/>
    <w:rsid w:val="00796E49"/>
    <w:rsid w:val="00797799"/>
    <w:rsid w:val="007A06E9"/>
    <w:rsid w:val="007A082F"/>
    <w:rsid w:val="007A25B6"/>
    <w:rsid w:val="007A2CE7"/>
    <w:rsid w:val="007A33C8"/>
    <w:rsid w:val="007A3EB3"/>
    <w:rsid w:val="007A54AD"/>
    <w:rsid w:val="007A7055"/>
    <w:rsid w:val="007A7B60"/>
    <w:rsid w:val="007B0240"/>
    <w:rsid w:val="007B1439"/>
    <w:rsid w:val="007B4307"/>
    <w:rsid w:val="007B476E"/>
    <w:rsid w:val="007B528F"/>
    <w:rsid w:val="007B538A"/>
    <w:rsid w:val="007B6D46"/>
    <w:rsid w:val="007B78C2"/>
    <w:rsid w:val="007C109C"/>
    <w:rsid w:val="007C121A"/>
    <w:rsid w:val="007C1BE7"/>
    <w:rsid w:val="007C2A67"/>
    <w:rsid w:val="007C3A45"/>
    <w:rsid w:val="007C3DC3"/>
    <w:rsid w:val="007C3EF4"/>
    <w:rsid w:val="007C4D22"/>
    <w:rsid w:val="007C5411"/>
    <w:rsid w:val="007C5898"/>
    <w:rsid w:val="007C596E"/>
    <w:rsid w:val="007C5B30"/>
    <w:rsid w:val="007C606B"/>
    <w:rsid w:val="007C6364"/>
    <w:rsid w:val="007C6505"/>
    <w:rsid w:val="007C710E"/>
    <w:rsid w:val="007C77EA"/>
    <w:rsid w:val="007D08F9"/>
    <w:rsid w:val="007D0B55"/>
    <w:rsid w:val="007D0FB4"/>
    <w:rsid w:val="007D1A63"/>
    <w:rsid w:val="007D238D"/>
    <w:rsid w:val="007D24B8"/>
    <w:rsid w:val="007D39C7"/>
    <w:rsid w:val="007D3CA6"/>
    <w:rsid w:val="007D48E7"/>
    <w:rsid w:val="007D4E13"/>
    <w:rsid w:val="007D5253"/>
    <w:rsid w:val="007D5DA0"/>
    <w:rsid w:val="007D6035"/>
    <w:rsid w:val="007D6D5A"/>
    <w:rsid w:val="007D6FAE"/>
    <w:rsid w:val="007E0478"/>
    <w:rsid w:val="007E049D"/>
    <w:rsid w:val="007E1229"/>
    <w:rsid w:val="007E1FCD"/>
    <w:rsid w:val="007E2297"/>
    <w:rsid w:val="007E2DF0"/>
    <w:rsid w:val="007E2FDA"/>
    <w:rsid w:val="007E323E"/>
    <w:rsid w:val="007E339F"/>
    <w:rsid w:val="007E43C2"/>
    <w:rsid w:val="007E444A"/>
    <w:rsid w:val="007E48CB"/>
    <w:rsid w:val="007E5AE4"/>
    <w:rsid w:val="007E5B47"/>
    <w:rsid w:val="007E6413"/>
    <w:rsid w:val="007E70CC"/>
    <w:rsid w:val="007F0A97"/>
    <w:rsid w:val="007F175C"/>
    <w:rsid w:val="007F1C9C"/>
    <w:rsid w:val="007F3770"/>
    <w:rsid w:val="007F4537"/>
    <w:rsid w:val="007F45B7"/>
    <w:rsid w:val="007F5976"/>
    <w:rsid w:val="007F6161"/>
    <w:rsid w:val="007F61EC"/>
    <w:rsid w:val="007F6846"/>
    <w:rsid w:val="007F6CC5"/>
    <w:rsid w:val="007F7B15"/>
    <w:rsid w:val="007F7F3E"/>
    <w:rsid w:val="00800C53"/>
    <w:rsid w:val="00802593"/>
    <w:rsid w:val="008025F9"/>
    <w:rsid w:val="00803892"/>
    <w:rsid w:val="008038B5"/>
    <w:rsid w:val="00804032"/>
    <w:rsid w:val="00804244"/>
    <w:rsid w:val="008052D2"/>
    <w:rsid w:val="008059A8"/>
    <w:rsid w:val="00805D44"/>
    <w:rsid w:val="00806D38"/>
    <w:rsid w:val="008073AC"/>
    <w:rsid w:val="0080743F"/>
    <w:rsid w:val="00810FB0"/>
    <w:rsid w:val="00811055"/>
    <w:rsid w:val="0081146E"/>
    <w:rsid w:val="00812032"/>
    <w:rsid w:val="008121D5"/>
    <w:rsid w:val="00813490"/>
    <w:rsid w:val="008139B2"/>
    <w:rsid w:val="00814473"/>
    <w:rsid w:val="0081468A"/>
    <w:rsid w:val="008206DB"/>
    <w:rsid w:val="0082082E"/>
    <w:rsid w:val="008212A2"/>
    <w:rsid w:val="00821C8E"/>
    <w:rsid w:val="00821D65"/>
    <w:rsid w:val="0082269F"/>
    <w:rsid w:val="0082406E"/>
    <w:rsid w:val="00824674"/>
    <w:rsid w:val="0082477E"/>
    <w:rsid w:val="008253B5"/>
    <w:rsid w:val="008257B0"/>
    <w:rsid w:val="008260AB"/>
    <w:rsid w:val="00826240"/>
    <w:rsid w:val="00826792"/>
    <w:rsid w:val="00827389"/>
    <w:rsid w:val="00827A04"/>
    <w:rsid w:val="00827BB4"/>
    <w:rsid w:val="00830AD2"/>
    <w:rsid w:val="00830C72"/>
    <w:rsid w:val="00831478"/>
    <w:rsid w:val="00831BDE"/>
    <w:rsid w:val="00831FD5"/>
    <w:rsid w:val="008322EB"/>
    <w:rsid w:val="0083290B"/>
    <w:rsid w:val="008337B2"/>
    <w:rsid w:val="00833A0F"/>
    <w:rsid w:val="008342B3"/>
    <w:rsid w:val="00834BA7"/>
    <w:rsid w:val="00835374"/>
    <w:rsid w:val="00835A62"/>
    <w:rsid w:val="00836B68"/>
    <w:rsid w:val="0083793D"/>
    <w:rsid w:val="00837B05"/>
    <w:rsid w:val="00840E5D"/>
    <w:rsid w:val="008416F3"/>
    <w:rsid w:val="00842334"/>
    <w:rsid w:val="00842539"/>
    <w:rsid w:val="008425D5"/>
    <w:rsid w:val="008426FB"/>
    <w:rsid w:val="00842CDD"/>
    <w:rsid w:val="0084358F"/>
    <w:rsid w:val="008447C4"/>
    <w:rsid w:val="008464C5"/>
    <w:rsid w:val="00846993"/>
    <w:rsid w:val="008474EC"/>
    <w:rsid w:val="00847A9D"/>
    <w:rsid w:val="00847B29"/>
    <w:rsid w:val="00847B69"/>
    <w:rsid w:val="00850732"/>
    <w:rsid w:val="00851965"/>
    <w:rsid w:val="00852D3C"/>
    <w:rsid w:val="00852E21"/>
    <w:rsid w:val="00853A54"/>
    <w:rsid w:val="00854619"/>
    <w:rsid w:val="00854A9E"/>
    <w:rsid w:val="00855D40"/>
    <w:rsid w:val="008564CD"/>
    <w:rsid w:val="008576CC"/>
    <w:rsid w:val="008576F0"/>
    <w:rsid w:val="008579F0"/>
    <w:rsid w:val="00861EE7"/>
    <w:rsid w:val="008620EA"/>
    <w:rsid w:val="00862A5D"/>
    <w:rsid w:val="008632EC"/>
    <w:rsid w:val="0086429C"/>
    <w:rsid w:val="0086474D"/>
    <w:rsid w:val="00864A30"/>
    <w:rsid w:val="008669F9"/>
    <w:rsid w:val="00866CFA"/>
    <w:rsid w:val="008676B2"/>
    <w:rsid w:val="00867D94"/>
    <w:rsid w:val="0087052C"/>
    <w:rsid w:val="00870CA8"/>
    <w:rsid w:val="008714A2"/>
    <w:rsid w:val="008724C4"/>
    <w:rsid w:val="00872DA6"/>
    <w:rsid w:val="008736AE"/>
    <w:rsid w:val="00874D60"/>
    <w:rsid w:val="00875256"/>
    <w:rsid w:val="0087675E"/>
    <w:rsid w:val="008817F4"/>
    <w:rsid w:val="008818BC"/>
    <w:rsid w:val="00881B05"/>
    <w:rsid w:val="00881E42"/>
    <w:rsid w:val="0088365C"/>
    <w:rsid w:val="00883D20"/>
    <w:rsid w:val="00884849"/>
    <w:rsid w:val="00885435"/>
    <w:rsid w:val="008855CB"/>
    <w:rsid w:val="00886B5F"/>
    <w:rsid w:val="0088726B"/>
    <w:rsid w:val="0089101A"/>
    <w:rsid w:val="008919A0"/>
    <w:rsid w:val="00891C3C"/>
    <w:rsid w:val="00891F94"/>
    <w:rsid w:val="00892CD6"/>
    <w:rsid w:val="00893626"/>
    <w:rsid w:val="00893B32"/>
    <w:rsid w:val="0089402C"/>
    <w:rsid w:val="008941DF"/>
    <w:rsid w:val="008943CE"/>
    <w:rsid w:val="008943D8"/>
    <w:rsid w:val="008947E3"/>
    <w:rsid w:val="00894CA9"/>
    <w:rsid w:val="00894E7D"/>
    <w:rsid w:val="008953B0"/>
    <w:rsid w:val="00895915"/>
    <w:rsid w:val="00896742"/>
    <w:rsid w:val="008967A3"/>
    <w:rsid w:val="008969C3"/>
    <w:rsid w:val="00897125"/>
    <w:rsid w:val="00897E6C"/>
    <w:rsid w:val="008A028A"/>
    <w:rsid w:val="008A1B93"/>
    <w:rsid w:val="008A1BD0"/>
    <w:rsid w:val="008A2E3E"/>
    <w:rsid w:val="008A34F1"/>
    <w:rsid w:val="008A4BC3"/>
    <w:rsid w:val="008A66D8"/>
    <w:rsid w:val="008A71D8"/>
    <w:rsid w:val="008A72EC"/>
    <w:rsid w:val="008A7F9F"/>
    <w:rsid w:val="008B0299"/>
    <w:rsid w:val="008B0633"/>
    <w:rsid w:val="008B2165"/>
    <w:rsid w:val="008B2971"/>
    <w:rsid w:val="008B3424"/>
    <w:rsid w:val="008B4090"/>
    <w:rsid w:val="008B4227"/>
    <w:rsid w:val="008B4B0A"/>
    <w:rsid w:val="008B507B"/>
    <w:rsid w:val="008B51C1"/>
    <w:rsid w:val="008B6391"/>
    <w:rsid w:val="008B78A4"/>
    <w:rsid w:val="008C0023"/>
    <w:rsid w:val="008C0E91"/>
    <w:rsid w:val="008C1AD0"/>
    <w:rsid w:val="008C1D5C"/>
    <w:rsid w:val="008C210E"/>
    <w:rsid w:val="008C296C"/>
    <w:rsid w:val="008C4331"/>
    <w:rsid w:val="008C50D7"/>
    <w:rsid w:val="008C52A1"/>
    <w:rsid w:val="008C58F3"/>
    <w:rsid w:val="008C66D3"/>
    <w:rsid w:val="008C725F"/>
    <w:rsid w:val="008C78D9"/>
    <w:rsid w:val="008C793C"/>
    <w:rsid w:val="008C7D13"/>
    <w:rsid w:val="008D0F2D"/>
    <w:rsid w:val="008D0F95"/>
    <w:rsid w:val="008D1755"/>
    <w:rsid w:val="008D1897"/>
    <w:rsid w:val="008D1B76"/>
    <w:rsid w:val="008D3578"/>
    <w:rsid w:val="008D3B1D"/>
    <w:rsid w:val="008D57BD"/>
    <w:rsid w:val="008D5957"/>
    <w:rsid w:val="008D5A0F"/>
    <w:rsid w:val="008D5CB2"/>
    <w:rsid w:val="008D5CE3"/>
    <w:rsid w:val="008D68A7"/>
    <w:rsid w:val="008D6F06"/>
    <w:rsid w:val="008D7092"/>
    <w:rsid w:val="008D70A7"/>
    <w:rsid w:val="008D7AE3"/>
    <w:rsid w:val="008D7F8E"/>
    <w:rsid w:val="008D7FE6"/>
    <w:rsid w:val="008E0918"/>
    <w:rsid w:val="008E3514"/>
    <w:rsid w:val="008E3886"/>
    <w:rsid w:val="008E4CA3"/>
    <w:rsid w:val="008E56BF"/>
    <w:rsid w:val="008E58C2"/>
    <w:rsid w:val="008E5B95"/>
    <w:rsid w:val="008E6311"/>
    <w:rsid w:val="008E6CBD"/>
    <w:rsid w:val="008E7D51"/>
    <w:rsid w:val="008F0893"/>
    <w:rsid w:val="008F0B73"/>
    <w:rsid w:val="008F0BEF"/>
    <w:rsid w:val="008F0C2C"/>
    <w:rsid w:val="008F1D1A"/>
    <w:rsid w:val="008F2748"/>
    <w:rsid w:val="008F2C89"/>
    <w:rsid w:val="008F38C1"/>
    <w:rsid w:val="008F394D"/>
    <w:rsid w:val="008F3AB6"/>
    <w:rsid w:val="008F3FE1"/>
    <w:rsid w:val="008F4907"/>
    <w:rsid w:val="008F49B3"/>
    <w:rsid w:val="008F4DCE"/>
    <w:rsid w:val="008F5359"/>
    <w:rsid w:val="008F5796"/>
    <w:rsid w:val="008F5FE3"/>
    <w:rsid w:val="008F7925"/>
    <w:rsid w:val="008F7984"/>
    <w:rsid w:val="00900958"/>
    <w:rsid w:val="00900C9E"/>
    <w:rsid w:val="009013B8"/>
    <w:rsid w:val="009018C6"/>
    <w:rsid w:val="00901DB1"/>
    <w:rsid w:val="009020A4"/>
    <w:rsid w:val="009023CC"/>
    <w:rsid w:val="009027D1"/>
    <w:rsid w:val="00903602"/>
    <w:rsid w:val="009048FA"/>
    <w:rsid w:val="00904F56"/>
    <w:rsid w:val="00906762"/>
    <w:rsid w:val="009067C5"/>
    <w:rsid w:val="0090734B"/>
    <w:rsid w:val="0090777B"/>
    <w:rsid w:val="00910531"/>
    <w:rsid w:val="00910F57"/>
    <w:rsid w:val="00911BE8"/>
    <w:rsid w:val="00912768"/>
    <w:rsid w:val="0091292E"/>
    <w:rsid w:val="00912BFA"/>
    <w:rsid w:val="00912DE6"/>
    <w:rsid w:val="009132E0"/>
    <w:rsid w:val="00914544"/>
    <w:rsid w:val="00914A28"/>
    <w:rsid w:val="00914C0C"/>
    <w:rsid w:val="00914F77"/>
    <w:rsid w:val="00915726"/>
    <w:rsid w:val="00915BB7"/>
    <w:rsid w:val="00916948"/>
    <w:rsid w:val="00916A31"/>
    <w:rsid w:val="009174B1"/>
    <w:rsid w:val="00917A52"/>
    <w:rsid w:val="00920499"/>
    <w:rsid w:val="00920768"/>
    <w:rsid w:val="009219A4"/>
    <w:rsid w:val="00922C46"/>
    <w:rsid w:val="00923426"/>
    <w:rsid w:val="00923683"/>
    <w:rsid w:val="0092464B"/>
    <w:rsid w:val="00924C17"/>
    <w:rsid w:val="00925C51"/>
    <w:rsid w:val="00926F79"/>
    <w:rsid w:val="00927850"/>
    <w:rsid w:val="00927944"/>
    <w:rsid w:val="00927F2A"/>
    <w:rsid w:val="00927FF9"/>
    <w:rsid w:val="00930EB1"/>
    <w:rsid w:val="00931367"/>
    <w:rsid w:val="00934A12"/>
    <w:rsid w:val="009355EB"/>
    <w:rsid w:val="009368CC"/>
    <w:rsid w:val="00937F94"/>
    <w:rsid w:val="00940B07"/>
    <w:rsid w:val="009430B2"/>
    <w:rsid w:val="00943140"/>
    <w:rsid w:val="00943D90"/>
    <w:rsid w:val="00943F37"/>
    <w:rsid w:val="00944285"/>
    <w:rsid w:val="009453D6"/>
    <w:rsid w:val="00945CCA"/>
    <w:rsid w:val="009463CC"/>
    <w:rsid w:val="0094683B"/>
    <w:rsid w:val="0094769B"/>
    <w:rsid w:val="0095049E"/>
    <w:rsid w:val="00953858"/>
    <w:rsid w:val="00953D6C"/>
    <w:rsid w:val="00953EE4"/>
    <w:rsid w:val="0095434F"/>
    <w:rsid w:val="0095442A"/>
    <w:rsid w:val="00954ADE"/>
    <w:rsid w:val="009555D1"/>
    <w:rsid w:val="00955EB9"/>
    <w:rsid w:val="00956196"/>
    <w:rsid w:val="00956336"/>
    <w:rsid w:val="00956724"/>
    <w:rsid w:val="00956BBD"/>
    <w:rsid w:val="00956DAF"/>
    <w:rsid w:val="00957FB6"/>
    <w:rsid w:val="00960307"/>
    <w:rsid w:val="00960E05"/>
    <w:rsid w:val="0096156C"/>
    <w:rsid w:val="00961A3C"/>
    <w:rsid w:val="00962475"/>
    <w:rsid w:val="0096327F"/>
    <w:rsid w:val="009643DB"/>
    <w:rsid w:val="00964CEE"/>
    <w:rsid w:val="00964ECA"/>
    <w:rsid w:val="009653EF"/>
    <w:rsid w:val="00965512"/>
    <w:rsid w:val="00967F93"/>
    <w:rsid w:val="00971650"/>
    <w:rsid w:val="00971D81"/>
    <w:rsid w:val="00972E9D"/>
    <w:rsid w:val="009734E6"/>
    <w:rsid w:val="00976114"/>
    <w:rsid w:val="0097656F"/>
    <w:rsid w:val="00977068"/>
    <w:rsid w:val="009774CD"/>
    <w:rsid w:val="00977D08"/>
    <w:rsid w:val="00980302"/>
    <w:rsid w:val="0098030C"/>
    <w:rsid w:val="00982FFD"/>
    <w:rsid w:val="0098313F"/>
    <w:rsid w:val="009834A5"/>
    <w:rsid w:val="009834FB"/>
    <w:rsid w:val="00983FB1"/>
    <w:rsid w:val="009844CC"/>
    <w:rsid w:val="00985010"/>
    <w:rsid w:val="009853D1"/>
    <w:rsid w:val="00986925"/>
    <w:rsid w:val="00990201"/>
    <w:rsid w:val="00990BD1"/>
    <w:rsid w:val="00990CDB"/>
    <w:rsid w:val="00990DE5"/>
    <w:rsid w:val="009915FE"/>
    <w:rsid w:val="0099198E"/>
    <w:rsid w:val="00991EAC"/>
    <w:rsid w:val="00992D2B"/>
    <w:rsid w:val="00993585"/>
    <w:rsid w:val="00994805"/>
    <w:rsid w:val="00994A65"/>
    <w:rsid w:val="00994BF4"/>
    <w:rsid w:val="0099537C"/>
    <w:rsid w:val="009954E5"/>
    <w:rsid w:val="00995B55"/>
    <w:rsid w:val="00996077"/>
    <w:rsid w:val="0099614A"/>
    <w:rsid w:val="00996B5E"/>
    <w:rsid w:val="009A0254"/>
    <w:rsid w:val="009A0A64"/>
    <w:rsid w:val="009A1139"/>
    <w:rsid w:val="009A1516"/>
    <w:rsid w:val="009A2C05"/>
    <w:rsid w:val="009A30B3"/>
    <w:rsid w:val="009A43C9"/>
    <w:rsid w:val="009A44A4"/>
    <w:rsid w:val="009A4C7E"/>
    <w:rsid w:val="009A4F06"/>
    <w:rsid w:val="009A5540"/>
    <w:rsid w:val="009A5768"/>
    <w:rsid w:val="009A5EDA"/>
    <w:rsid w:val="009A5F85"/>
    <w:rsid w:val="009A5FC9"/>
    <w:rsid w:val="009A63F2"/>
    <w:rsid w:val="009A6E94"/>
    <w:rsid w:val="009A7FD7"/>
    <w:rsid w:val="009B0771"/>
    <w:rsid w:val="009B2066"/>
    <w:rsid w:val="009B3243"/>
    <w:rsid w:val="009B33C0"/>
    <w:rsid w:val="009B390C"/>
    <w:rsid w:val="009B47F0"/>
    <w:rsid w:val="009B55E7"/>
    <w:rsid w:val="009B7917"/>
    <w:rsid w:val="009B79E4"/>
    <w:rsid w:val="009B7D00"/>
    <w:rsid w:val="009C034C"/>
    <w:rsid w:val="009C19FB"/>
    <w:rsid w:val="009C2323"/>
    <w:rsid w:val="009C27F9"/>
    <w:rsid w:val="009C28A5"/>
    <w:rsid w:val="009C3035"/>
    <w:rsid w:val="009C3D42"/>
    <w:rsid w:val="009C4174"/>
    <w:rsid w:val="009C4439"/>
    <w:rsid w:val="009C4524"/>
    <w:rsid w:val="009C6544"/>
    <w:rsid w:val="009C73B9"/>
    <w:rsid w:val="009C7EA8"/>
    <w:rsid w:val="009D1934"/>
    <w:rsid w:val="009D45ED"/>
    <w:rsid w:val="009D4C60"/>
    <w:rsid w:val="009D52DC"/>
    <w:rsid w:val="009D5A54"/>
    <w:rsid w:val="009D6AC3"/>
    <w:rsid w:val="009D7670"/>
    <w:rsid w:val="009D7B62"/>
    <w:rsid w:val="009D7E3F"/>
    <w:rsid w:val="009E0499"/>
    <w:rsid w:val="009E0969"/>
    <w:rsid w:val="009E0B64"/>
    <w:rsid w:val="009E0F6D"/>
    <w:rsid w:val="009E146C"/>
    <w:rsid w:val="009E14E2"/>
    <w:rsid w:val="009E29AE"/>
    <w:rsid w:val="009E31CF"/>
    <w:rsid w:val="009E31DE"/>
    <w:rsid w:val="009E337C"/>
    <w:rsid w:val="009E42D3"/>
    <w:rsid w:val="009E46EB"/>
    <w:rsid w:val="009E4D8D"/>
    <w:rsid w:val="009E522A"/>
    <w:rsid w:val="009E53C2"/>
    <w:rsid w:val="009E5605"/>
    <w:rsid w:val="009E57BA"/>
    <w:rsid w:val="009E5B75"/>
    <w:rsid w:val="009E6D90"/>
    <w:rsid w:val="009E75CE"/>
    <w:rsid w:val="009F09B4"/>
    <w:rsid w:val="009F104E"/>
    <w:rsid w:val="009F10BC"/>
    <w:rsid w:val="009F1BBD"/>
    <w:rsid w:val="009F1C66"/>
    <w:rsid w:val="009F2809"/>
    <w:rsid w:val="009F33EE"/>
    <w:rsid w:val="009F3C35"/>
    <w:rsid w:val="009F3DCA"/>
    <w:rsid w:val="009F4567"/>
    <w:rsid w:val="009F5633"/>
    <w:rsid w:val="009F5928"/>
    <w:rsid w:val="009F5E2D"/>
    <w:rsid w:val="009F653E"/>
    <w:rsid w:val="009F669D"/>
    <w:rsid w:val="009F6863"/>
    <w:rsid w:val="009F7A94"/>
    <w:rsid w:val="00A00DCB"/>
    <w:rsid w:val="00A016FE"/>
    <w:rsid w:val="00A0196D"/>
    <w:rsid w:val="00A01E92"/>
    <w:rsid w:val="00A021EE"/>
    <w:rsid w:val="00A0226F"/>
    <w:rsid w:val="00A02B68"/>
    <w:rsid w:val="00A02D97"/>
    <w:rsid w:val="00A039AD"/>
    <w:rsid w:val="00A03A70"/>
    <w:rsid w:val="00A04031"/>
    <w:rsid w:val="00A0413A"/>
    <w:rsid w:val="00A04CE4"/>
    <w:rsid w:val="00A051EF"/>
    <w:rsid w:val="00A053D2"/>
    <w:rsid w:val="00A0566E"/>
    <w:rsid w:val="00A05A74"/>
    <w:rsid w:val="00A05EB5"/>
    <w:rsid w:val="00A0635B"/>
    <w:rsid w:val="00A075F1"/>
    <w:rsid w:val="00A07F9E"/>
    <w:rsid w:val="00A11A98"/>
    <w:rsid w:val="00A12967"/>
    <w:rsid w:val="00A12F95"/>
    <w:rsid w:val="00A13572"/>
    <w:rsid w:val="00A15013"/>
    <w:rsid w:val="00A16EE7"/>
    <w:rsid w:val="00A16FF0"/>
    <w:rsid w:val="00A1735F"/>
    <w:rsid w:val="00A1762F"/>
    <w:rsid w:val="00A17A79"/>
    <w:rsid w:val="00A20ACA"/>
    <w:rsid w:val="00A20F7C"/>
    <w:rsid w:val="00A210F7"/>
    <w:rsid w:val="00A212C9"/>
    <w:rsid w:val="00A2141A"/>
    <w:rsid w:val="00A22C1A"/>
    <w:rsid w:val="00A23581"/>
    <w:rsid w:val="00A23A53"/>
    <w:rsid w:val="00A23A82"/>
    <w:rsid w:val="00A24F26"/>
    <w:rsid w:val="00A2590E"/>
    <w:rsid w:val="00A26B6A"/>
    <w:rsid w:val="00A26CC4"/>
    <w:rsid w:val="00A2726C"/>
    <w:rsid w:val="00A27FDD"/>
    <w:rsid w:val="00A302CE"/>
    <w:rsid w:val="00A303CD"/>
    <w:rsid w:val="00A30741"/>
    <w:rsid w:val="00A31705"/>
    <w:rsid w:val="00A3231F"/>
    <w:rsid w:val="00A3245B"/>
    <w:rsid w:val="00A32466"/>
    <w:rsid w:val="00A3314F"/>
    <w:rsid w:val="00A334CB"/>
    <w:rsid w:val="00A33E35"/>
    <w:rsid w:val="00A33FB3"/>
    <w:rsid w:val="00A342A8"/>
    <w:rsid w:val="00A34771"/>
    <w:rsid w:val="00A3499D"/>
    <w:rsid w:val="00A35918"/>
    <w:rsid w:val="00A35EFC"/>
    <w:rsid w:val="00A36C44"/>
    <w:rsid w:val="00A36CA1"/>
    <w:rsid w:val="00A36D09"/>
    <w:rsid w:val="00A36D32"/>
    <w:rsid w:val="00A415C9"/>
    <w:rsid w:val="00A41D2B"/>
    <w:rsid w:val="00A42736"/>
    <w:rsid w:val="00A42D2A"/>
    <w:rsid w:val="00A42EFE"/>
    <w:rsid w:val="00A42FFC"/>
    <w:rsid w:val="00A43035"/>
    <w:rsid w:val="00A432D1"/>
    <w:rsid w:val="00A4392C"/>
    <w:rsid w:val="00A43B7F"/>
    <w:rsid w:val="00A43BD0"/>
    <w:rsid w:val="00A441D5"/>
    <w:rsid w:val="00A44697"/>
    <w:rsid w:val="00A45859"/>
    <w:rsid w:val="00A45A01"/>
    <w:rsid w:val="00A468C8"/>
    <w:rsid w:val="00A46D9B"/>
    <w:rsid w:val="00A47656"/>
    <w:rsid w:val="00A47D4F"/>
    <w:rsid w:val="00A507E5"/>
    <w:rsid w:val="00A5267F"/>
    <w:rsid w:val="00A52886"/>
    <w:rsid w:val="00A529C5"/>
    <w:rsid w:val="00A53A11"/>
    <w:rsid w:val="00A53AE6"/>
    <w:rsid w:val="00A54368"/>
    <w:rsid w:val="00A5495D"/>
    <w:rsid w:val="00A549F4"/>
    <w:rsid w:val="00A54C77"/>
    <w:rsid w:val="00A54E8C"/>
    <w:rsid w:val="00A564EE"/>
    <w:rsid w:val="00A56C64"/>
    <w:rsid w:val="00A57164"/>
    <w:rsid w:val="00A574C5"/>
    <w:rsid w:val="00A57B6F"/>
    <w:rsid w:val="00A601BF"/>
    <w:rsid w:val="00A6095D"/>
    <w:rsid w:val="00A61CF2"/>
    <w:rsid w:val="00A61DDD"/>
    <w:rsid w:val="00A61EF0"/>
    <w:rsid w:val="00A626A2"/>
    <w:rsid w:val="00A62BA5"/>
    <w:rsid w:val="00A63C06"/>
    <w:rsid w:val="00A63C5B"/>
    <w:rsid w:val="00A63DFB"/>
    <w:rsid w:val="00A65E34"/>
    <w:rsid w:val="00A661BB"/>
    <w:rsid w:val="00A66275"/>
    <w:rsid w:val="00A67205"/>
    <w:rsid w:val="00A6722B"/>
    <w:rsid w:val="00A67407"/>
    <w:rsid w:val="00A677BF"/>
    <w:rsid w:val="00A7079C"/>
    <w:rsid w:val="00A70966"/>
    <w:rsid w:val="00A719DF"/>
    <w:rsid w:val="00A71BF6"/>
    <w:rsid w:val="00A723D9"/>
    <w:rsid w:val="00A72AE2"/>
    <w:rsid w:val="00A73B97"/>
    <w:rsid w:val="00A77251"/>
    <w:rsid w:val="00A776AE"/>
    <w:rsid w:val="00A80357"/>
    <w:rsid w:val="00A80677"/>
    <w:rsid w:val="00A80910"/>
    <w:rsid w:val="00A80A68"/>
    <w:rsid w:val="00A81332"/>
    <w:rsid w:val="00A814C1"/>
    <w:rsid w:val="00A8165E"/>
    <w:rsid w:val="00A835E8"/>
    <w:rsid w:val="00A83CEB"/>
    <w:rsid w:val="00A84141"/>
    <w:rsid w:val="00A848F8"/>
    <w:rsid w:val="00A8537F"/>
    <w:rsid w:val="00A85653"/>
    <w:rsid w:val="00A85B42"/>
    <w:rsid w:val="00A85C55"/>
    <w:rsid w:val="00A85E49"/>
    <w:rsid w:val="00A87989"/>
    <w:rsid w:val="00A87DA4"/>
    <w:rsid w:val="00A91D4F"/>
    <w:rsid w:val="00A9250B"/>
    <w:rsid w:val="00A92E71"/>
    <w:rsid w:val="00A92F58"/>
    <w:rsid w:val="00A93391"/>
    <w:rsid w:val="00A93B7B"/>
    <w:rsid w:val="00A93DF8"/>
    <w:rsid w:val="00A9430B"/>
    <w:rsid w:val="00A974C7"/>
    <w:rsid w:val="00AA07FA"/>
    <w:rsid w:val="00AA0EB7"/>
    <w:rsid w:val="00AA0EFC"/>
    <w:rsid w:val="00AA1350"/>
    <w:rsid w:val="00AA1C73"/>
    <w:rsid w:val="00AA2064"/>
    <w:rsid w:val="00AA2845"/>
    <w:rsid w:val="00AA3A48"/>
    <w:rsid w:val="00AA4936"/>
    <w:rsid w:val="00AA5CC5"/>
    <w:rsid w:val="00AA6C8C"/>
    <w:rsid w:val="00AB09B5"/>
    <w:rsid w:val="00AB0C5A"/>
    <w:rsid w:val="00AB1CEA"/>
    <w:rsid w:val="00AB24CE"/>
    <w:rsid w:val="00AB332E"/>
    <w:rsid w:val="00AB38E0"/>
    <w:rsid w:val="00AB3D98"/>
    <w:rsid w:val="00AB3D9F"/>
    <w:rsid w:val="00AB4635"/>
    <w:rsid w:val="00AB4EB2"/>
    <w:rsid w:val="00AB53C2"/>
    <w:rsid w:val="00AB6AB0"/>
    <w:rsid w:val="00AB76DA"/>
    <w:rsid w:val="00AB7702"/>
    <w:rsid w:val="00AC0102"/>
    <w:rsid w:val="00AC01D4"/>
    <w:rsid w:val="00AC05FE"/>
    <w:rsid w:val="00AC07D5"/>
    <w:rsid w:val="00AC14EB"/>
    <w:rsid w:val="00AC1FA8"/>
    <w:rsid w:val="00AC2049"/>
    <w:rsid w:val="00AC240F"/>
    <w:rsid w:val="00AC257A"/>
    <w:rsid w:val="00AC2C47"/>
    <w:rsid w:val="00AC37A9"/>
    <w:rsid w:val="00AC4057"/>
    <w:rsid w:val="00AC5BB9"/>
    <w:rsid w:val="00AC6043"/>
    <w:rsid w:val="00AC7B91"/>
    <w:rsid w:val="00AD013B"/>
    <w:rsid w:val="00AD0350"/>
    <w:rsid w:val="00AD0DFA"/>
    <w:rsid w:val="00AD0F2E"/>
    <w:rsid w:val="00AD19F2"/>
    <w:rsid w:val="00AD1AF7"/>
    <w:rsid w:val="00AD25B3"/>
    <w:rsid w:val="00AD3720"/>
    <w:rsid w:val="00AD3C7B"/>
    <w:rsid w:val="00AD515C"/>
    <w:rsid w:val="00AD5284"/>
    <w:rsid w:val="00AD5811"/>
    <w:rsid w:val="00AD6E34"/>
    <w:rsid w:val="00AD74B6"/>
    <w:rsid w:val="00AD78F2"/>
    <w:rsid w:val="00AD79FF"/>
    <w:rsid w:val="00AE130D"/>
    <w:rsid w:val="00AE15AD"/>
    <w:rsid w:val="00AE1931"/>
    <w:rsid w:val="00AE1AD3"/>
    <w:rsid w:val="00AE2A96"/>
    <w:rsid w:val="00AE31FF"/>
    <w:rsid w:val="00AE32FE"/>
    <w:rsid w:val="00AE348A"/>
    <w:rsid w:val="00AE3D37"/>
    <w:rsid w:val="00AE4055"/>
    <w:rsid w:val="00AE42B2"/>
    <w:rsid w:val="00AE46C9"/>
    <w:rsid w:val="00AE4BDD"/>
    <w:rsid w:val="00AE4F01"/>
    <w:rsid w:val="00AE5046"/>
    <w:rsid w:val="00AE5367"/>
    <w:rsid w:val="00AE7A3F"/>
    <w:rsid w:val="00AE7DAA"/>
    <w:rsid w:val="00AF04B9"/>
    <w:rsid w:val="00AF25FD"/>
    <w:rsid w:val="00AF277B"/>
    <w:rsid w:val="00AF3028"/>
    <w:rsid w:val="00AF3168"/>
    <w:rsid w:val="00AF3B18"/>
    <w:rsid w:val="00AF4A44"/>
    <w:rsid w:val="00AF6AFB"/>
    <w:rsid w:val="00AF6C68"/>
    <w:rsid w:val="00AF703E"/>
    <w:rsid w:val="00AF7162"/>
    <w:rsid w:val="00AF754C"/>
    <w:rsid w:val="00AF7BC0"/>
    <w:rsid w:val="00B00215"/>
    <w:rsid w:val="00B00356"/>
    <w:rsid w:val="00B004F8"/>
    <w:rsid w:val="00B00643"/>
    <w:rsid w:val="00B00B9F"/>
    <w:rsid w:val="00B0141A"/>
    <w:rsid w:val="00B01D76"/>
    <w:rsid w:val="00B01FF2"/>
    <w:rsid w:val="00B0246F"/>
    <w:rsid w:val="00B027F1"/>
    <w:rsid w:val="00B02972"/>
    <w:rsid w:val="00B03D51"/>
    <w:rsid w:val="00B046CC"/>
    <w:rsid w:val="00B04863"/>
    <w:rsid w:val="00B04AF4"/>
    <w:rsid w:val="00B0500C"/>
    <w:rsid w:val="00B05BCA"/>
    <w:rsid w:val="00B05EB7"/>
    <w:rsid w:val="00B06075"/>
    <w:rsid w:val="00B06077"/>
    <w:rsid w:val="00B06D62"/>
    <w:rsid w:val="00B06FF3"/>
    <w:rsid w:val="00B07153"/>
    <w:rsid w:val="00B07248"/>
    <w:rsid w:val="00B07C0B"/>
    <w:rsid w:val="00B07F43"/>
    <w:rsid w:val="00B11F0E"/>
    <w:rsid w:val="00B1255D"/>
    <w:rsid w:val="00B1260F"/>
    <w:rsid w:val="00B12AAA"/>
    <w:rsid w:val="00B130A2"/>
    <w:rsid w:val="00B13270"/>
    <w:rsid w:val="00B1436C"/>
    <w:rsid w:val="00B14AD1"/>
    <w:rsid w:val="00B14E62"/>
    <w:rsid w:val="00B158AA"/>
    <w:rsid w:val="00B15D3B"/>
    <w:rsid w:val="00B16042"/>
    <w:rsid w:val="00B167C3"/>
    <w:rsid w:val="00B1683F"/>
    <w:rsid w:val="00B171D1"/>
    <w:rsid w:val="00B17932"/>
    <w:rsid w:val="00B17C65"/>
    <w:rsid w:val="00B17EA1"/>
    <w:rsid w:val="00B20420"/>
    <w:rsid w:val="00B215A3"/>
    <w:rsid w:val="00B2174F"/>
    <w:rsid w:val="00B2176E"/>
    <w:rsid w:val="00B217B3"/>
    <w:rsid w:val="00B21A36"/>
    <w:rsid w:val="00B22E42"/>
    <w:rsid w:val="00B2363B"/>
    <w:rsid w:val="00B2588E"/>
    <w:rsid w:val="00B264AC"/>
    <w:rsid w:val="00B2651C"/>
    <w:rsid w:val="00B26CB4"/>
    <w:rsid w:val="00B26D8C"/>
    <w:rsid w:val="00B27298"/>
    <w:rsid w:val="00B27C54"/>
    <w:rsid w:val="00B30DBE"/>
    <w:rsid w:val="00B318CC"/>
    <w:rsid w:val="00B3278E"/>
    <w:rsid w:val="00B32C12"/>
    <w:rsid w:val="00B32F2D"/>
    <w:rsid w:val="00B33081"/>
    <w:rsid w:val="00B336AB"/>
    <w:rsid w:val="00B33839"/>
    <w:rsid w:val="00B33E7E"/>
    <w:rsid w:val="00B360E7"/>
    <w:rsid w:val="00B36192"/>
    <w:rsid w:val="00B3669F"/>
    <w:rsid w:val="00B403C7"/>
    <w:rsid w:val="00B410B3"/>
    <w:rsid w:val="00B41889"/>
    <w:rsid w:val="00B4194E"/>
    <w:rsid w:val="00B42441"/>
    <w:rsid w:val="00B43335"/>
    <w:rsid w:val="00B438B2"/>
    <w:rsid w:val="00B43E5E"/>
    <w:rsid w:val="00B4407A"/>
    <w:rsid w:val="00B44490"/>
    <w:rsid w:val="00B44A8B"/>
    <w:rsid w:val="00B44D17"/>
    <w:rsid w:val="00B4595F"/>
    <w:rsid w:val="00B50BDE"/>
    <w:rsid w:val="00B5104F"/>
    <w:rsid w:val="00B51459"/>
    <w:rsid w:val="00B51A63"/>
    <w:rsid w:val="00B526B0"/>
    <w:rsid w:val="00B528E9"/>
    <w:rsid w:val="00B52B1E"/>
    <w:rsid w:val="00B5341C"/>
    <w:rsid w:val="00B53B1B"/>
    <w:rsid w:val="00B540C0"/>
    <w:rsid w:val="00B54992"/>
    <w:rsid w:val="00B553B4"/>
    <w:rsid w:val="00B553B7"/>
    <w:rsid w:val="00B559B5"/>
    <w:rsid w:val="00B55C1C"/>
    <w:rsid w:val="00B55F91"/>
    <w:rsid w:val="00B564D0"/>
    <w:rsid w:val="00B573D3"/>
    <w:rsid w:val="00B5755B"/>
    <w:rsid w:val="00B5764B"/>
    <w:rsid w:val="00B57C50"/>
    <w:rsid w:val="00B60205"/>
    <w:rsid w:val="00B60D3A"/>
    <w:rsid w:val="00B6179D"/>
    <w:rsid w:val="00B6209E"/>
    <w:rsid w:val="00B62534"/>
    <w:rsid w:val="00B62580"/>
    <w:rsid w:val="00B626D9"/>
    <w:rsid w:val="00B6396E"/>
    <w:rsid w:val="00B64512"/>
    <w:rsid w:val="00B6508F"/>
    <w:rsid w:val="00B655B1"/>
    <w:rsid w:val="00B65650"/>
    <w:rsid w:val="00B65E03"/>
    <w:rsid w:val="00B65E47"/>
    <w:rsid w:val="00B65E69"/>
    <w:rsid w:val="00B704E5"/>
    <w:rsid w:val="00B71D6D"/>
    <w:rsid w:val="00B72285"/>
    <w:rsid w:val="00B72366"/>
    <w:rsid w:val="00B726F5"/>
    <w:rsid w:val="00B72EF4"/>
    <w:rsid w:val="00B73C75"/>
    <w:rsid w:val="00B7438E"/>
    <w:rsid w:val="00B74B0B"/>
    <w:rsid w:val="00B74EB0"/>
    <w:rsid w:val="00B74F80"/>
    <w:rsid w:val="00B75191"/>
    <w:rsid w:val="00B754B6"/>
    <w:rsid w:val="00B80298"/>
    <w:rsid w:val="00B805DD"/>
    <w:rsid w:val="00B80623"/>
    <w:rsid w:val="00B813CA"/>
    <w:rsid w:val="00B81B97"/>
    <w:rsid w:val="00B826CE"/>
    <w:rsid w:val="00B827BB"/>
    <w:rsid w:val="00B83339"/>
    <w:rsid w:val="00B83845"/>
    <w:rsid w:val="00B83D33"/>
    <w:rsid w:val="00B8406B"/>
    <w:rsid w:val="00B84ED5"/>
    <w:rsid w:val="00B8583D"/>
    <w:rsid w:val="00B871C1"/>
    <w:rsid w:val="00B873CF"/>
    <w:rsid w:val="00B87AF7"/>
    <w:rsid w:val="00B902EF"/>
    <w:rsid w:val="00B911A1"/>
    <w:rsid w:val="00B91A6D"/>
    <w:rsid w:val="00B92135"/>
    <w:rsid w:val="00B923A2"/>
    <w:rsid w:val="00B92F18"/>
    <w:rsid w:val="00B92F6C"/>
    <w:rsid w:val="00B92FE6"/>
    <w:rsid w:val="00B93229"/>
    <w:rsid w:val="00B93834"/>
    <w:rsid w:val="00B940F8"/>
    <w:rsid w:val="00B946BD"/>
    <w:rsid w:val="00B94C9E"/>
    <w:rsid w:val="00B94DD4"/>
    <w:rsid w:val="00B94E93"/>
    <w:rsid w:val="00B96100"/>
    <w:rsid w:val="00B96350"/>
    <w:rsid w:val="00B97002"/>
    <w:rsid w:val="00B978E9"/>
    <w:rsid w:val="00BA0471"/>
    <w:rsid w:val="00BA09B4"/>
    <w:rsid w:val="00BA179A"/>
    <w:rsid w:val="00BA1F83"/>
    <w:rsid w:val="00BA2BB6"/>
    <w:rsid w:val="00BA381D"/>
    <w:rsid w:val="00BA3D4B"/>
    <w:rsid w:val="00BA490F"/>
    <w:rsid w:val="00BA496C"/>
    <w:rsid w:val="00BA5197"/>
    <w:rsid w:val="00BA5252"/>
    <w:rsid w:val="00BA5394"/>
    <w:rsid w:val="00BA56B9"/>
    <w:rsid w:val="00BA6069"/>
    <w:rsid w:val="00BA770C"/>
    <w:rsid w:val="00BA7E90"/>
    <w:rsid w:val="00BB01D3"/>
    <w:rsid w:val="00BB1BFB"/>
    <w:rsid w:val="00BB1F66"/>
    <w:rsid w:val="00BB3750"/>
    <w:rsid w:val="00BB60AA"/>
    <w:rsid w:val="00BB665D"/>
    <w:rsid w:val="00BC104C"/>
    <w:rsid w:val="00BC111D"/>
    <w:rsid w:val="00BC1468"/>
    <w:rsid w:val="00BC1EEB"/>
    <w:rsid w:val="00BC202C"/>
    <w:rsid w:val="00BC255E"/>
    <w:rsid w:val="00BC2911"/>
    <w:rsid w:val="00BC325B"/>
    <w:rsid w:val="00BC4492"/>
    <w:rsid w:val="00BC4E4D"/>
    <w:rsid w:val="00BC51B0"/>
    <w:rsid w:val="00BC7010"/>
    <w:rsid w:val="00BD058D"/>
    <w:rsid w:val="00BD29EB"/>
    <w:rsid w:val="00BD3664"/>
    <w:rsid w:val="00BD3A76"/>
    <w:rsid w:val="00BD43D4"/>
    <w:rsid w:val="00BE048E"/>
    <w:rsid w:val="00BE0EE4"/>
    <w:rsid w:val="00BE18B6"/>
    <w:rsid w:val="00BE1A6D"/>
    <w:rsid w:val="00BE3BF9"/>
    <w:rsid w:val="00BE3E65"/>
    <w:rsid w:val="00BE52B2"/>
    <w:rsid w:val="00BE6AD4"/>
    <w:rsid w:val="00BE6E67"/>
    <w:rsid w:val="00BE7067"/>
    <w:rsid w:val="00BE7186"/>
    <w:rsid w:val="00BE7D51"/>
    <w:rsid w:val="00BF0D1E"/>
    <w:rsid w:val="00BF0F5E"/>
    <w:rsid w:val="00BF1717"/>
    <w:rsid w:val="00BF3199"/>
    <w:rsid w:val="00BF4315"/>
    <w:rsid w:val="00BF492B"/>
    <w:rsid w:val="00BF5C79"/>
    <w:rsid w:val="00BF7FD7"/>
    <w:rsid w:val="00C00A9A"/>
    <w:rsid w:val="00C00AC8"/>
    <w:rsid w:val="00C00ECC"/>
    <w:rsid w:val="00C01A15"/>
    <w:rsid w:val="00C020BE"/>
    <w:rsid w:val="00C02136"/>
    <w:rsid w:val="00C02F3C"/>
    <w:rsid w:val="00C031FC"/>
    <w:rsid w:val="00C036FD"/>
    <w:rsid w:val="00C0386E"/>
    <w:rsid w:val="00C04FAE"/>
    <w:rsid w:val="00C066A7"/>
    <w:rsid w:val="00C06A6E"/>
    <w:rsid w:val="00C06C42"/>
    <w:rsid w:val="00C07598"/>
    <w:rsid w:val="00C07704"/>
    <w:rsid w:val="00C079B0"/>
    <w:rsid w:val="00C07D2D"/>
    <w:rsid w:val="00C10845"/>
    <w:rsid w:val="00C10F9B"/>
    <w:rsid w:val="00C115B9"/>
    <w:rsid w:val="00C1263D"/>
    <w:rsid w:val="00C12CA9"/>
    <w:rsid w:val="00C140FC"/>
    <w:rsid w:val="00C1648F"/>
    <w:rsid w:val="00C16FEC"/>
    <w:rsid w:val="00C21C61"/>
    <w:rsid w:val="00C22606"/>
    <w:rsid w:val="00C22B13"/>
    <w:rsid w:val="00C23F90"/>
    <w:rsid w:val="00C244FE"/>
    <w:rsid w:val="00C25729"/>
    <w:rsid w:val="00C26503"/>
    <w:rsid w:val="00C27C38"/>
    <w:rsid w:val="00C27D73"/>
    <w:rsid w:val="00C306AE"/>
    <w:rsid w:val="00C309F0"/>
    <w:rsid w:val="00C30E31"/>
    <w:rsid w:val="00C3100C"/>
    <w:rsid w:val="00C31545"/>
    <w:rsid w:val="00C316E5"/>
    <w:rsid w:val="00C31F86"/>
    <w:rsid w:val="00C32F84"/>
    <w:rsid w:val="00C333A2"/>
    <w:rsid w:val="00C340B8"/>
    <w:rsid w:val="00C3540A"/>
    <w:rsid w:val="00C36017"/>
    <w:rsid w:val="00C36816"/>
    <w:rsid w:val="00C37291"/>
    <w:rsid w:val="00C37528"/>
    <w:rsid w:val="00C409A8"/>
    <w:rsid w:val="00C41011"/>
    <w:rsid w:val="00C414D8"/>
    <w:rsid w:val="00C4151A"/>
    <w:rsid w:val="00C423CB"/>
    <w:rsid w:val="00C429FB"/>
    <w:rsid w:val="00C42C5C"/>
    <w:rsid w:val="00C42CD5"/>
    <w:rsid w:val="00C433E4"/>
    <w:rsid w:val="00C44370"/>
    <w:rsid w:val="00C44832"/>
    <w:rsid w:val="00C45021"/>
    <w:rsid w:val="00C456CB"/>
    <w:rsid w:val="00C463BA"/>
    <w:rsid w:val="00C46480"/>
    <w:rsid w:val="00C478D5"/>
    <w:rsid w:val="00C51024"/>
    <w:rsid w:val="00C52591"/>
    <w:rsid w:val="00C526EF"/>
    <w:rsid w:val="00C5333A"/>
    <w:rsid w:val="00C535ED"/>
    <w:rsid w:val="00C53813"/>
    <w:rsid w:val="00C53E54"/>
    <w:rsid w:val="00C5443D"/>
    <w:rsid w:val="00C54444"/>
    <w:rsid w:val="00C56104"/>
    <w:rsid w:val="00C56A9D"/>
    <w:rsid w:val="00C56CB1"/>
    <w:rsid w:val="00C601E6"/>
    <w:rsid w:val="00C6080D"/>
    <w:rsid w:val="00C60A63"/>
    <w:rsid w:val="00C616A0"/>
    <w:rsid w:val="00C61A08"/>
    <w:rsid w:val="00C61A10"/>
    <w:rsid w:val="00C62E59"/>
    <w:rsid w:val="00C6533A"/>
    <w:rsid w:val="00C65A15"/>
    <w:rsid w:val="00C6682A"/>
    <w:rsid w:val="00C668CE"/>
    <w:rsid w:val="00C710E7"/>
    <w:rsid w:val="00C71A5A"/>
    <w:rsid w:val="00C7208C"/>
    <w:rsid w:val="00C72634"/>
    <w:rsid w:val="00C74665"/>
    <w:rsid w:val="00C749BD"/>
    <w:rsid w:val="00C74E71"/>
    <w:rsid w:val="00C75FCD"/>
    <w:rsid w:val="00C7677E"/>
    <w:rsid w:val="00C76A42"/>
    <w:rsid w:val="00C76AAB"/>
    <w:rsid w:val="00C76BA9"/>
    <w:rsid w:val="00C7761D"/>
    <w:rsid w:val="00C8155E"/>
    <w:rsid w:val="00C81944"/>
    <w:rsid w:val="00C82F2B"/>
    <w:rsid w:val="00C84DDA"/>
    <w:rsid w:val="00C855C1"/>
    <w:rsid w:val="00C860D0"/>
    <w:rsid w:val="00C87738"/>
    <w:rsid w:val="00C87F13"/>
    <w:rsid w:val="00C90635"/>
    <w:rsid w:val="00C90C60"/>
    <w:rsid w:val="00C9162E"/>
    <w:rsid w:val="00C920C3"/>
    <w:rsid w:val="00C924BB"/>
    <w:rsid w:val="00C9250C"/>
    <w:rsid w:val="00C9256E"/>
    <w:rsid w:val="00C92786"/>
    <w:rsid w:val="00C928EC"/>
    <w:rsid w:val="00C9367F"/>
    <w:rsid w:val="00C943EC"/>
    <w:rsid w:val="00C94EA3"/>
    <w:rsid w:val="00C95598"/>
    <w:rsid w:val="00C95DBB"/>
    <w:rsid w:val="00C970C8"/>
    <w:rsid w:val="00C97729"/>
    <w:rsid w:val="00CA091D"/>
    <w:rsid w:val="00CA0DEE"/>
    <w:rsid w:val="00CA1D7C"/>
    <w:rsid w:val="00CA2319"/>
    <w:rsid w:val="00CA2CE5"/>
    <w:rsid w:val="00CA3811"/>
    <w:rsid w:val="00CA4879"/>
    <w:rsid w:val="00CA501A"/>
    <w:rsid w:val="00CA522D"/>
    <w:rsid w:val="00CA56A6"/>
    <w:rsid w:val="00CA56C9"/>
    <w:rsid w:val="00CA6AC7"/>
    <w:rsid w:val="00CA7053"/>
    <w:rsid w:val="00CB0939"/>
    <w:rsid w:val="00CB0EC0"/>
    <w:rsid w:val="00CB0F2D"/>
    <w:rsid w:val="00CB123F"/>
    <w:rsid w:val="00CB1DAC"/>
    <w:rsid w:val="00CB47B0"/>
    <w:rsid w:val="00CB4D21"/>
    <w:rsid w:val="00CB62CD"/>
    <w:rsid w:val="00CB6C8D"/>
    <w:rsid w:val="00CB7146"/>
    <w:rsid w:val="00CB799F"/>
    <w:rsid w:val="00CB7A8A"/>
    <w:rsid w:val="00CB7ED3"/>
    <w:rsid w:val="00CC0131"/>
    <w:rsid w:val="00CC0620"/>
    <w:rsid w:val="00CC0910"/>
    <w:rsid w:val="00CC0F59"/>
    <w:rsid w:val="00CC2B07"/>
    <w:rsid w:val="00CC2B42"/>
    <w:rsid w:val="00CC3A04"/>
    <w:rsid w:val="00CC4429"/>
    <w:rsid w:val="00CC479B"/>
    <w:rsid w:val="00CC4CBE"/>
    <w:rsid w:val="00CC5219"/>
    <w:rsid w:val="00CC5C35"/>
    <w:rsid w:val="00CC604F"/>
    <w:rsid w:val="00CC70EA"/>
    <w:rsid w:val="00CC78D3"/>
    <w:rsid w:val="00CD03E1"/>
    <w:rsid w:val="00CD111E"/>
    <w:rsid w:val="00CD2419"/>
    <w:rsid w:val="00CD2C28"/>
    <w:rsid w:val="00CD2E5C"/>
    <w:rsid w:val="00CD30F1"/>
    <w:rsid w:val="00CD35C3"/>
    <w:rsid w:val="00CD3E28"/>
    <w:rsid w:val="00CD4209"/>
    <w:rsid w:val="00CD433C"/>
    <w:rsid w:val="00CD5783"/>
    <w:rsid w:val="00CD598E"/>
    <w:rsid w:val="00CD60A8"/>
    <w:rsid w:val="00CD615C"/>
    <w:rsid w:val="00CD6634"/>
    <w:rsid w:val="00CD7184"/>
    <w:rsid w:val="00CD7928"/>
    <w:rsid w:val="00CE061C"/>
    <w:rsid w:val="00CE08C9"/>
    <w:rsid w:val="00CE1495"/>
    <w:rsid w:val="00CE1F0B"/>
    <w:rsid w:val="00CE274E"/>
    <w:rsid w:val="00CE2B44"/>
    <w:rsid w:val="00CE3B1E"/>
    <w:rsid w:val="00CE45DE"/>
    <w:rsid w:val="00CE571C"/>
    <w:rsid w:val="00CE5955"/>
    <w:rsid w:val="00CE5FA6"/>
    <w:rsid w:val="00CE6E98"/>
    <w:rsid w:val="00CE6FDD"/>
    <w:rsid w:val="00CE78F0"/>
    <w:rsid w:val="00CE7E62"/>
    <w:rsid w:val="00CE7F1B"/>
    <w:rsid w:val="00CF014B"/>
    <w:rsid w:val="00CF0279"/>
    <w:rsid w:val="00CF1BA1"/>
    <w:rsid w:val="00CF2CB2"/>
    <w:rsid w:val="00CF31AA"/>
    <w:rsid w:val="00CF3F74"/>
    <w:rsid w:val="00CF4D7F"/>
    <w:rsid w:val="00CF594F"/>
    <w:rsid w:val="00CF5DE4"/>
    <w:rsid w:val="00CF5F27"/>
    <w:rsid w:val="00CF69A6"/>
    <w:rsid w:val="00CF6CFE"/>
    <w:rsid w:val="00D01655"/>
    <w:rsid w:val="00D03C15"/>
    <w:rsid w:val="00D04884"/>
    <w:rsid w:val="00D05B37"/>
    <w:rsid w:val="00D0607B"/>
    <w:rsid w:val="00D06611"/>
    <w:rsid w:val="00D06E8B"/>
    <w:rsid w:val="00D073E6"/>
    <w:rsid w:val="00D0745C"/>
    <w:rsid w:val="00D11335"/>
    <w:rsid w:val="00D120D8"/>
    <w:rsid w:val="00D128F8"/>
    <w:rsid w:val="00D129E1"/>
    <w:rsid w:val="00D13099"/>
    <w:rsid w:val="00D13445"/>
    <w:rsid w:val="00D1476A"/>
    <w:rsid w:val="00D14D3A"/>
    <w:rsid w:val="00D14F3F"/>
    <w:rsid w:val="00D15CC8"/>
    <w:rsid w:val="00D15D35"/>
    <w:rsid w:val="00D1647D"/>
    <w:rsid w:val="00D16DD8"/>
    <w:rsid w:val="00D17572"/>
    <w:rsid w:val="00D206F5"/>
    <w:rsid w:val="00D211BB"/>
    <w:rsid w:val="00D22DAF"/>
    <w:rsid w:val="00D235C0"/>
    <w:rsid w:val="00D24062"/>
    <w:rsid w:val="00D2427B"/>
    <w:rsid w:val="00D24D73"/>
    <w:rsid w:val="00D255FA"/>
    <w:rsid w:val="00D25AD6"/>
    <w:rsid w:val="00D269EE"/>
    <w:rsid w:val="00D26D17"/>
    <w:rsid w:val="00D26DFC"/>
    <w:rsid w:val="00D27E00"/>
    <w:rsid w:val="00D27E4C"/>
    <w:rsid w:val="00D311E2"/>
    <w:rsid w:val="00D32C7E"/>
    <w:rsid w:val="00D344EF"/>
    <w:rsid w:val="00D35111"/>
    <w:rsid w:val="00D37501"/>
    <w:rsid w:val="00D37659"/>
    <w:rsid w:val="00D37780"/>
    <w:rsid w:val="00D37EA7"/>
    <w:rsid w:val="00D41BF2"/>
    <w:rsid w:val="00D42866"/>
    <w:rsid w:val="00D43F0A"/>
    <w:rsid w:val="00D44E9B"/>
    <w:rsid w:val="00D4571A"/>
    <w:rsid w:val="00D45C1A"/>
    <w:rsid w:val="00D462BA"/>
    <w:rsid w:val="00D46F34"/>
    <w:rsid w:val="00D46FB8"/>
    <w:rsid w:val="00D47369"/>
    <w:rsid w:val="00D47496"/>
    <w:rsid w:val="00D47679"/>
    <w:rsid w:val="00D477CF"/>
    <w:rsid w:val="00D5012B"/>
    <w:rsid w:val="00D50238"/>
    <w:rsid w:val="00D50348"/>
    <w:rsid w:val="00D503DC"/>
    <w:rsid w:val="00D506A7"/>
    <w:rsid w:val="00D53008"/>
    <w:rsid w:val="00D531CD"/>
    <w:rsid w:val="00D533B8"/>
    <w:rsid w:val="00D53BCD"/>
    <w:rsid w:val="00D53E1A"/>
    <w:rsid w:val="00D53E36"/>
    <w:rsid w:val="00D5429B"/>
    <w:rsid w:val="00D544A7"/>
    <w:rsid w:val="00D55E16"/>
    <w:rsid w:val="00D563CE"/>
    <w:rsid w:val="00D5668F"/>
    <w:rsid w:val="00D56DFA"/>
    <w:rsid w:val="00D57CE5"/>
    <w:rsid w:val="00D57F65"/>
    <w:rsid w:val="00D57F8B"/>
    <w:rsid w:val="00D621D2"/>
    <w:rsid w:val="00D62313"/>
    <w:rsid w:val="00D62452"/>
    <w:rsid w:val="00D62B47"/>
    <w:rsid w:val="00D62D9A"/>
    <w:rsid w:val="00D6496D"/>
    <w:rsid w:val="00D65239"/>
    <w:rsid w:val="00D663A0"/>
    <w:rsid w:val="00D663D7"/>
    <w:rsid w:val="00D66CE1"/>
    <w:rsid w:val="00D67A66"/>
    <w:rsid w:val="00D70FB4"/>
    <w:rsid w:val="00D72CAC"/>
    <w:rsid w:val="00D73678"/>
    <w:rsid w:val="00D7375E"/>
    <w:rsid w:val="00D75493"/>
    <w:rsid w:val="00D757D5"/>
    <w:rsid w:val="00D75CEB"/>
    <w:rsid w:val="00D77027"/>
    <w:rsid w:val="00D7750C"/>
    <w:rsid w:val="00D77754"/>
    <w:rsid w:val="00D800B3"/>
    <w:rsid w:val="00D81702"/>
    <w:rsid w:val="00D81FA6"/>
    <w:rsid w:val="00D820A9"/>
    <w:rsid w:val="00D82333"/>
    <w:rsid w:val="00D82B87"/>
    <w:rsid w:val="00D82C90"/>
    <w:rsid w:val="00D82D4F"/>
    <w:rsid w:val="00D83189"/>
    <w:rsid w:val="00D84989"/>
    <w:rsid w:val="00D84A19"/>
    <w:rsid w:val="00D84BAA"/>
    <w:rsid w:val="00D85256"/>
    <w:rsid w:val="00D85F7C"/>
    <w:rsid w:val="00D86426"/>
    <w:rsid w:val="00D86B2B"/>
    <w:rsid w:val="00D87225"/>
    <w:rsid w:val="00D87467"/>
    <w:rsid w:val="00D92158"/>
    <w:rsid w:val="00D92326"/>
    <w:rsid w:val="00D923BC"/>
    <w:rsid w:val="00D925E5"/>
    <w:rsid w:val="00D92DA0"/>
    <w:rsid w:val="00D93141"/>
    <w:rsid w:val="00D936CC"/>
    <w:rsid w:val="00D93CF7"/>
    <w:rsid w:val="00D9469B"/>
    <w:rsid w:val="00D94DBB"/>
    <w:rsid w:val="00D957F2"/>
    <w:rsid w:val="00D95907"/>
    <w:rsid w:val="00D96266"/>
    <w:rsid w:val="00D973E8"/>
    <w:rsid w:val="00DA01F1"/>
    <w:rsid w:val="00DA035C"/>
    <w:rsid w:val="00DA050A"/>
    <w:rsid w:val="00DA055E"/>
    <w:rsid w:val="00DA0A18"/>
    <w:rsid w:val="00DA0B64"/>
    <w:rsid w:val="00DA17A8"/>
    <w:rsid w:val="00DA18FE"/>
    <w:rsid w:val="00DA1A95"/>
    <w:rsid w:val="00DA3152"/>
    <w:rsid w:val="00DA42C5"/>
    <w:rsid w:val="00DA4C6B"/>
    <w:rsid w:val="00DA5A97"/>
    <w:rsid w:val="00DA5E7D"/>
    <w:rsid w:val="00DA60D0"/>
    <w:rsid w:val="00DA69ED"/>
    <w:rsid w:val="00DA7953"/>
    <w:rsid w:val="00DB01D3"/>
    <w:rsid w:val="00DB0705"/>
    <w:rsid w:val="00DB09B2"/>
    <w:rsid w:val="00DB0AEF"/>
    <w:rsid w:val="00DB15AC"/>
    <w:rsid w:val="00DB1BB0"/>
    <w:rsid w:val="00DB1D72"/>
    <w:rsid w:val="00DB2434"/>
    <w:rsid w:val="00DB3165"/>
    <w:rsid w:val="00DB34DA"/>
    <w:rsid w:val="00DB370F"/>
    <w:rsid w:val="00DB41C7"/>
    <w:rsid w:val="00DB5749"/>
    <w:rsid w:val="00DB5A4A"/>
    <w:rsid w:val="00DB5CDC"/>
    <w:rsid w:val="00DC000C"/>
    <w:rsid w:val="00DC08E2"/>
    <w:rsid w:val="00DC1452"/>
    <w:rsid w:val="00DC15CF"/>
    <w:rsid w:val="00DC25B5"/>
    <w:rsid w:val="00DC311F"/>
    <w:rsid w:val="00DC4E01"/>
    <w:rsid w:val="00DC59CC"/>
    <w:rsid w:val="00DC5F33"/>
    <w:rsid w:val="00DC6A65"/>
    <w:rsid w:val="00DC7138"/>
    <w:rsid w:val="00DC7671"/>
    <w:rsid w:val="00DC7C7B"/>
    <w:rsid w:val="00DD15EF"/>
    <w:rsid w:val="00DD1A63"/>
    <w:rsid w:val="00DD1B33"/>
    <w:rsid w:val="00DD3858"/>
    <w:rsid w:val="00DD38FC"/>
    <w:rsid w:val="00DD648C"/>
    <w:rsid w:val="00DD693C"/>
    <w:rsid w:val="00DD70AD"/>
    <w:rsid w:val="00DD769D"/>
    <w:rsid w:val="00DD77D5"/>
    <w:rsid w:val="00DE0206"/>
    <w:rsid w:val="00DE0253"/>
    <w:rsid w:val="00DE0430"/>
    <w:rsid w:val="00DE1ADD"/>
    <w:rsid w:val="00DE219D"/>
    <w:rsid w:val="00DE2277"/>
    <w:rsid w:val="00DE2D25"/>
    <w:rsid w:val="00DE3025"/>
    <w:rsid w:val="00DE30AE"/>
    <w:rsid w:val="00DE3990"/>
    <w:rsid w:val="00DE51B3"/>
    <w:rsid w:val="00DE5336"/>
    <w:rsid w:val="00DE564C"/>
    <w:rsid w:val="00DE5C49"/>
    <w:rsid w:val="00DE6173"/>
    <w:rsid w:val="00DE6311"/>
    <w:rsid w:val="00DE7ABA"/>
    <w:rsid w:val="00DE7B1F"/>
    <w:rsid w:val="00DF0C00"/>
    <w:rsid w:val="00DF1733"/>
    <w:rsid w:val="00DF1C84"/>
    <w:rsid w:val="00DF1E22"/>
    <w:rsid w:val="00DF2063"/>
    <w:rsid w:val="00DF249F"/>
    <w:rsid w:val="00DF2C15"/>
    <w:rsid w:val="00DF32E2"/>
    <w:rsid w:val="00DF423A"/>
    <w:rsid w:val="00DF5265"/>
    <w:rsid w:val="00DF527B"/>
    <w:rsid w:val="00DF5649"/>
    <w:rsid w:val="00DF57A2"/>
    <w:rsid w:val="00DF6001"/>
    <w:rsid w:val="00DF746A"/>
    <w:rsid w:val="00DF76C3"/>
    <w:rsid w:val="00E004AB"/>
    <w:rsid w:val="00E01CA7"/>
    <w:rsid w:val="00E0290E"/>
    <w:rsid w:val="00E03683"/>
    <w:rsid w:val="00E04097"/>
    <w:rsid w:val="00E0427F"/>
    <w:rsid w:val="00E042DE"/>
    <w:rsid w:val="00E0516E"/>
    <w:rsid w:val="00E05587"/>
    <w:rsid w:val="00E0559E"/>
    <w:rsid w:val="00E064F9"/>
    <w:rsid w:val="00E07998"/>
    <w:rsid w:val="00E07F3A"/>
    <w:rsid w:val="00E1013D"/>
    <w:rsid w:val="00E108F0"/>
    <w:rsid w:val="00E11028"/>
    <w:rsid w:val="00E1108A"/>
    <w:rsid w:val="00E1126A"/>
    <w:rsid w:val="00E117E8"/>
    <w:rsid w:val="00E11C58"/>
    <w:rsid w:val="00E11C66"/>
    <w:rsid w:val="00E13618"/>
    <w:rsid w:val="00E13799"/>
    <w:rsid w:val="00E138C5"/>
    <w:rsid w:val="00E13C58"/>
    <w:rsid w:val="00E149C3"/>
    <w:rsid w:val="00E15B37"/>
    <w:rsid w:val="00E15DF1"/>
    <w:rsid w:val="00E16111"/>
    <w:rsid w:val="00E17530"/>
    <w:rsid w:val="00E176E6"/>
    <w:rsid w:val="00E2173F"/>
    <w:rsid w:val="00E21F9E"/>
    <w:rsid w:val="00E22888"/>
    <w:rsid w:val="00E241A6"/>
    <w:rsid w:val="00E2446B"/>
    <w:rsid w:val="00E24CC9"/>
    <w:rsid w:val="00E255C5"/>
    <w:rsid w:val="00E25801"/>
    <w:rsid w:val="00E267DB"/>
    <w:rsid w:val="00E26884"/>
    <w:rsid w:val="00E26C39"/>
    <w:rsid w:val="00E2719B"/>
    <w:rsid w:val="00E30371"/>
    <w:rsid w:val="00E31992"/>
    <w:rsid w:val="00E31B87"/>
    <w:rsid w:val="00E335EF"/>
    <w:rsid w:val="00E343AD"/>
    <w:rsid w:val="00E3467B"/>
    <w:rsid w:val="00E34C04"/>
    <w:rsid w:val="00E35605"/>
    <w:rsid w:val="00E367A2"/>
    <w:rsid w:val="00E36CAD"/>
    <w:rsid w:val="00E4008A"/>
    <w:rsid w:val="00E40929"/>
    <w:rsid w:val="00E40DED"/>
    <w:rsid w:val="00E41F51"/>
    <w:rsid w:val="00E431E2"/>
    <w:rsid w:val="00E4340F"/>
    <w:rsid w:val="00E4366F"/>
    <w:rsid w:val="00E44491"/>
    <w:rsid w:val="00E44C1E"/>
    <w:rsid w:val="00E455E1"/>
    <w:rsid w:val="00E46579"/>
    <w:rsid w:val="00E46754"/>
    <w:rsid w:val="00E46CCA"/>
    <w:rsid w:val="00E5197C"/>
    <w:rsid w:val="00E51A44"/>
    <w:rsid w:val="00E52C0D"/>
    <w:rsid w:val="00E5477D"/>
    <w:rsid w:val="00E54928"/>
    <w:rsid w:val="00E559B3"/>
    <w:rsid w:val="00E56B4E"/>
    <w:rsid w:val="00E60A01"/>
    <w:rsid w:val="00E619D3"/>
    <w:rsid w:val="00E61D3C"/>
    <w:rsid w:val="00E62140"/>
    <w:rsid w:val="00E6539E"/>
    <w:rsid w:val="00E664B9"/>
    <w:rsid w:val="00E672FA"/>
    <w:rsid w:val="00E67326"/>
    <w:rsid w:val="00E673F7"/>
    <w:rsid w:val="00E67594"/>
    <w:rsid w:val="00E67720"/>
    <w:rsid w:val="00E679ED"/>
    <w:rsid w:val="00E67FBE"/>
    <w:rsid w:val="00E70367"/>
    <w:rsid w:val="00E7150C"/>
    <w:rsid w:val="00E71CC9"/>
    <w:rsid w:val="00E72022"/>
    <w:rsid w:val="00E73513"/>
    <w:rsid w:val="00E7387B"/>
    <w:rsid w:val="00E73E41"/>
    <w:rsid w:val="00E741B9"/>
    <w:rsid w:val="00E741D4"/>
    <w:rsid w:val="00E74848"/>
    <w:rsid w:val="00E74CB2"/>
    <w:rsid w:val="00E74F6E"/>
    <w:rsid w:val="00E752CD"/>
    <w:rsid w:val="00E75559"/>
    <w:rsid w:val="00E757D1"/>
    <w:rsid w:val="00E75E4C"/>
    <w:rsid w:val="00E76131"/>
    <w:rsid w:val="00E76338"/>
    <w:rsid w:val="00E76BD1"/>
    <w:rsid w:val="00E77355"/>
    <w:rsid w:val="00E773D7"/>
    <w:rsid w:val="00E777A2"/>
    <w:rsid w:val="00E77B37"/>
    <w:rsid w:val="00E77E0B"/>
    <w:rsid w:val="00E80351"/>
    <w:rsid w:val="00E80E79"/>
    <w:rsid w:val="00E8168E"/>
    <w:rsid w:val="00E81805"/>
    <w:rsid w:val="00E818E3"/>
    <w:rsid w:val="00E8216C"/>
    <w:rsid w:val="00E822B6"/>
    <w:rsid w:val="00E834F6"/>
    <w:rsid w:val="00E83591"/>
    <w:rsid w:val="00E83CC3"/>
    <w:rsid w:val="00E841DF"/>
    <w:rsid w:val="00E84582"/>
    <w:rsid w:val="00E852DE"/>
    <w:rsid w:val="00E854A9"/>
    <w:rsid w:val="00E85BD5"/>
    <w:rsid w:val="00E85D66"/>
    <w:rsid w:val="00E869FB"/>
    <w:rsid w:val="00E8737E"/>
    <w:rsid w:val="00E876EF"/>
    <w:rsid w:val="00E87BA8"/>
    <w:rsid w:val="00E900D1"/>
    <w:rsid w:val="00E907EC"/>
    <w:rsid w:val="00E90DB5"/>
    <w:rsid w:val="00E90F14"/>
    <w:rsid w:val="00E91D86"/>
    <w:rsid w:val="00E923EB"/>
    <w:rsid w:val="00E92419"/>
    <w:rsid w:val="00E9288A"/>
    <w:rsid w:val="00E93A4B"/>
    <w:rsid w:val="00E93EC2"/>
    <w:rsid w:val="00E94252"/>
    <w:rsid w:val="00E9476A"/>
    <w:rsid w:val="00E94837"/>
    <w:rsid w:val="00E94E3B"/>
    <w:rsid w:val="00E95A8C"/>
    <w:rsid w:val="00E95C33"/>
    <w:rsid w:val="00E96998"/>
    <w:rsid w:val="00E97533"/>
    <w:rsid w:val="00EA05D0"/>
    <w:rsid w:val="00EA09B1"/>
    <w:rsid w:val="00EA0DCF"/>
    <w:rsid w:val="00EA0E72"/>
    <w:rsid w:val="00EA1A3D"/>
    <w:rsid w:val="00EA1A8D"/>
    <w:rsid w:val="00EA1A97"/>
    <w:rsid w:val="00EA270D"/>
    <w:rsid w:val="00EA33D2"/>
    <w:rsid w:val="00EA424E"/>
    <w:rsid w:val="00EA4F77"/>
    <w:rsid w:val="00EA50B1"/>
    <w:rsid w:val="00EA5CE3"/>
    <w:rsid w:val="00EA64DA"/>
    <w:rsid w:val="00EA6898"/>
    <w:rsid w:val="00EA6BC4"/>
    <w:rsid w:val="00EA7160"/>
    <w:rsid w:val="00EB0529"/>
    <w:rsid w:val="00EB2098"/>
    <w:rsid w:val="00EB23D8"/>
    <w:rsid w:val="00EB3163"/>
    <w:rsid w:val="00EB339E"/>
    <w:rsid w:val="00EB39AD"/>
    <w:rsid w:val="00EB4759"/>
    <w:rsid w:val="00EB4B33"/>
    <w:rsid w:val="00EB4D64"/>
    <w:rsid w:val="00EB5FFB"/>
    <w:rsid w:val="00EC0D32"/>
    <w:rsid w:val="00EC1521"/>
    <w:rsid w:val="00EC1B16"/>
    <w:rsid w:val="00EC1D8B"/>
    <w:rsid w:val="00EC1EFF"/>
    <w:rsid w:val="00EC264D"/>
    <w:rsid w:val="00EC2E06"/>
    <w:rsid w:val="00EC37DA"/>
    <w:rsid w:val="00EC49D6"/>
    <w:rsid w:val="00EC52BA"/>
    <w:rsid w:val="00EC597F"/>
    <w:rsid w:val="00EC5E29"/>
    <w:rsid w:val="00EC6F4D"/>
    <w:rsid w:val="00EC6F81"/>
    <w:rsid w:val="00EC792D"/>
    <w:rsid w:val="00EC7D6D"/>
    <w:rsid w:val="00EC7E96"/>
    <w:rsid w:val="00ED0874"/>
    <w:rsid w:val="00ED08FA"/>
    <w:rsid w:val="00ED0C8B"/>
    <w:rsid w:val="00ED2130"/>
    <w:rsid w:val="00ED3430"/>
    <w:rsid w:val="00ED44F1"/>
    <w:rsid w:val="00ED46B7"/>
    <w:rsid w:val="00ED4730"/>
    <w:rsid w:val="00ED4E3E"/>
    <w:rsid w:val="00ED54F3"/>
    <w:rsid w:val="00ED5B0D"/>
    <w:rsid w:val="00ED5D1B"/>
    <w:rsid w:val="00ED6192"/>
    <w:rsid w:val="00ED6592"/>
    <w:rsid w:val="00ED79F6"/>
    <w:rsid w:val="00ED7EEC"/>
    <w:rsid w:val="00EE0636"/>
    <w:rsid w:val="00EE097C"/>
    <w:rsid w:val="00EE1381"/>
    <w:rsid w:val="00EE4241"/>
    <w:rsid w:val="00EE477F"/>
    <w:rsid w:val="00EE5AB1"/>
    <w:rsid w:val="00EE5B85"/>
    <w:rsid w:val="00EE64B2"/>
    <w:rsid w:val="00EE7582"/>
    <w:rsid w:val="00EF01A5"/>
    <w:rsid w:val="00EF02F3"/>
    <w:rsid w:val="00EF08E8"/>
    <w:rsid w:val="00EF0D84"/>
    <w:rsid w:val="00EF167C"/>
    <w:rsid w:val="00EF1CD5"/>
    <w:rsid w:val="00EF2374"/>
    <w:rsid w:val="00EF2432"/>
    <w:rsid w:val="00EF287F"/>
    <w:rsid w:val="00EF298D"/>
    <w:rsid w:val="00EF2E32"/>
    <w:rsid w:val="00EF30F9"/>
    <w:rsid w:val="00EF33D7"/>
    <w:rsid w:val="00EF45DD"/>
    <w:rsid w:val="00EF4D35"/>
    <w:rsid w:val="00EF4FA4"/>
    <w:rsid w:val="00EF54D8"/>
    <w:rsid w:val="00EF741D"/>
    <w:rsid w:val="00EF7827"/>
    <w:rsid w:val="00EF7D04"/>
    <w:rsid w:val="00EF7F88"/>
    <w:rsid w:val="00F002F6"/>
    <w:rsid w:val="00F0091D"/>
    <w:rsid w:val="00F00978"/>
    <w:rsid w:val="00F011B5"/>
    <w:rsid w:val="00F02145"/>
    <w:rsid w:val="00F02FDD"/>
    <w:rsid w:val="00F03517"/>
    <w:rsid w:val="00F03576"/>
    <w:rsid w:val="00F03EA8"/>
    <w:rsid w:val="00F04360"/>
    <w:rsid w:val="00F05F02"/>
    <w:rsid w:val="00F06913"/>
    <w:rsid w:val="00F06DA8"/>
    <w:rsid w:val="00F0701C"/>
    <w:rsid w:val="00F07169"/>
    <w:rsid w:val="00F07A62"/>
    <w:rsid w:val="00F07D5C"/>
    <w:rsid w:val="00F101E2"/>
    <w:rsid w:val="00F1021C"/>
    <w:rsid w:val="00F1043C"/>
    <w:rsid w:val="00F1115D"/>
    <w:rsid w:val="00F124FE"/>
    <w:rsid w:val="00F13510"/>
    <w:rsid w:val="00F136D9"/>
    <w:rsid w:val="00F1570C"/>
    <w:rsid w:val="00F16045"/>
    <w:rsid w:val="00F16BFF"/>
    <w:rsid w:val="00F17074"/>
    <w:rsid w:val="00F17283"/>
    <w:rsid w:val="00F1768E"/>
    <w:rsid w:val="00F20D66"/>
    <w:rsid w:val="00F22859"/>
    <w:rsid w:val="00F23867"/>
    <w:rsid w:val="00F23CCC"/>
    <w:rsid w:val="00F240C3"/>
    <w:rsid w:val="00F246D8"/>
    <w:rsid w:val="00F250D0"/>
    <w:rsid w:val="00F25E76"/>
    <w:rsid w:val="00F2678A"/>
    <w:rsid w:val="00F26B26"/>
    <w:rsid w:val="00F26DBA"/>
    <w:rsid w:val="00F274D2"/>
    <w:rsid w:val="00F27917"/>
    <w:rsid w:val="00F30148"/>
    <w:rsid w:val="00F30549"/>
    <w:rsid w:val="00F30CD3"/>
    <w:rsid w:val="00F31704"/>
    <w:rsid w:val="00F32150"/>
    <w:rsid w:val="00F33EF2"/>
    <w:rsid w:val="00F3431A"/>
    <w:rsid w:val="00F34414"/>
    <w:rsid w:val="00F34845"/>
    <w:rsid w:val="00F34A32"/>
    <w:rsid w:val="00F34CB2"/>
    <w:rsid w:val="00F35BCE"/>
    <w:rsid w:val="00F360D7"/>
    <w:rsid w:val="00F36245"/>
    <w:rsid w:val="00F371D2"/>
    <w:rsid w:val="00F407D1"/>
    <w:rsid w:val="00F40994"/>
    <w:rsid w:val="00F40AEF"/>
    <w:rsid w:val="00F40DA3"/>
    <w:rsid w:val="00F41140"/>
    <w:rsid w:val="00F412F3"/>
    <w:rsid w:val="00F413F4"/>
    <w:rsid w:val="00F41675"/>
    <w:rsid w:val="00F41B83"/>
    <w:rsid w:val="00F44536"/>
    <w:rsid w:val="00F44737"/>
    <w:rsid w:val="00F44EB2"/>
    <w:rsid w:val="00F512A8"/>
    <w:rsid w:val="00F51BCD"/>
    <w:rsid w:val="00F54925"/>
    <w:rsid w:val="00F54D30"/>
    <w:rsid w:val="00F553E2"/>
    <w:rsid w:val="00F56995"/>
    <w:rsid w:val="00F57323"/>
    <w:rsid w:val="00F577A7"/>
    <w:rsid w:val="00F57CA5"/>
    <w:rsid w:val="00F57D35"/>
    <w:rsid w:val="00F61784"/>
    <w:rsid w:val="00F628A6"/>
    <w:rsid w:val="00F628C8"/>
    <w:rsid w:val="00F628E0"/>
    <w:rsid w:val="00F62CA9"/>
    <w:rsid w:val="00F62F6D"/>
    <w:rsid w:val="00F64398"/>
    <w:rsid w:val="00F64650"/>
    <w:rsid w:val="00F64677"/>
    <w:rsid w:val="00F64974"/>
    <w:rsid w:val="00F64E82"/>
    <w:rsid w:val="00F656A2"/>
    <w:rsid w:val="00F67835"/>
    <w:rsid w:val="00F70496"/>
    <w:rsid w:val="00F7059E"/>
    <w:rsid w:val="00F705B1"/>
    <w:rsid w:val="00F70FF1"/>
    <w:rsid w:val="00F71599"/>
    <w:rsid w:val="00F71D95"/>
    <w:rsid w:val="00F74955"/>
    <w:rsid w:val="00F74B63"/>
    <w:rsid w:val="00F74D9A"/>
    <w:rsid w:val="00F758DD"/>
    <w:rsid w:val="00F75C0F"/>
    <w:rsid w:val="00F7696B"/>
    <w:rsid w:val="00F76E62"/>
    <w:rsid w:val="00F80CC8"/>
    <w:rsid w:val="00F81264"/>
    <w:rsid w:val="00F813DB"/>
    <w:rsid w:val="00F81E70"/>
    <w:rsid w:val="00F835CA"/>
    <w:rsid w:val="00F836B2"/>
    <w:rsid w:val="00F836E8"/>
    <w:rsid w:val="00F83860"/>
    <w:rsid w:val="00F83B48"/>
    <w:rsid w:val="00F84469"/>
    <w:rsid w:val="00F84E2B"/>
    <w:rsid w:val="00F86A07"/>
    <w:rsid w:val="00F870D1"/>
    <w:rsid w:val="00F90168"/>
    <w:rsid w:val="00F903ED"/>
    <w:rsid w:val="00F90DD9"/>
    <w:rsid w:val="00F91F06"/>
    <w:rsid w:val="00F929C9"/>
    <w:rsid w:val="00F94179"/>
    <w:rsid w:val="00F9429B"/>
    <w:rsid w:val="00F94736"/>
    <w:rsid w:val="00F94844"/>
    <w:rsid w:val="00F94F3F"/>
    <w:rsid w:val="00F9542B"/>
    <w:rsid w:val="00F95C1D"/>
    <w:rsid w:val="00F95E49"/>
    <w:rsid w:val="00F9657B"/>
    <w:rsid w:val="00FA0B07"/>
    <w:rsid w:val="00FA0CD2"/>
    <w:rsid w:val="00FA0F16"/>
    <w:rsid w:val="00FA12D1"/>
    <w:rsid w:val="00FA1643"/>
    <w:rsid w:val="00FA2442"/>
    <w:rsid w:val="00FA25C7"/>
    <w:rsid w:val="00FA2DF7"/>
    <w:rsid w:val="00FA3491"/>
    <w:rsid w:val="00FA3B29"/>
    <w:rsid w:val="00FA3EE9"/>
    <w:rsid w:val="00FA4815"/>
    <w:rsid w:val="00FA4931"/>
    <w:rsid w:val="00FA4935"/>
    <w:rsid w:val="00FA583D"/>
    <w:rsid w:val="00FA594A"/>
    <w:rsid w:val="00FA5EB8"/>
    <w:rsid w:val="00FA64BF"/>
    <w:rsid w:val="00FA6D7D"/>
    <w:rsid w:val="00FA7340"/>
    <w:rsid w:val="00FA7AF4"/>
    <w:rsid w:val="00FB29B7"/>
    <w:rsid w:val="00FB2C0D"/>
    <w:rsid w:val="00FB3DDD"/>
    <w:rsid w:val="00FB46FE"/>
    <w:rsid w:val="00FB5E47"/>
    <w:rsid w:val="00FB60BF"/>
    <w:rsid w:val="00FB61D9"/>
    <w:rsid w:val="00FB71C3"/>
    <w:rsid w:val="00FB7648"/>
    <w:rsid w:val="00FC09DA"/>
    <w:rsid w:val="00FC121C"/>
    <w:rsid w:val="00FC1D68"/>
    <w:rsid w:val="00FC1E23"/>
    <w:rsid w:val="00FC2E07"/>
    <w:rsid w:val="00FC38CF"/>
    <w:rsid w:val="00FC4687"/>
    <w:rsid w:val="00FC4986"/>
    <w:rsid w:val="00FC5F87"/>
    <w:rsid w:val="00FC6319"/>
    <w:rsid w:val="00FC6CE4"/>
    <w:rsid w:val="00FC6DFC"/>
    <w:rsid w:val="00FC6EFC"/>
    <w:rsid w:val="00FC7632"/>
    <w:rsid w:val="00FD0287"/>
    <w:rsid w:val="00FD10AE"/>
    <w:rsid w:val="00FD133C"/>
    <w:rsid w:val="00FD3FE8"/>
    <w:rsid w:val="00FD6C3C"/>
    <w:rsid w:val="00FD6DD3"/>
    <w:rsid w:val="00FD6DED"/>
    <w:rsid w:val="00FD73FD"/>
    <w:rsid w:val="00FD74AA"/>
    <w:rsid w:val="00FD74AE"/>
    <w:rsid w:val="00FD7E5C"/>
    <w:rsid w:val="00FE0322"/>
    <w:rsid w:val="00FE1304"/>
    <w:rsid w:val="00FE1F69"/>
    <w:rsid w:val="00FE2A67"/>
    <w:rsid w:val="00FE2C77"/>
    <w:rsid w:val="00FE319F"/>
    <w:rsid w:val="00FE326A"/>
    <w:rsid w:val="00FE416E"/>
    <w:rsid w:val="00FE4412"/>
    <w:rsid w:val="00FE4AB0"/>
    <w:rsid w:val="00FE4FD8"/>
    <w:rsid w:val="00FE5CEB"/>
    <w:rsid w:val="00FE761F"/>
    <w:rsid w:val="00FF0692"/>
    <w:rsid w:val="00FF06A9"/>
    <w:rsid w:val="00FF2190"/>
    <w:rsid w:val="00FF3084"/>
    <w:rsid w:val="00FF3A2D"/>
    <w:rsid w:val="00FF463D"/>
    <w:rsid w:val="00FF5231"/>
    <w:rsid w:val="00FF52B8"/>
    <w:rsid w:val="00FF58D7"/>
    <w:rsid w:val="00FF5A20"/>
    <w:rsid w:val="00FF5D3C"/>
    <w:rsid w:val="00FF69A2"/>
    <w:rsid w:val="00FF6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EF4"/>
    <w:rPr>
      <w:rFonts w:eastAsia="Times New Roman"/>
      <w:sz w:val="20"/>
      <w:szCs w:val="20"/>
    </w:rPr>
  </w:style>
  <w:style w:type="paragraph" w:styleId="Heading1">
    <w:name w:val="heading 1"/>
    <w:basedOn w:val="Normal"/>
    <w:link w:val="Heading1Char"/>
    <w:uiPriority w:val="99"/>
    <w:qFormat/>
    <w:rsid w:val="00D53E36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53E36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uiPriority w:val="99"/>
    <w:rsid w:val="00B72E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B72EF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72EF4"/>
    <w:rPr>
      <w:rFonts w:eastAsia="Times New Roman" w:cs="Times New Roman"/>
      <w:lang w:eastAsia="ru-RU"/>
    </w:rPr>
  </w:style>
  <w:style w:type="character" w:styleId="PageNumber">
    <w:name w:val="page number"/>
    <w:basedOn w:val="DefaultParagraphFont"/>
    <w:uiPriority w:val="99"/>
    <w:rsid w:val="00B72EF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72EF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72EF4"/>
    <w:rPr>
      <w:rFonts w:eastAsia="Times New Roman" w:cs="Times New Roman"/>
      <w:lang w:eastAsia="ru-RU"/>
    </w:rPr>
  </w:style>
  <w:style w:type="paragraph" w:customStyle="1" w:styleId="ConsPlusNonformat">
    <w:name w:val="ConsPlusNonformat"/>
    <w:uiPriority w:val="99"/>
    <w:rsid w:val="00B72EF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64A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4AC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192</TotalTime>
  <Pages>6</Pages>
  <Words>1441</Words>
  <Characters>8216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Белостотцкая</dc:creator>
  <cp:keywords/>
  <dc:description/>
  <cp:lastModifiedBy>Karpyhina</cp:lastModifiedBy>
  <cp:revision>9</cp:revision>
  <dcterms:created xsi:type="dcterms:W3CDTF">2015-05-21T09:42:00Z</dcterms:created>
  <dcterms:modified xsi:type="dcterms:W3CDTF">2015-05-22T06:35:00Z</dcterms:modified>
</cp:coreProperties>
</file>